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2C159" w14:textId="60A428AE" w:rsidR="00A01FEA" w:rsidRPr="007F47A2" w:rsidRDefault="00A01FEA" w:rsidP="007F47A2">
      <w:pPr>
        <w:pStyle w:val="Nagwek1"/>
        <w:numPr>
          <w:ilvl w:val="0"/>
          <w:numId w:val="0"/>
        </w:numPr>
        <w:ind w:left="100"/>
        <w:jc w:val="right"/>
        <w:rPr>
          <w:rFonts w:ascii="Trebuchet MS" w:hAnsi="Trebuchet MS"/>
          <w:b/>
          <w:color w:val="auto"/>
          <w:sz w:val="20"/>
        </w:rPr>
      </w:pPr>
      <w:r w:rsidRPr="007F47A2">
        <w:rPr>
          <w:rFonts w:ascii="Trebuchet MS" w:hAnsi="Trebuchet MS"/>
          <w:b/>
          <w:color w:val="auto"/>
          <w:sz w:val="20"/>
        </w:rPr>
        <w:t>Załącznik nr 6A - Wykaz osób dla CZĘŚCI A</w:t>
      </w:r>
    </w:p>
    <w:p w14:paraId="4462FD87" w14:textId="77777777" w:rsidR="00BD43D4" w:rsidRDefault="00BD43D4" w:rsidP="00BD43D4">
      <w:pPr>
        <w:jc w:val="center"/>
        <w:rPr>
          <w:rFonts w:ascii="Trebuchet MS" w:hAnsi="Trebuchet MS"/>
          <w:b/>
          <w:sz w:val="20"/>
          <w:szCs w:val="20"/>
        </w:rPr>
      </w:pPr>
    </w:p>
    <w:p w14:paraId="539166C5" w14:textId="77777777" w:rsidR="00BD43D4" w:rsidRPr="008277D5" w:rsidRDefault="00BD43D4" w:rsidP="00BD43D4">
      <w:pPr>
        <w:jc w:val="center"/>
        <w:rPr>
          <w:rFonts w:ascii="Trebuchet MS" w:hAnsi="Trebuchet MS"/>
          <w:sz w:val="20"/>
          <w:szCs w:val="20"/>
        </w:rPr>
      </w:pPr>
      <w:r w:rsidRPr="008277D5">
        <w:rPr>
          <w:rFonts w:ascii="Trebuchet MS" w:hAnsi="Trebuchet MS"/>
          <w:sz w:val="20"/>
          <w:szCs w:val="20"/>
        </w:rPr>
        <w:t xml:space="preserve">WYKAZ OSÓB </w:t>
      </w:r>
    </w:p>
    <w:p w14:paraId="0C2088C2" w14:textId="77777777" w:rsidR="00BD43D4" w:rsidRPr="008277D5" w:rsidRDefault="00BD43D4" w:rsidP="00BD43D4">
      <w:pPr>
        <w:jc w:val="center"/>
        <w:rPr>
          <w:rFonts w:ascii="Trebuchet MS" w:hAnsi="Trebuchet MS"/>
          <w:sz w:val="20"/>
          <w:szCs w:val="20"/>
        </w:rPr>
      </w:pPr>
      <w:r w:rsidRPr="008277D5">
        <w:rPr>
          <w:rFonts w:ascii="Trebuchet MS" w:hAnsi="Trebuchet MS" w:cs="Arial"/>
          <w:sz w:val="20"/>
          <w:szCs w:val="20"/>
        </w:rPr>
        <w:t>skierowanych przez Wykonawcę do realizacji zamówienia</w:t>
      </w:r>
    </w:p>
    <w:p w14:paraId="572B3140" w14:textId="77777777" w:rsidR="00BD43D4" w:rsidRPr="007F6FE7" w:rsidRDefault="00BD43D4" w:rsidP="00BD43D4">
      <w:pPr>
        <w:jc w:val="center"/>
        <w:rPr>
          <w:rFonts w:ascii="Trebuchet MS" w:hAnsi="Trebuchet MS"/>
          <w:b/>
          <w:sz w:val="20"/>
          <w:szCs w:val="20"/>
        </w:rPr>
      </w:pPr>
    </w:p>
    <w:p w14:paraId="2F0D35A0" w14:textId="77777777" w:rsidR="00BD43D4" w:rsidRPr="007F6FE7" w:rsidRDefault="00BD43D4" w:rsidP="00BD43D4">
      <w:pPr>
        <w:jc w:val="center"/>
        <w:rPr>
          <w:rFonts w:ascii="Trebuchet MS" w:hAnsi="Trebuchet MS"/>
          <w:b/>
          <w:sz w:val="20"/>
          <w:szCs w:val="20"/>
        </w:rPr>
      </w:pPr>
      <w:r w:rsidRPr="007F6FE7">
        <w:rPr>
          <w:rFonts w:ascii="Trebuchet MS" w:hAnsi="Trebuchet MS"/>
          <w:b/>
          <w:sz w:val="20"/>
          <w:szCs w:val="20"/>
        </w:rPr>
        <w:t>Część I</w:t>
      </w:r>
    </w:p>
    <w:p w14:paraId="28CEF8A5" w14:textId="77777777" w:rsidR="00BD43D4" w:rsidRPr="007F6FE7" w:rsidRDefault="00BD43D4" w:rsidP="00BD43D4">
      <w:pPr>
        <w:jc w:val="center"/>
        <w:rPr>
          <w:rFonts w:ascii="Trebuchet MS" w:hAnsi="Trebuchet MS"/>
          <w:b/>
          <w:sz w:val="20"/>
          <w:szCs w:val="20"/>
        </w:rPr>
      </w:pPr>
    </w:p>
    <w:p w14:paraId="27258A4A" w14:textId="77777777" w:rsidR="00BD43D4" w:rsidRPr="007F6FE7" w:rsidRDefault="00BD43D4" w:rsidP="00BD43D4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b/>
          <w:sz w:val="20"/>
          <w:szCs w:val="20"/>
        </w:rPr>
        <w:t>Nazwa Wykonawcy:</w:t>
      </w:r>
      <w:r w:rsidRPr="007F6FE7">
        <w:rPr>
          <w:rFonts w:ascii="Trebuchet MS" w:hAnsi="Trebuchet MS" w:cs="Tahoma"/>
          <w:sz w:val="20"/>
          <w:szCs w:val="20"/>
        </w:rPr>
        <w:t xml:space="preserve"> </w:t>
      </w:r>
    </w:p>
    <w:p w14:paraId="66370322" w14:textId="77777777" w:rsidR="00BD43D4" w:rsidRPr="007F6FE7" w:rsidRDefault="00BD43D4" w:rsidP="00BD43D4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14:paraId="67802FC7" w14:textId="77777777" w:rsidR="00BD43D4" w:rsidRPr="007F6FE7" w:rsidRDefault="00BD43D4" w:rsidP="00BD43D4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7AD11221" w14:textId="77777777" w:rsidR="008277D5" w:rsidRDefault="008277D5" w:rsidP="00BD43D4">
      <w:pPr>
        <w:spacing w:line="360" w:lineRule="auto"/>
        <w:rPr>
          <w:rFonts w:ascii="Trebuchet MS" w:hAnsi="Trebuchet MS" w:cs="Tahoma"/>
          <w:sz w:val="20"/>
          <w:szCs w:val="20"/>
        </w:rPr>
      </w:pPr>
    </w:p>
    <w:p w14:paraId="3BB5CBDF" w14:textId="77777777" w:rsidR="00BD43D4" w:rsidRPr="007F6FE7" w:rsidRDefault="00BD43D4" w:rsidP="00BD43D4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ulica: ................................................................................ kod i miejscowość:..............................................................................</w:t>
      </w:r>
    </w:p>
    <w:p w14:paraId="64C409FB" w14:textId="77777777" w:rsidR="00BD43D4" w:rsidRPr="007F6FE7" w:rsidRDefault="00BD43D4" w:rsidP="00BD43D4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7F6FE7">
        <w:rPr>
          <w:rFonts w:ascii="Trebuchet MS" w:eastAsia="Calibri" w:hAnsi="Trebuchet MS" w:cs="Arial"/>
          <w:sz w:val="20"/>
          <w:szCs w:val="20"/>
          <w:lang w:eastAsia="en-US"/>
        </w:rPr>
        <w:t>Dot. postępowania o udzielenie zamówienia publicznego pn.:</w:t>
      </w:r>
    </w:p>
    <w:p w14:paraId="4FBFC9BC" w14:textId="77777777" w:rsidR="00BD43D4" w:rsidRPr="00BD43D4" w:rsidRDefault="00BD43D4" w:rsidP="00BD43D4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0BAB0C30" w14:textId="152DB462" w:rsidR="00BD43D4" w:rsidRPr="00BD43D4" w:rsidRDefault="00BD43D4" w:rsidP="00BD43D4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  <w:r w:rsidRPr="00BD43D4"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Pr="00BD43D4">
        <w:rPr>
          <w:rFonts w:ascii="Trebuchet MS" w:hAnsi="Trebuchet MS" w:cs="Tahoma"/>
          <w:color w:val="000000"/>
          <w:sz w:val="20"/>
          <w:szCs w:val="20"/>
        </w:rPr>
        <w:t>Wykonanie przeglądów, konserwacji i czynności obsługowych instalacji i systemów pożarowych w obiektach Muzeum Śląskiego w Katowicach przy </w:t>
      </w:r>
      <w:r>
        <w:rPr>
          <w:rFonts w:ascii="Trebuchet MS" w:hAnsi="Trebuchet MS" w:cs="Tahoma"/>
          <w:color w:val="000000"/>
          <w:sz w:val="20"/>
          <w:szCs w:val="20"/>
        </w:rPr>
        <w:t>ul. T. </w:t>
      </w:r>
      <w:r w:rsidRPr="00BD43D4">
        <w:rPr>
          <w:rFonts w:ascii="Trebuchet MS" w:hAnsi="Trebuchet MS" w:cs="Tahoma"/>
          <w:color w:val="000000"/>
          <w:sz w:val="20"/>
          <w:szCs w:val="20"/>
        </w:rPr>
        <w:t>Dobrowolskiego 1 oraz al. W. Korfantego 3 w Katowicach</w:t>
      </w:r>
      <w:r w:rsidRPr="00BD43D4">
        <w:rPr>
          <w:rFonts w:ascii="Trebuchet MS" w:hAnsi="Trebuchet MS"/>
          <w:sz w:val="20"/>
        </w:rPr>
        <w:t>”</w:t>
      </w:r>
      <w:r w:rsidRPr="00BD43D4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MŚ-ZP-WW-333-13/18</w:t>
      </w:r>
    </w:p>
    <w:p w14:paraId="3BFF4D94" w14:textId="77777777" w:rsidR="00BD43D4" w:rsidRDefault="00BD43D4" w:rsidP="00BD43D4">
      <w:pPr>
        <w:spacing w:line="276" w:lineRule="auto"/>
        <w:ind w:left="708"/>
        <w:jc w:val="center"/>
        <w:rPr>
          <w:rFonts w:ascii="Trebuchet MS" w:eastAsia="Calibri" w:hAnsi="Trebuchet MS" w:cs="Arial"/>
          <w:b/>
          <w:sz w:val="20"/>
          <w:szCs w:val="20"/>
          <w:lang w:eastAsia="en-US"/>
        </w:rPr>
      </w:pPr>
    </w:p>
    <w:p w14:paraId="4C4FECD3" w14:textId="25BF68E6" w:rsidR="00BD43D4" w:rsidRPr="00BD43D4" w:rsidRDefault="00BD43D4" w:rsidP="00BD43D4">
      <w:pPr>
        <w:spacing w:line="276" w:lineRule="auto"/>
        <w:ind w:left="708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BD43D4">
        <w:rPr>
          <w:rFonts w:ascii="Trebuchet MS" w:eastAsia="Calibri" w:hAnsi="Trebuchet MS" w:cs="Arial"/>
          <w:b/>
          <w:sz w:val="20"/>
          <w:szCs w:val="20"/>
          <w:lang w:eastAsia="en-US"/>
        </w:rPr>
        <w:t>CZĘŚĆ A</w:t>
      </w:r>
    </w:p>
    <w:p w14:paraId="313D2E20" w14:textId="77777777" w:rsidR="00BD43D4" w:rsidRDefault="00BD43D4" w:rsidP="00BD43D4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14:paraId="131F4271" w14:textId="5581D820" w:rsidR="00BD43D4" w:rsidRPr="007F6FE7" w:rsidRDefault="00BD43D4" w:rsidP="00BD43D4">
      <w:pPr>
        <w:spacing w:line="276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W</w:t>
      </w:r>
      <w:r w:rsidRPr="00BD43D4">
        <w:rPr>
          <w:rFonts w:ascii="Trebuchet MS" w:hAnsi="Trebuchet MS" w:cs="Tahoma"/>
          <w:sz w:val="20"/>
          <w:szCs w:val="20"/>
        </w:rPr>
        <w:t>ykonanie przeglądów, konserwacji i czynności obsługowych: systemów alarmu pożarowego (SAP); dźwiękowego systemu ostrzegawczego (DSO); systemu wczesnej detekcji dymu; systemu detekcji CO i LPG, systemów wentylacji oddymiającej i pożarowej oraz instalacji ochrony przed zadymianiem; systemu oddymiania, systemu sterowania FCP, kurtyn, drzwi i bram pożarowych</w:t>
      </w:r>
      <w:r w:rsidRPr="007F6FE7">
        <w:rPr>
          <w:rFonts w:ascii="Trebuchet MS" w:hAnsi="Trebuchet MS"/>
          <w:sz w:val="20"/>
          <w:szCs w:val="20"/>
        </w:rPr>
        <w:t>.</w:t>
      </w:r>
    </w:p>
    <w:p w14:paraId="3144A119" w14:textId="77777777" w:rsidR="00BD43D4" w:rsidRPr="007F6FE7" w:rsidRDefault="00BD43D4" w:rsidP="00BD43D4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30E510D4" w14:textId="2A1B14D8" w:rsidR="00BD43D4" w:rsidRPr="0096063E" w:rsidRDefault="00BD43D4" w:rsidP="00BD43D4">
      <w:pPr>
        <w:jc w:val="both"/>
        <w:rPr>
          <w:rFonts w:ascii="Trebuchet MS" w:hAnsi="Trebuchet MS"/>
          <w:i/>
          <w:sz w:val="20"/>
          <w:szCs w:val="20"/>
        </w:rPr>
      </w:pPr>
      <w:r w:rsidRPr="007F6FE7">
        <w:rPr>
          <w:rFonts w:ascii="Trebuchet MS" w:hAnsi="Trebuchet MS"/>
          <w:b/>
          <w:sz w:val="20"/>
          <w:szCs w:val="20"/>
          <w:u w:val="single"/>
        </w:rPr>
        <w:t>Część I</w:t>
      </w:r>
      <w:r w:rsidRPr="007F6FE7">
        <w:rPr>
          <w:rFonts w:ascii="Trebuchet MS" w:hAnsi="Trebuchet MS"/>
          <w:i/>
          <w:sz w:val="20"/>
          <w:szCs w:val="20"/>
        </w:rPr>
        <w:t xml:space="preserve"> </w:t>
      </w:r>
      <w:r w:rsidRPr="007F6FE7">
        <w:rPr>
          <w:rFonts w:ascii="Trebuchet MS" w:hAnsi="Trebuchet MS"/>
          <w:b/>
          <w:sz w:val="20"/>
          <w:szCs w:val="20"/>
        </w:rPr>
        <w:t xml:space="preserve">– składana przez Wykonawcę, którego oferta zostanie oceniona jako najkorzystniejsza, na wezwanie Zamawiającego zgodnie z zapisem </w:t>
      </w:r>
      <w:r w:rsidRPr="0096063E">
        <w:rPr>
          <w:rFonts w:ascii="Trebuchet MS" w:hAnsi="Trebuchet MS"/>
          <w:b/>
          <w:sz w:val="20"/>
          <w:szCs w:val="20"/>
        </w:rPr>
        <w:t>rozdz</w:t>
      </w:r>
      <w:r w:rsidR="00037C24" w:rsidRPr="0096063E">
        <w:rPr>
          <w:rFonts w:ascii="Trebuchet MS" w:hAnsi="Trebuchet MS"/>
          <w:b/>
          <w:sz w:val="20"/>
          <w:szCs w:val="20"/>
        </w:rPr>
        <w:t>iału</w:t>
      </w:r>
      <w:r w:rsidRPr="0096063E">
        <w:rPr>
          <w:rFonts w:ascii="Trebuchet MS" w:hAnsi="Trebuchet MS"/>
          <w:b/>
          <w:sz w:val="20"/>
          <w:szCs w:val="20"/>
        </w:rPr>
        <w:t xml:space="preserve"> VII ust. 5 pkt 5.</w:t>
      </w:r>
      <w:r w:rsidR="0096063E" w:rsidRPr="0096063E">
        <w:rPr>
          <w:rFonts w:ascii="Trebuchet MS" w:hAnsi="Trebuchet MS"/>
          <w:b/>
          <w:sz w:val="20"/>
          <w:szCs w:val="20"/>
        </w:rPr>
        <w:t>1</w:t>
      </w:r>
      <w:r w:rsidRPr="0096063E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96063E">
        <w:rPr>
          <w:rFonts w:ascii="Trebuchet MS" w:hAnsi="Trebuchet MS"/>
          <w:b/>
          <w:sz w:val="20"/>
          <w:szCs w:val="20"/>
        </w:rPr>
        <w:t>ppkt</w:t>
      </w:r>
      <w:proofErr w:type="spellEnd"/>
      <w:r w:rsidRPr="0096063E">
        <w:rPr>
          <w:rFonts w:ascii="Trebuchet MS" w:hAnsi="Trebuchet MS"/>
          <w:b/>
          <w:sz w:val="20"/>
          <w:szCs w:val="20"/>
        </w:rPr>
        <w:t xml:space="preserve"> 1) SIWZ.</w:t>
      </w:r>
    </w:p>
    <w:p w14:paraId="5EC35933" w14:textId="0859178A" w:rsidR="00BD43D4" w:rsidRPr="0096063E" w:rsidRDefault="008277D5" w:rsidP="00BD43D4">
      <w:pPr>
        <w:rPr>
          <w:rFonts w:ascii="Trebuchet MS" w:hAnsi="Trebuchet MS"/>
          <w:i/>
          <w:sz w:val="20"/>
          <w:szCs w:val="20"/>
        </w:rPr>
      </w:pPr>
      <w:r w:rsidRPr="0096063E">
        <w:rPr>
          <w:rFonts w:ascii="Trebuchet MS" w:hAnsi="Trebuchet MS"/>
          <w:i/>
          <w:sz w:val="20"/>
          <w:szCs w:val="20"/>
        </w:rPr>
        <w:t>I</w:t>
      </w:r>
      <w:r w:rsidR="00BD43D4" w:rsidRPr="0096063E">
        <w:rPr>
          <w:rFonts w:ascii="Trebuchet MS" w:hAnsi="Trebuchet MS"/>
          <w:i/>
          <w:sz w:val="20"/>
          <w:szCs w:val="20"/>
        </w:rPr>
        <w:t xml:space="preserve">nformacje składane </w:t>
      </w:r>
      <w:r w:rsidR="00BD43D4" w:rsidRPr="0096063E">
        <w:rPr>
          <w:rFonts w:ascii="Trebuchet MS" w:hAnsi="Trebuchet MS" w:cs="Tahoma"/>
          <w:i/>
          <w:sz w:val="20"/>
          <w:szCs w:val="20"/>
        </w:rPr>
        <w:t xml:space="preserve">na potwierdzenie </w:t>
      </w:r>
      <w:r w:rsidR="00BD43D4" w:rsidRPr="0096063E">
        <w:rPr>
          <w:rFonts w:ascii="Trebuchet MS" w:hAnsi="Trebuchet MS" w:cs="Segoe UI"/>
          <w:i/>
          <w:sz w:val="20"/>
          <w:szCs w:val="20"/>
        </w:rPr>
        <w:t xml:space="preserve">spełniania </w:t>
      </w:r>
      <w:r w:rsidR="00BD43D4" w:rsidRPr="007F6FE7">
        <w:rPr>
          <w:rFonts w:ascii="Trebuchet MS" w:hAnsi="Trebuchet MS" w:cs="Segoe UI"/>
          <w:i/>
          <w:sz w:val="20"/>
          <w:szCs w:val="20"/>
        </w:rPr>
        <w:t>warunku dotyczącego</w:t>
      </w:r>
      <w:r w:rsidR="00BD43D4" w:rsidRPr="007F6FE7">
        <w:rPr>
          <w:rFonts w:ascii="Trebuchet MS" w:hAnsi="Trebuchet MS"/>
          <w:i/>
          <w:sz w:val="20"/>
          <w:szCs w:val="20"/>
        </w:rPr>
        <w:t xml:space="preserve"> </w:t>
      </w:r>
      <w:r w:rsidR="00BD43D4" w:rsidRPr="007F6FE7">
        <w:rPr>
          <w:rFonts w:ascii="Trebuchet MS" w:hAnsi="Trebuchet MS" w:cs="Segoe UI"/>
          <w:i/>
          <w:sz w:val="20"/>
          <w:szCs w:val="20"/>
        </w:rPr>
        <w:t xml:space="preserve">zdolności technicznej lub zawodowej, o którym mowa w </w:t>
      </w:r>
      <w:r w:rsidR="00BD43D4" w:rsidRPr="0096063E">
        <w:rPr>
          <w:rFonts w:ascii="Trebuchet MS" w:hAnsi="Trebuchet MS" w:cs="Segoe UI"/>
          <w:i/>
          <w:sz w:val="20"/>
          <w:szCs w:val="20"/>
        </w:rPr>
        <w:t xml:space="preserve">rozdziale V ust. 1 pkt 1.3. </w:t>
      </w:r>
      <w:proofErr w:type="spellStart"/>
      <w:r w:rsidR="00BD43D4" w:rsidRPr="0096063E">
        <w:rPr>
          <w:rFonts w:ascii="Trebuchet MS" w:hAnsi="Trebuchet MS" w:cs="Segoe UI"/>
          <w:i/>
          <w:sz w:val="20"/>
          <w:szCs w:val="20"/>
        </w:rPr>
        <w:t>ppkt</w:t>
      </w:r>
      <w:proofErr w:type="spellEnd"/>
      <w:r w:rsidR="00BD43D4" w:rsidRPr="0096063E">
        <w:rPr>
          <w:rFonts w:ascii="Trebuchet MS" w:hAnsi="Trebuchet MS" w:cs="Segoe UI"/>
          <w:i/>
          <w:sz w:val="20"/>
          <w:szCs w:val="20"/>
        </w:rPr>
        <w:t> 1) lit. a) SIWZ</w:t>
      </w:r>
      <w:r w:rsidRPr="0096063E">
        <w:rPr>
          <w:rFonts w:ascii="Trebuchet MS" w:hAnsi="Trebuchet MS" w:cs="Segoe UI"/>
          <w:i/>
          <w:sz w:val="20"/>
          <w:szCs w:val="20"/>
        </w:rPr>
        <w:t>.</w:t>
      </w:r>
    </w:p>
    <w:p w14:paraId="0741DE9C" w14:textId="77777777" w:rsidR="00BD43D4" w:rsidRPr="007F6FE7" w:rsidRDefault="00BD43D4" w:rsidP="00BD43D4">
      <w:pPr>
        <w:jc w:val="both"/>
        <w:rPr>
          <w:rFonts w:ascii="Trebuchet MS" w:hAnsi="Trebuchet MS"/>
          <w:sz w:val="20"/>
          <w:szCs w:val="20"/>
        </w:rPr>
      </w:pPr>
    </w:p>
    <w:p w14:paraId="0505BB6D" w14:textId="77777777" w:rsidR="00BD43D4" w:rsidRPr="007F6FE7" w:rsidRDefault="00BD43D4" w:rsidP="00BD43D4">
      <w:pPr>
        <w:jc w:val="both"/>
        <w:rPr>
          <w:rFonts w:ascii="Trebuchet MS" w:hAnsi="Trebuchet MS"/>
          <w:sz w:val="20"/>
          <w:szCs w:val="20"/>
        </w:rPr>
      </w:pPr>
    </w:p>
    <w:p w14:paraId="47F3F347" w14:textId="77777777" w:rsidR="00BD43D4" w:rsidRPr="007F6FE7" w:rsidRDefault="00BD43D4" w:rsidP="00BD43D4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  <w:r w:rsidRPr="007F6FE7">
        <w:rPr>
          <w:rFonts w:ascii="Trebuchet MS" w:eastAsia="Calibri" w:hAnsi="Trebuchet MS" w:cs="Arial"/>
          <w:sz w:val="20"/>
          <w:szCs w:val="20"/>
          <w:lang w:eastAsia="en-US"/>
        </w:rPr>
        <w:br w:type="page"/>
      </w:r>
    </w:p>
    <w:p w14:paraId="74C8CAD9" w14:textId="1261D50F" w:rsidR="00BD43D4" w:rsidRPr="007F6FE7" w:rsidRDefault="00BD43D4" w:rsidP="00BD43D4">
      <w:pPr>
        <w:jc w:val="both"/>
        <w:rPr>
          <w:rFonts w:ascii="Trebuchet MS" w:hAnsi="Trebuchet MS"/>
          <w:sz w:val="20"/>
          <w:szCs w:val="20"/>
        </w:rPr>
      </w:pPr>
      <w:r w:rsidRPr="007F6FE7">
        <w:rPr>
          <w:rFonts w:ascii="Trebuchet MS" w:hAnsi="Trebuchet MS"/>
          <w:sz w:val="20"/>
          <w:szCs w:val="20"/>
        </w:rPr>
        <w:lastRenderedPageBreak/>
        <w:t>Niniejszym oświadczam, iż dysponuję/będę dysponował następującymi osobami, które zos</w:t>
      </w:r>
      <w:r>
        <w:rPr>
          <w:rFonts w:ascii="Trebuchet MS" w:hAnsi="Trebuchet MS"/>
          <w:sz w:val="20"/>
          <w:szCs w:val="20"/>
        </w:rPr>
        <w:t>taną skierowane do realizacji w</w:t>
      </w:r>
      <w:r w:rsidRPr="007F6FE7">
        <w:rPr>
          <w:rFonts w:ascii="Trebuchet MS" w:hAnsi="Trebuchet MS"/>
          <w:sz w:val="20"/>
          <w:szCs w:val="20"/>
        </w:rPr>
        <w:t>w</w:t>
      </w:r>
      <w:r>
        <w:rPr>
          <w:rFonts w:ascii="Trebuchet MS" w:hAnsi="Trebuchet MS"/>
          <w:sz w:val="20"/>
          <w:szCs w:val="20"/>
        </w:rPr>
        <w:t>.</w:t>
      </w:r>
      <w:r w:rsidRPr="007F6FE7">
        <w:rPr>
          <w:rFonts w:ascii="Trebuchet MS" w:hAnsi="Trebuchet MS"/>
          <w:sz w:val="20"/>
          <w:szCs w:val="20"/>
        </w:rPr>
        <w:t xml:space="preserve"> zamówienia:</w:t>
      </w:r>
    </w:p>
    <w:p w14:paraId="561AE1CA" w14:textId="77777777" w:rsidR="00BD43D4" w:rsidRPr="007F6FE7" w:rsidRDefault="00BD43D4" w:rsidP="00BD43D4">
      <w:pPr>
        <w:pStyle w:val="Akapitzlist"/>
        <w:ind w:left="36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14:paraId="69064279" w14:textId="4E07D253" w:rsidR="00BD43D4" w:rsidRPr="007F6FE7" w:rsidRDefault="00BD43D4" w:rsidP="00410473">
      <w:pPr>
        <w:pStyle w:val="Akapitzlist"/>
        <w:ind w:left="709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Koordynator techniczny</w:t>
      </w:r>
      <w:r w:rsidR="005678FD">
        <w:rPr>
          <w:rFonts w:ascii="Trebuchet MS" w:hAnsi="Trebuchet MS"/>
          <w:b/>
          <w:sz w:val="20"/>
          <w:szCs w:val="20"/>
        </w:rPr>
        <w:t xml:space="preserve"> nr 1</w:t>
      </w:r>
    </w:p>
    <w:p w14:paraId="3030F86B" w14:textId="77777777" w:rsidR="00BD43D4" w:rsidRPr="007F6FE7" w:rsidRDefault="00BD43D4" w:rsidP="00BD43D4"/>
    <w:tbl>
      <w:tblPr>
        <w:tblW w:w="13608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3544"/>
        <w:gridCol w:w="3402"/>
        <w:gridCol w:w="6662"/>
      </w:tblGrid>
      <w:tr w:rsidR="00BD43D4" w:rsidRPr="007F6FE7" w14:paraId="31D47897" w14:textId="77777777" w:rsidTr="008277D5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14:paraId="61B70041" w14:textId="77777777" w:rsidR="00BD43D4" w:rsidRPr="007F6FE7" w:rsidRDefault="00BD43D4" w:rsidP="008277D5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491A038" w14:textId="77777777" w:rsidR="00BD43D4" w:rsidRPr="007F6FE7" w:rsidRDefault="00BD43D4" w:rsidP="008277D5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Zakres czynności w ramach niniejszego zamówienia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1BC5FAF" w14:textId="77777777" w:rsidR="00BD43D4" w:rsidRPr="007F6FE7" w:rsidRDefault="00BD43D4" w:rsidP="008277D5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</w:p>
          <w:p w14:paraId="52AF8029" w14:textId="77777777" w:rsidR="00BD43D4" w:rsidRPr="007F6FE7" w:rsidRDefault="00BD43D4" w:rsidP="008277D5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>(n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p.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 umowa o pracę, umowa cywilno-prawna w przypadku osobistego świadczenia czynności przez osobę fizyczną prowadzącą </w:t>
            </w:r>
            <w:r w:rsidRPr="007F6FE7">
              <w:rPr>
                <w:rFonts w:ascii="Trebuchet MS" w:hAnsi="Trebuchet MS" w:cs="Segoe UI"/>
                <w:sz w:val="20"/>
                <w:szCs w:val="20"/>
              </w:rPr>
              <w:t>działalność gospodarczą</w:t>
            </w:r>
            <w:r w:rsidRPr="007F6FE7">
              <w:rPr>
                <w:rFonts w:ascii="Trebuchet MS" w:hAnsi="Trebuchet MS"/>
                <w:sz w:val="20"/>
                <w:szCs w:val="20"/>
              </w:rPr>
              <w:t>, zasoby innych podmiotów*)</w:t>
            </w:r>
          </w:p>
        </w:tc>
      </w:tr>
      <w:tr w:rsidR="00BD43D4" w:rsidRPr="007F6FE7" w14:paraId="03C86DEE" w14:textId="77777777" w:rsidTr="008277D5">
        <w:trPr>
          <w:trHeight w:val="9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230E93" w14:textId="77777777" w:rsidR="00BD43D4" w:rsidRPr="007F6FE7" w:rsidRDefault="00BD43D4" w:rsidP="008277D5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2EF73" w14:textId="7DB125F5" w:rsidR="00BD43D4" w:rsidRPr="007F6FE7" w:rsidRDefault="00BD43D4" w:rsidP="008277D5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Koordynator techniczny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E4A6" w14:textId="1B9C06B4" w:rsidR="00BD43D4" w:rsidRPr="007F6FE7" w:rsidRDefault="00BD43D4" w:rsidP="008277D5">
            <w:pPr>
              <w:spacing w:after="120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BD43D4" w:rsidRPr="007F6FE7" w14:paraId="6B929BF0" w14:textId="77777777" w:rsidTr="008277D5">
        <w:trPr>
          <w:trHeight w:val="567"/>
        </w:trPr>
        <w:tc>
          <w:tcPr>
            <w:tcW w:w="13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B2DEAB9" w14:textId="7D82E245" w:rsidR="00BD43D4" w:rsidRPr="007F6FE7" w:rsidRDefault="00BD43D4" w:rsidP="00E15893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>Informacje dot. kwalifikacji</w:t>
            </w:r>
            <w:r w:rsidR="00E15893">
              <w:rPr>
                <w:rFonts w:ascii="Trebuchet MS" w:hAnsi="Trebuchet MS"/>
                <w:sz w:val="20"/>
                <w:szCs w:val="20"/>
              </w:rPr>
              <w:t xml:space="preserve"> zawodowych, </w:t>
            </w:r>
            <w:r w:rsidRPr="007F6FE7">
              <w:rPr>
                <w:rFonts w:ascii="Trebuchet MS" w:hAnsi="Trebuchet MS"/>
                <w:sz w:val="20"/>
                <w:szCs w:val="20"/>
              </w:rPr>
              <w:t>doświadczenia niezbędnych do wykonania zamówienia potwierdzają</w:t>
            </w:r>
            <w:r w:rsidR="008277D5">
              <w:rPr>
                <w:rFonts w:ascii="Trebuchet MS" w:hAnsi="Trebuchet MS"/>
                <w:sz w:val="20"/>
                <w:szCs w:val="20"/>
              </w:rPr>
              <w:t>ce spełnianie warunku udziału w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postępowaniu, o którym </w:t>
            </w:r>
            <w:r w:rsidRPr="0096063E">
              <w:rPr>
                <w:rFonts w:ascii="Trebuchet MS" w:hAnsi="Trebuchet MS"/>
                <w:sz w:val="20"/>
                <w:szCs w:val="20"/>
              </w:rPr>
              <w:t xml:space="preserve">mowa w </w:t>
            </w:r>
            <w:r w:rsidR="00037C24" w:rsidRPr="0096063E">
              <w:rPr>
                <w:rFonts w:ascii="Trebuchet MS" w:hAnsi="Trebuchet MS"/>
                <w:sz w:val="20"/>
                <w:szCs w:val="20"/>
              </w:rPr>
              <w:t>rozdziale</w:t>
            </w:r>
            <w:r w:rsidRPr="0096063E">
              <w:rPr>
                <w:rFonts w:ascii="Trebuchet MS" w:hAnsi="Trebuchet MS"/>
                <w:sz w:val="20"/>
                <w:szCs w:val="20"/>
              </w:rPr>
              <w:t xml:space="preserve"> V ust. 1 pkt 1.3 </w:t>
            </w:r>
            <w:proofErr w:type="spellStart"/>
            <w:r w:rsidRPr="0096063E">
              <w:rPr>
                <w:rFonts w:ascii="Trebuchet MS" w:hAnsi="Trebuchet MS"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sz w:val="20"/>
                <w:szCs w:val="20"/>
              </w:rPr>
              <w:t xml:space="preserve"> 1) lit. a SIWZ:</w:t>
            </w:r>
          </w:p>
        </w:tc>
      </w:tr>
      <w:tr w:rsidR="00BD43D4" w:rsidRPr="007F6FE7" w14:paraId="4E876D7D" w14:textId="77777777" w:rsidTr="008277D5">
        <w:trPr>
          <w:trHeight w:val="914"/>
        </w:trPr>
        <w:tc>
          <w:tcPr>
            <w:tcW w:w="13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3321" w14:textId="77777777" w:rsidR="00BD43D4" w:rsidRPr="007F6FE7" w:rsidRDefault="00BD43D4" w:rsidP="008277D5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15377D64" w14:textId="72F314CE" w:rsidR="00BD43D4" w:rsidRPr="007F6FE7" w:rsidRDefault="00BD43D4" w:rsidP="008277D5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powyżej osoba posiada następujące kwalifikacje </w:t>
            </w:r>
            <w:r w:rsidR="0052130A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: </w:t>
            </w:r>
          </w:p>
          <w:p w14:paraId="72D4EB17" w14:textId="17A121D8" w:rsidR="00BD43D4" w:rsidRPr="009E13C8" w:rsidRDefault="009E13C8" w:rsidP="009E13C8">
            <w:pPr>
              <w:spacing w:after="120" w:line="276" w:lineRule="auto"/>
              <w:ind w:left="176"/>
              <w:jc w:val="both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9E13C8">
              <w:rPr>
                <w:rFonts w:ascii="Trebuchet MS" w:eastAsia="Calibri" w:hAnsi="Trebuchet MS"/>
                <w:i/>
                <w:sz w:val="20"/>
                <w:szCs w:val="20"/>
              </w:rPr>
              <w:t xml:space="preserve">ważne świadectwo kwalifikacji uprawniające do zajmowania się eksploatacją (na stanowisku eksploatacji) w zakresie obsługi, konserwacji, remontów, urządzeń, instalacji i sieci elektroenergetycznych o napięciu nie wyższym niż 1 </w:t>
            </w:r>
            <w:proofErr w:type="spellStart"/>
            <w:r w:rsidRPr="009E13C8">
              <w:rPr>
                <w:rFonts w:ascii="Trebuchet MS" w:eastAsia="Calibri" w:hAnsi="Trebuchet MS"/>
                <w:i/>
                <w:sz w:val="20"/>
                <w:szCs w:val="20"/>
              </w:rPr>
              <w:t>kV</w:t>
            </w:r>
            <w:proofErr w:type="spellEnd"/>
            <w:r>
              <w:rPr>
                <w:rFonts w:ascii="Trebuchet MS" w:eastAsia="Calibri" w:hAnsi="Trebuchet MS"/>
                <w:i/>
                <w:sz w:val="20"/>
                <w:szCs w:val="20"/>
              </w:rPr>
              <w:t xml:space="preserve"> oraz</w:t>
            </w:r>
            <w:r w:rsidR="00BD43D4" w:rsidRPr="007F6FE7">
              <w:rPr>
                <w:rFonts w:ascii="Trebuchet MS" w:hAnsi="Trebuchet MS"/>
                <w:sz w:val="20"/>
                <w:szCs w:val="20"/>
              </w:rPr>
              <w:t xml:space="preserve"> doświadczenie nabyte w okresi</w:t>
            </w:r>
            <w:r>
              <w:rPr>
                <w:rFonts w:ascii="Trebuchet MS" w:hAnsi="Trebuchet MS"/>
                <w:sz w:val="20"/>
                <w:szCs w:val="20"/>
              </w:rPr>
              <w:t>e 5 </w:t>
            </w:r>
            <w:r w:rsidR="00BD43D4" w:rsidRPr="007F6FE7">
              <w:rPr>
                <w:rFonts w:ascii="Trebuchet MS" w:hAnsi="Trebuchet MS"/>
                <w:sz w:val="20"/>
                <w:szCs w:val="20"/>
              </w:rPr>
              <w:t xml:space="preserve">lat przed upływem terminu składania ofert, </w:t>
            </w:r>
            <w:r w:rsidR="00BD43D4" w:rsidRPr="007F6FE7">
              <w:rPr>
                <w:rFonts w:ascii="Trebuchet MS" w:eastAsia="Calibri" w:hAnsi="Trebuchet MS"/>
                <w:sz w:val="20"/>
                <w:szCs w:val="20"/>
              </w:rPr>
              <w:t xml:space="preserve">w </w:t>
            </w:r>
            <w:r w:rsidR="00BD43D4" w:rsidRPr="007F6FE7">
              <w:rPr>
                <w:rFonts w:ascii="Trebuchet MS" w:hAnsi="Trebuchet MS"/>
                <w:sz w:val="20"/>
                <w:szCs w:val="20"/>
              </w:rPr>
              <w:t xml:space="preserve">pracy koordynatora </w:t>
            </w:r>
            <w:r w:rsidR="00BD43D4" w:rsidRPr="007F6FE7">
              <w:rPr>
                <w:rFonts w:ascii="Trebuchet MS" w:hAnsi="Trebuchet MS"/>
                <w:bCs/>
                <w:color w:val="000000"/>
                <w:sz w:val="20"/>
                <w:szCs w:val="20"/>
                <w:lang w:eastAsia="ar-SA"/>
              </w:rPr>
              <w:t xml:space="preserve">usług wykonywania przeglądu, konserwacji i czynności serwisowych </w:t>
            </w:r>
            <w:r w:rsidR="00BD43D4" w:rsidRPr="007F6FE7">
              <w:rPr>
                <w:rFonts w:ascii="Trebuchet MS" w:hAnsi="Trebuchet MS"/>
                <w:sz w:val="20"/>
                <w:szCs w:val="20"/>
              </w:rPr>
              <w:t xml:space="preserve">systemów ppoż.**): </w:t>
            </w:r>
          </w:p>
          <w:p w14:paraId="6D4BD6CD" w14:textId="77777777" w:rsidR="00BD43D4" w:rsidRDefault="00BD43D4" w:rsidP="008277D5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>..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343F198" w14:textId="77777777" w:rsidR="009E13C8" w:rsidRDefault="009E13C8" w:rsidP="008277D5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  <w:p w14:paraId="60980705" w14:textId="6E17D4DD" w:rsidR="009E13C8" w:rsidRDefault="009E13C8" w:rsidP="008277D5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9E13C8">
              <w:rPr>
                <w:rFonts w:ascii="Trebuchet MS" w:hAnsi="Trebuchet MS" w:cs="Tahoma"/>
                <w:sz w:val="20"/>
                <w:szCs w:val="20"/>
              </w:rPr>
              <w:t>..…………………………………………………………………………………………………………………………………………………………………………………………………………………………………………….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34E0412" w14:textId="77777777" w:rsidR="009E13C8" w:rsidRDefault="009E13C8" w:rsidP="008277D5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  <w:p w14:paraId="02FEDBAB" w14:textId="557A396D" w:rsidR="009E13C8" w:rsidRDefault="009E13C8" w:rsidP="008277D5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9E13C8">
              <w:rPr>
                <w:rFonts w:ascii="Trebuchet MS" w:hAnsi="Trebuchet MS"/>
                <w:i/>
                <w:sz w:val="18"/>
                <w:szCs w:val="18"/>
              </w:rPr>
              <w:t>..……………………………………………………………………………………………………………………………………………………………………………………………………………………………………………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i/>
                <w:sz w:val="18"/>
                <w:szCs w:val="18"/>
              </w:rPr>
              <w:t>………………………….</w:t>
            </w:r>
          </w:p>
          <w:p w14:paraId="1624A99B" w14:textId="77777777" w:rsidR="007802A9" w:rsidRDefault="007802A9" w:rsidP="008277D5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</w:p>
          <w:p w14:paraId="178B631F" w14:textId="21F92A3D" w:rsidR="007802A9" w:rsidRPr="007F6FE7" w:rsidRDefault="007802A9" w:rsidP="008277D5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……………………………………………………………………………………………………….</w:t>
            </w:r>
          </w:p>
          <w:p w14:paraId="117C63A5" w14:textId="752B24C4" w:rsidR="00BD43D4" w:rsidRPr="006A36D1" w:rsidRDefault="000A45D1" w:rsidP="006A36D1">
            <w:pPr>
              <w:jc w:val="center"/>
              <w:rPr>
                <w:rFonts w:ascii="Trebuchet MS" w:hAnsi="Trebuchet MS" w:cs="Tahoma"/>
                <w:b/>
                <w:sz w:val="18"/>
                <w:szCs w:val="18"/>
              </w:rPr>
            </w:pPr>
            <w:r w:rsidRPr="006A36D1">
              <w:rPr>
                <w:rFonts w:ascii="Trebuchet MS" w:hAnsi="Trebuchet MS" w:cs="Tahoma"/>
                <w:b/>
                <w:sz w:val="18"/>
                <w:szCs w:val="18"/>
              </w:rPr>
              <w:t xml:space="preserve">Nazwa systemu ppoż., </w:t>
            </w:r>
            <w:r w:rsidR="00B30DCF" w:rsidRPr="006A36D1">
              <w:rPr>
                <w:rFonts w:ascii="Trebuchet MS" w:hAnsi="Trebuchet MS" w:cs="Tahoma"/>
                <w:b/>
                <w:sz w:val="18"/>
                <w:szCs w:val="18"/>
              </w:rPr>
              <w:t xml:space="preserve">miejsce w którym była wykonywana </w:t>
            </w:r>
            <w:r w:rsidRPr="006A36D1">
              <w:rPr>
                <w:rFonts w:ascii="Trebuchet MS" w:hAnsi="Trebuchet MS" w:cs="Tahoma"/>
                <w:b/>
                <w:sz w:val="18"/>
                <w:szCs w:val="18"/>
              </w:rPr>
              <w:t>praca koordynatora</w:t>
            </w:r>
            <w:r w:rsidR="00B30DCF" w:rsidRPr="006A36D1">
              <w:rPr>
                <w:rFonts w:ascii="Trebuchet MS" w:hAnsi="Trebuchet MS" w:cs="Tahoma"/>
                <w:b/>
                <w:sz w:val="18"/>
                <w:szCs w:val="18"/>
              </w:rPr>
              <w:t xml:space="preserve">, </w:t>
            </w:r>
            <w:r w:rsidR="00944BE5" w:rsidRPr="00944BE5">
              <w:rPr>
                <w:rFonts w:ascii="Trebuchet MS" w:hAnsi="Trebuchet MS" w:cs="Tahoma"/>
                <w:b/>
                <w:sz w:val="18"/>
                <w:szCs w:val="18"/>
              </w:rPr>
              <w:t>dla każdego systemy/urządzenia, dodatkowo dla systemu alarmu pożarowego (SAP), dźwiękowego systemu ostrzegawczego (DSO), systemu wczesnej detekcji dymu, systemu detekcji CO, systemu wentylacji oddymiającej i pożarowej oraz instalacji ochrony przed zadymianiem, kurtyn dymowych i bram pożarowych należ</w:t>
            </w:r>
            <w:r w:rsidR="003C07A8">
              <w:rPr>
                <w:rFonts w:ascii="Trebuchet MS" w:hAnsi="Trebuchet MS" w:cs="Tahoma"/>
                <w:b/>
                <w:sz w:val="18"/>
                <w:szCs w:val="18"/>
              </w:rPr>
              <w:t>y</w:t>
            </w:r>
            <w:r w:rsidR="00944BE5" w:rsidRPr="00944BE5">
              <w:rPr>
                <w:rFonts w:ascii="Trebuchet MS" w:hAnsi="Trebuchet MS" w:cs="Tahoma"/>
                <w:b/>
                <w:sz w:val="18"/>
                <w:szCs w:val="18"/>
              </w:rPr>
              <w:t xml:space="preserve"> wskazać powierzchnię obiektu (lub zespołu obiektów w jednej lokalizacji)</w:t>
            </w:r>
            <w:r w:rsidR="00944BE5">
              <w:rPr>
                <w:rFonts w:ascii="Trebuchet MS" w:hAnsi="Trebuchet MS" w:cs="Tahoma"/>
                <w:b/>
                <w:sz w:val="18"/>
                <w:szCs w:val="18"/>
              </w:rPr>
              <w:t xml:space="preserve">, </w:t>
            </w:r>
            <w:r w:rsidR="00B30DCF" w:rsidRPr="006A36D1">
              <w:rPr>
                <w:rFonts w:ascii="Trebuchet MS" w:hAnsi="Trebuchet MS" w:cs="Tahoma"/>
                <w:b/>
                <w:sz w:val="18"/>
                <w:szCs w:val="18"/>
              </w:rPr>
              <w:t xml:space="preserve">okres/data wykonywania </w:t>
            </w:r>
            <w:r w:rsidRPr="006A36D1">
              <w:rPr>
                <w:rFonts w:ascii="Trebuchet MS" w:hAnsi="Trebuchet MS" w:cs="Tahoma"/>
                <w:b/>
                <w:sz w:val="18"/>
                <w:szCs w:val="18"/>
              </w:rPr>
              <w:t xml:space="preserve">pracy na stanowisku koordynatora w formacie </w:t>
            </w:r>
            <w:r w:rsidRPr="0063591A">
              <w:rPr>
                <w:rFonts w:ascii="Trebuchet MS" w:hAnsi="Trebuchet MS" w:cs="Tahoma"/>
                <w:b/>
                <w:sz w:val="18"/>
                <w:szCs w:val="18"/>
              </w:rPr>
              <w:t>od </w:t>
            </w:r>
            <w:r w:rsidR="00B30DCF" w:rsidRPr="006A36D1">
              <w:rPr>
                <w:rFonts w:ascii="Trebuchet MS" w:hAnsi="Trebuchet MS" w:cs="Tahoma"/>
                <w:b/>
                <w:sz w:val="18"/>
                <w:szCs w:val="18"/>
              </w:rPr>
              <w:t xml:space="preserve">dnia </w:t>
            </w:r>
            <w:r>
              <w:rPr>
                <w:rFonts w:ascii="Trebuchet MS" w:hAnsi="Trebuchet MS" w:cs="Tahoma"/>
                <w:b/>
                <w:sz w:val="18"/>
                <w:szCs w:val="18"/>
              </w:rPr>
              <w:t>DD</w:t>
            </w:r>
            <w:r w:rsidR="00B30DCF" w:rsidRPr="006A36D1">
              <w:rPr>
                <w:rFonts w:ascii="Trebuchet MS" w:hAnsi="Trebuchet MS" w:cs="Tahoma"/>
                <w:b/>
                <w:sz w:val="18"/>
                <w:szCs w:val="18"/>
              </w:rPr>
              <w:t>-</w:t>
            </w:r>
            <w:r>
              <w:rPr>
                <w:rFonts w:ascii="Trebuchet MS" w:hAnsi="Trebuchet MS" w:cs="Tahoma"/>
                <w:b/>
                <w:sz w:val="18"/>
                <w:szCs w:val="18"/>
              </w:rPr>
              <w:t>MM</w:t>
            </w:r>
            <w:r w:rsidR="00B30DCF" w:rsidRPr="006A36D1">
              <w:rPr>
                <w:rFonts w:ascii="Trebuchet MS" w:hAnsi="Trebuchet MS" w:cs="Tahoma"/>
                <w:b/>
                <w:sz w:val="18"/>
                <w:szCs w:val="18"/>
              </w:rPr>
              <w:t>-</w:t>
            </w:r>
            <w:r>
              <w:rPr>
                <w:rFonts w:ascii="Trebuchet MS" w:hAnsi="Trebuchet MS" w:cs="Tahoma"/>
                <w:b/>
                <w:sz w:val="18"/>
                <w:szCs w:val="18"/>
              </w:rPr>
              <w:t>RRRR</w:t>
            </w:r>
            <w:r w:rsidR="00B30DCF" w:rsidRPr="006A36D1">
              <w:rPr>
                <w:rFonts w:ascii="Trebuchet MS" w:hAnsi="Trebuchet MS" w:cs="Tahoma"/>
                <w:b/>
                <w:sz w:val="18"/>
                <w:szCs w:val="18"/>
              </w:rPr>
              <w:t xml:space="preserve"> do dnia </w:t>
            </w:r>
            <w:r w:rsidRPr="000A45D1">
              <w:rPr>
                <w:rFonts w:ascii="Trebuchet MS" w:hAnsi="Trebuchet MS" w:cs="Tahoma"/>
                <w:b/>
                <w:sz w:val="18"/>
                <w:szCs w:val="18"/>
              </w:rPr>
              <w:t>DD-MM-RRRR</w:t>
            </w:r>
          </w:p>
          <w:p w14:paraId="19BC7DA0" w14:textId="20301789" w:rsidR="0052130A" w:rsidRPr="007F6FE7" w:rsidRDefault="0052130A" w:rsidP="002E65B2">
            <w:pPr>
              <w:jc w:val="both"/>
              <w:rPr>
                <w:rFonts w:ascii="Trebuchet MS" w:hAnsi="Trebuchet MS" w:cs="Tahoma"/>
                <w:sz w:val="18"/>
                <w:szCs w:val="18"/>
              </w:rPr>
            </w:pPr>
          </w:p>
          <w:p w14:paraId="6C077D71" w14:textId="0FBFA344" w:rsidR="00BD43D4" w:rsidRPr="0096063E" w:rsidRDefault="00BD43D4" w:rsidP="008277D5">
            <w:pPr>
              <w:jc w:val="both"/>
              <w:rPr>
                <w:rFonts w:ascii="Trebuchet MS" w:hAnsi="Trebuchet MS" w:cs="Tahoma"/>
                <w:i/>
                <w:sz w:val="18"/>
                <w:szCs w:val="18"/>
              </w:rPr>
            </w:pPr>
            <w:r w:rsidRPr="007F6FE7">
              <w:rPr>
                <w:rFonts w:ascii="Trebuchet MS" w:hAnsi="Trebuchet MS"/>
                <w:sz w:val="18"/>
                <w:szCs w:val="18"/>
              </w:rPr>
              <w:t xml:space="preserve">*) </w:t>
            </w:r>
            <w:r w:rsidRPr="007F6FE7">
              <w:rPr>
                <w:rFonts w:ascii="Trebuchet MS" w:hAnsi="Trebuchet MS" w:cs="Tahoma"/>
                <w:i/>
                <w:sz w:val="18"/>
                <w:szCs w:val="18"/>
              </w:rPr>
              <w:t xml:space="preserve">W przypadku wykazania w podstawie dysponowania: „zasoby innych podmiotów”, do oferty należy dołączyć zobowiązanie tych podmiotów do oddania Wykonawcy do dyspozycji niezbędnych zasobów na potrzeby wykonania zamówienia (sporządzony wg </w:t>
            </w:r>
            <w:r w:rsidRPr="0096063E">
              <w:rPr>
                <w:rFonts w:ascii="Trebuchet MS" w:hAnsi="Trebuchet MS" w:cs="Tahoma"/>
                <w:i/>
                <w:sz w:val="18"/>
                <w:szCs w:val="18"/>
              </w:rPr>
              <w:t xml:space="preserve">załącznika nr </w:t>
            </w:r>
            <w:r w:rsidR="007314A7" w:rsidRPr="0096063E">
              <w:rPr>
                <w:rFonts w:ascii="Trebuchet MS" w:hAnsi="Trebuchet MS" w:cs="Tahoma"/>
                <w:i/>
                <w:sz w:val="18"/>
                <w:szCs w:val="18"/>
              </w:rPr>
              <w:t>5</w:t>
            </w:r>
            <w:r w:rsidRPr="0096063E">
              <w:rPr>
                <w:rFonts w:ascii="Trebuchet MS" w:hAnsi="Trebuchet MS" w:cs="Tahoma"/>
                <w:i/>
                <w:sz w:val="18"/>
                <w:szCs w:val="18"/>
              </w:rPr>
              <w:t xml:space="preserve"> SIWZ).</w:t>
            </w:r>
          </w:p>
          <w:p w14:paraId="51F0B0D3" w14:textId="18319FCD" w:rsidR="00BD43D4" w:rsidRPr="0096063E" w:rsidRDefault="00BD43D4" w:rsidP="008277D5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96063E">
              <w:rPr>
                <w:rFonts w:ascii="Trebuchet MS" w:hAnsi="Trebuchet MS" w:cs="Tahoma"/>
                <w:sz w:val="18"/>
                <w:szCs w:val="18"/>
              </w:rPr>
              <w:t xml:space="preserve">**) </w:t>
            </w:r>
            <w:r w:rsidRPr="0096063E">
              <w:rPr>
                <w:rFonts w:ascii="Trebuchet MS" w:hAnsi="Trebuchet MS" w:cs="Tahoma"/>
                <w:i/>
                <w:sz w:val="18"/>
                <w:szCs w:val="18"/>
              </w:rPr>
              <w:t xml:space="preserve">należy wskazać doświadczenie (minimum </w:t>
            </w:r>
            <w:r w:rsidR="007314A7" w:rsidRPr="0096063E">
              <w:rPr>
                <w:rFonts w:ascii="Trebuchet MS" w:hAnsi="Trebuchet MS" w:cs="Tahoma"/>
                <w:i/>
                <w:sz w:val="18"/>
                <w:szCs w:val="18"/>
              </w:rPr>
              <w:t>roczne</w:t>
            </w:r>
            <w:r w:rsidRPr="0096063E">
              <w:rPr>
                <w:rFonts w:ascii="Trebuchet MS" w:hAnsi="Trebuchet MS" w:cs="Tahoma"/>
                <w:i/>
                <w:sz w:val="18"/>
                <w:szCs w:val="18"/>
              </w:rPr>
              <w:t xml:space="preserve">) </w:t>
            </w:r>
            <w:r w:rsidR="007314A7" w:rsidRPr="0096063E">
              <w:rPr>
                <w:rFonts w:ascii="Trebuchet MS" w:hAnsi="Trebuchet MS" w:cs="Tahoma"/>
                <w:i/>
                <w:sz w:val="18"/>
                <w:szCs w:val="18"/>
              </w:rPr>
              <w:t>koordynatora technicznego</w:t>
            </w:r>
            <w:r w:rsidRPr="0096063E">
              <w:rPr>
                <w:rFonts w:ascii="Trebuchet MS" w:hAnsi="Trebuchet MS" w:cs="Tahoma"/>
                <w:i/>
                <w:sz w:val="18"/>
                <w:szCs w:val="18"/>
              </w:rPr>
              <w:t xml:space="preserve">, potwierdzające spełnianie warunku udziału w zgodnie z wymaganiami w </w:t>
            </w:r>
            <w:r w:rsidR="00037C24" w:rsidRPr="0096063E">
              <w:rPr>
                <w:rFonts w:ascii="Trebuchet MS" w:hAnsi="Trebuchet MS"/>
                <w:i/>
                <w:sz w:val="18"/>
                <w:szCs w:val="18"/>
              </w:rPr>
              <w:t>rozdziale</w:t>
            </w:r>
            <w:r w:rsidRPr="0096063E">
              <w:rPr>
                <w:rFonts w:ascii="Trebuchet MS" w:hAnsi="Trebuchet MS"/>
                <w:i/>
                <w:sz w:val="18"/>
                <w:szCs w:val="18"/>
              </w:rPr>
              <w:t xml:space="preserve"> V</w:t>
            </w:r>
            <w:r w:rsidR="000E3438">
              <w:rPr>
                <w:rFonts w:ascii="Trebuchet MS" w:hAnsi="Trebuchet MS"/>
                <w:i/>
                <w:sz w:val="18"/>
                <w:szCs w:val="18"/>
              </w:rPr>
              <w:t> </w:t>
            </w:r>
            <w:r w:rsidRPr="0096063E">
              <w:rPr>
                <w:rFonts w:ascii="Trebuchet MS" w:hAnsi="Trebuchet MS"/>
                <w:i/>
                <w:sz w:val="18"/>
                <w:szCs w:val="18"/>
              </w:rPr>
              <w:t xml:space="preserve">ust. 1 pkt 1.3 </w:t>
            </w:r>
            <w:proofErr w:type="spellStart"/>
            <w:r w:rsidRPr="0096063E">
              <w:rPr>
                <w:rFonts w:ascii="Trebuchet MS" w:hAnsi="Trebuchet MS"/>
                <w:i/>
                <w:sz w:val="18"/>
                <w:szCs w:val="18"/>
              </w:rPr>
              <w:t>ppkt</w:t>
            </w:r>
            <w:proofErr w:type="spellEnd"/>
            <w:r w:rsidRPr="0096063E">
              <w:rPr>
                <w:rFonts w:ascii="Trebuchet MS" w:hAnsi="Trebuchet MS"/>
                <w:i/>
                <w:sz w:val="18"/>
                <w:szCs w:val="18"/>
              </w:rPr>
              <w:t> 1) lit. a SIWZ.</w:t>
            </w:r>
          </w:p>
          <w:p w14:paraId="7F788B5D" w14:textId="7205573D" w:rsidR="0052130A" w:rsidRPr="0052130A" w:rsidRDefault="0052130A" w:rsidP="008277D5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</w:tbl>
    <w:p w14:paraId="3C80343E" w14:textId="6A50AFB8" w:rsidR="005678FD" w:rsidRDefault="005678FD" w:rsidP="00BD43D4">
      <w:pPr>
        <w:pStyle w:val="Akapitzlist"/>
        <w:ind w:left="709"/>
        <w:jc w:val="both"/>
        <w:rPr>
          <w:rFonts w:ascii="Trebuchet MS" w:hAnsi="Trebuchet MS"/>
          <w:b/>
          <w:sz w:val="20"/>
          <w:szCs w:val="20"/>
        </w:rPr>
      </w:pPr>
    </w:p>
    <w:p w14:paraId="3472036E" w14:textId="77777777" w:rsidR="005678FD" w:rsidRDefault="005678FD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br w:type="page"/>
      </w:r>
    </w:p>
    <w:p w14:paraId="500F8605" w14:textId="416A1F49" w:rsidR="005678FD" w:rsidRPr="007F6FE7" w:rsidRDefault="005678FD" w:rsidP="005678FD">
      <w:pPr>
        <w:pStyle w:val="Akapitzlist"/>
        <w:ind w:left="709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lastRenderedPageBreak/>
        <w:t>Koordynator techniczny nr 2</w:t>
      </w:r>
    </w:p>
    <w:p w14:paraId="7E953F56" w14:textId="77777777" w:rsidR="005678FD" w:rsidRPr="007F6FE7" w:rsidRDefault="005678FD" w:rsidP="005678FD"/>
    <w:tbl>
      <w:tblPr>
        <w:tblW w:w="13608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3544"/>
        <w:gridCol w:w="3402"/>
        <w:gridCol w:w="6662"/>
      </w:tblGrid>
      <w:tr w:rsidR="005678FD" w:rsidRPr="007F6FE7" w14:paraId="1F828F9C" w14:textId="77777777" w:rsidTr="001C54EF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14:paraId="3EABCF10" w14:textId="77777777" w:rsidR="005678FD" w:rsidRPr="007F6FE7" w:rsidRDefault="005678FD" w:rsidP="001C54EF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033665D" w14:textId="77777777" w:rsidR="005678FD" w:rsidRPr="007F6FE7" w:rsidRDefault="005678FD" w:rsidP="001C54EF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Zakres czynności w ramach niniejszego zamówienia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EEAD78D" w14:textId="77777777" w:rsidR="005678FD" w:rsidRPr="007F6FE7" w:rsidRDefault="005678FD" w:rsidP="001C54EF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</w:p>
          <w:p w14:paraId="025C06EE" w14:textId="77777777" w:rsidR="005678FD" w:rsidRPr="007F6FE7" w:rsidRDefault="005678FD" w:rsidP="001C54EF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>(n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p.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 umowa o pracę, umowa cywilno-prawna w przypadku osobistego świadczenia czynności przez osobę fizyczną prowadzącą </w:t>
            </w:r>
            <w:r w:rsidRPr="007F6FE7">
              <w:rPr>
                <w:rFonts w:ascii="Trebuchet MS" w:hAnsi="Trebuchet MS" w:cs="Segoe UI"/>
                <w:sz w:val="20"/>
                <w:szCs w:val="20"/>
              </w:rPr>
              <w:t>działalność gospodarczą</w:t>
            </w:r>
            <w:r w:rsidRPr="007F6FE7">
              <w:rPr>
                <w:rFonts w:ascii="Trebuchet MS" w:hAnsi="Trebuchet MS"/>
                <w:sz w:val="20"/>
                <w:szCs w:val="20"/>
              </w:rPr>
              <w:t>, zasoby innych podmiotów*)</w:t>
            </w:r>
          </w:p>
        </w:tc>
      </w:tr>
      <w:tr w:rsidR="005678FD" w:rsidRPr="007F6FE7" w14:paraId="59733305" w14:textId="77777777" w:rsidTr="001C54EF">
        <w:trPr>
          <w:trHeight w:val="9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CC2186" w14:textId="77777777" w:rsidR="005678FD" w:rsidRPr="007F6FE7" w:rsidRDefault="005678FD" w:rsidP="001C54EF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F7F5" w14:textId="77777777" w:rsidR="005678FD" w:rsidRPr="007F6FE7" w:rsidRDefault="005678FD" w:rsidP="001C54EF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Koordynator techniczny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B4999" w14:textId="77777777" w:rsidR="005678FD" w:rsidRPr="007F6FE7" w:rsidRDefault="005678FD" w:rsidP="001C54EF">
            <w:pPr>
              <w:spacing w:after="120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5678FD" w:rsidRPr="007F6FE7" w14:paraId="4A1D10BC" w14:textId="77777777" w:rsidTr="001C54EF">
        <w:trPr>
          <w:trHeight w:val="567"/>
        </w:trPr>
        <w:tc>
          <w:tcPr>
            <w:tcW w:w="13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37928C0" w14:textId="0E2BE57C" w:rsidR="005678FD" w:rsidRPr="007F6FE7" w:rsidRDefault="005678FD" w:rsidP="00E15893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>Informacje dot. kwalifikacji</w:t>
            </w:r>
            <w:r w:rsidR="00E15893">
              <w:rPr>
                <w:rFonts w:ascii="Trebuchet MS" w:hAnsi="Trebuchet MS"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 doświadczenia niezbędnych do wykonania zamówienia potwierdzają</w:t>
            </w:r>
            <w:r>
              <w:rPr>
                <w:rFonts w:ascii="Trebuchet MS" w:hAnsi="Trebuchet MS"/>
                <w:sz w:val="20"/>
                <w:szCs w:val="20"/>
              </w:rPr>
              <w:t>ce spełnianie warunku udziału w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postępowaniu, o którym </w:t>
            </w:r>
            <w:r w:rsidRPr="0096063E">
              <w:rPr>
                <w:rFonts w:ascii="Trebuchet MS" w:hAnsi="Trebuchet MS"/>
                <w:sz w:val="20"/>
                <w:szCs w:val="20"/>
              </w:rPr>
              <w:t xml:space="preserve">mowa w rozdziale V ust. 1 pkt 1.3 </w:t>
            </w:r>
            <w:proofErr w:type="spellStart"/>
            <w:r w:rsidRPr="0096063E">
              <w:rPr>
                <w:rFonts w:ascii="Trebuchet MS" w:hAnsi="Trebuchet MS"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sz w:val="20"/>
                <w:szCs w:val="20"/>
              </w:rPr>
              <w:t xml:space="preserve"> 1) lit. a SIWZ:</w:t>
            </w:r>
          </w:p>
        </w:tc>
      </w:tr>
      <w:tr w:rsidR="005678FD" w:rsidRPr="007F6FE7" w14:paraId="16D498FB" w14:textId="77777777" w:rsidTr="001C54EF">
        <w:trPr>
          <w:trHeight w:val="914"/>
        </w:trPr>
        <w:tc>
          <w:tcPr>
            <w:tcW w:w="13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E4F8" w14:textId="77777777" w:rsidR="005678FD" w:rsidRPr="007F6FE7" w:rsidRDefault="005678FD" w:rsidP="001C54EF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7B7F4C8" w14:textId="77777777" w:rsidR="005678FD" w:rsidRPr="007F6FE7" w:rsidRDefault="005678FD" w:rsidP="001C54EF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powyżej osoba posiada następujące kwalifikacje </w:t>
            </w:r>
            <w:r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: </w:t>
            </w:r>
          </w:p>
          <w:p w14:paraId="57366BB4" w14:textId="77777777" w:rsidR="005678FD" w:rsidRPr="009E13C8" w:rsidRDefault="005678FD" w:rsidP="001C54EF">
            <w:pPr>
              <w:spacing w:after="120" w:line="276" w:lineRule="auto"/>
              <w:ind w:left="176"/>
              <w:jc w:val="both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9E13C8">
              <w:rPr>
                <w:rFonts w:ascii="Trebuchet MS" w:eastAsia="Calibri" w:hAnsi="Trebuchet MS"/>
                <w:i/>
                <w:sz w:val="20"/>
                <w:szCs w:val="20"/>
              </w:rPr>
              <w:t xml:space="preserve">ważne świadectwo kwalifikacji uprawniające do zajmowania się eksploatacją (na stanowisku eksploatacji) w zakresie obsługi, konserwacji, remontów, urządzeń, instalacji i sieci elektroenergetycznych o napięciu nie wyższym niż 1 </w:t>
            </w:r>
            <w:proofErr w:type="spellStart"/>
            <w:r w:rsidRPr="009E13C8">
              <w:rPr>
                <w:rFonts w:ascii="Trebuchet MS" w:eastAsia="Calibri" w:hAnsi="Trebuchet MS"/>
                <w:i/>
                <w:sz w:val="20"/>
                <w:szCs w:val="20"/>
              </w:rPr>
              <w:t>kV</w:t>
            </w:r>
            <w:proofErr w:type="spellEnd"/>
            <w:r>
              <w:rPr>
                <w:rFonts w:ascii="Trebuchet MS" w:eastAsia="Calibri" w:hAnsi="Trebuchet MS"/>
                <w:i/>
                <w:sz w:val="20"/>
                <w:szCs w:val="20"/>
              </w:rPr>
              <w:t xml:space="preserve"> oraz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 doświadczenie nabyte w okresi</w:t>
            </w:r>
            <w:r>
              <w:rPr>
                <w:rFonts w:ascii="Trebuchet MS" w:hAnsi="Trebuchet MS"/>
                <w:sz w:val="20"/>
                <w:szCs w:val="20"/>
              </w:rPr>
              <w:t>e 5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lat przed upływem terminu składania ofert, </w:t>
            </w:r>
            <w:r w:rsidRPr="007F6FE7">
              <w:rPr>
                <w:rFonts w:ascii="Trebuchet MS" w:eastAsia="Calibri" w:hAnsi="Trebuchet MS"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pracy koordynatora </w:t>
            </w:r>
            <w:r w:rsidRPr="007F6FE7">
              <w:rPr>
                <w:rFonts w:ascii="Trebuchet MS" w:hAnsi="Trebuchet MS"/>
                <w:bCs/>
                <w:color w:val="000000"/>
                <w:sz w:val="20"/>
                <w:szCs w:val="20"/>
                <w:lang w:eastAsia="ar-SA"/>
              </w:rPr>
              <w:t xml:space="preserve">usług wykonywania przeglądu, konserwacji i czynności serwisowych 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systemów ppoż.**): </w:t>
            </w:r>
          </w:p>
          <w:p w14:paraId="5DCECA6E" w14:textId="77777777" w:rsidR="005678FD" w:rsidRDefault="005678FD" w:rsidP="001C54E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>..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138C955" w14:textId="77777777" w:rsidR="005678FD" w:rsidRDefault="005678FD" w:rsidP="001C54E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  <w:p w14:paraId="5A90A6E2" w14:textId="77777777" w:rsidR="005678FD" w:rsidRDefault="005678FD" w:rsidP="001C54E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9E13C8">
              <w:rPr>
                <w:rFonts w:ascii="Trebuchet MS" w:hAnsi="Trebuchet MS" w:cs="Tahoma"/>
                <w:sz w:val="20"/>
                <w:szCs w:val="20"/>
              </w:rPr>
              <w:t>..…………………………………………………………………………………………………………………………………………………………………………………………………………………………………………….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A5F003E" w14:textId="77777777" w:rsidR="005678FD" w:rsidRDefault="005678FD" w:rsidP="001C54E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  <w:p w14:paraId="29994A0E" w14:textId="77777777" w:rsidR="005678FD" w:rsidRDefault="005678FD" w:rsidP="001C54EF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9E13C8">
              <w:rPr>
                <w:rFonts w:ascii="Trebuchet MS" w:hAnsi="Trebuchet MS"/>
                <w:i/>
                <w:sz w:val="18"/>
                <w:szCs w:val="18"/>
              </w:rPr>
              <w:t>..……………………………………………………………………………………………………………………………………………………………………………………………………………………………………………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i/>
                <w:sz w:val="18"/>
                <w:szCs w:val="18"/>
              </w:rPr>
              <w:t>………………………….</w:t>
            </w:r>
          </w:p>
          <w:p w14:paraId="2263F14A" w14:textId="77777777" w:rsidR="007802A9" w:rsidRDefault="007802A9" w:rsidP="001C54EF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</w:p>
          <w:p w14:paraId="6F2C6884" w14:textId="4F033D0E" w:rsidR="007802A9" w:rsidRPr="007F6FE7" w:rsidRDefault="007802A9" w:rsidP="001C54EF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  <w:p w14:paraId="385873FF" w14:textId="132E66BF" w:rsidR="00944BE5" w:rsidRPr="00944BE5" w:rsidRDefault="00944BE5" w:rsidP="00944BE5">
            <w:pPr>
              <w:jc w:val="center"/>
              <w:rPr>
                <w:rFonts w:ascii="Trebuchet MS" w:hAnsi="Trebuchet MS" w:cs="Tahoma"/>
                <w:b/>
                <w:sz w:val="18"/>
                <w:szCs w:val="18"/>
              </w:rPr>
            </w:pPr>
            <w:r w:rsidRPr="00944BE5">
              <w:rPr>
                <w:rFonts w:ascii="Trebuchet MS" w:hAnsi="Trebuchet MS" w:cs="Tahoma"/>
                <w:b/>
                <w:sz w:val="18"/>
                <w:szCs w:val="18"/>
              </w:rPr>
              <w:t>Nazwa systemu ppoż., miejsce w którym była wykonywana praca koordynatora, dla każdego systemy/urządzenia, dodatkowo dla systemu alarmu pożarowego (SAP), dźwiękowego systemu ostrzegawczego (DSO), systemu wczesnej detekcji dymu, systemu detekcji CO, systemu wentylacji oddymiającej i pożarowej oraz instalacji ochrony przed zadymianiem, kurtyn dymowych i bram pożarowych należ</w:t>
            </w:r>
            <w:r w:rsidR="003C07A8">
              <w:rPr>
                <w:rFonts w:ascii="Trebuchet MS" w:hAnsi="Trebuchet MS" w:cs="Tahoma"/>
                <w:b/>
                <w:sz w:val="18"/>
                <w:szCs w:val="18"/>
              </w:rPr>
              <w:t>y</w:t>
            </w:r>
            <w:bookmarkStart w:id="0" w:name="_GoBack"/>
            <w:bookmarkEnd w:id="0"/>
            <w:r w:rsidRPr="00944BE5">
              <w:rPr>
                <w:rFonts w:ascii="Trebuchet MS" w:hAnsi="Trebuchet MS" w:cs="Tahoma"/>
                <w:b/>
                <w:sz w:val="18"/>
                <w:szCs w:val="18"/>
              </w:rPr>
              <w:t xml:space="preserve"> wskazać powierzchnię obiektu (lub zespołu obiektów w jednej lokalizacji), okres/data wykonywania pracy na stanowisku koordynatora w formacie od dnia DD-MM-RRRR do dnia DD-MM-RRRR</w:t>
            </w:r>
          </w:p>
          <w:p w14:paraId="2DAD91A4" w14:textId="77777777" w:rsidR="005678FD" w:rsidRPr="007F6FE7" w:rsidRDefault="005678FD" w:rsidP="001C54EF">
            <w:pPr>
              <w:jc w:val="both"/>
              <w:rPr>
                <w:rFonts w:ascii="Trebuchet MS" w:hAnsi="Trebuchet MS" w:cs="Tahoma"/>
                <w:sz w:val="18"/>
                <w:szCs w:val="18"/>
              </w:rPr>
            </w:pPr>
          </w:p>
          <w:p w14:paraId="76B90356" w14:textId="77777777" w:rsidR="005678FD" w:rsidRPr="0096063E" w:rsidRDefault="005678FD" w:rsidP="001C54EF">
            <w:pPr>
              <w:jc w:val="both"/>
              <w:rPr>
                <w:rFonts w:ascii="Trebuchet MS" w:hAnsi="Trebuchet MS" w:cs="Tahoma"/>
                <w:i/>
                <w:sz w:val="18"/>
                <w:szCs w:val="18"/>
              </w:rPr>
            </w:pPr>
            <w:r w:rsidRPr="007F6FE7">
              <w:rPr>
                <w:rFonts w:ascii="Trebuchet MS" w:hAnsi="Trebuchet MS"/>
                <w:sz w:val="18"/>
                <w:szCs w:val="18"/>
              </w:rPr>
              <w:t xml:space="preserve">*) </w:t>
            </w:r>
            <w:r w:rsidRPr="007F6FE7">
              <w:rPr>
                <w:rFonts w:ascii="Trebuchet MS" w:hAnsi="Trebuchet MS" w:cs="Tahoma"/>
                <w:i/>
                <w:sz w:val="18"/>
                <w:szCs w:val="18"/>
              </w:rPr>
              <w:t xml:space="preserve">W przypadku wykazania w podstawie dysponowania: „zasoby innych podmiotów”, do oferty należy dołączyć zobowiązanie tych podmiotów do oddania Wykonawcy do dyspozycji niezbędnych zasobów na potrzeby wykonania zamówienia (sporządzony wg </w:t>
            </w:r>
            <w:r w:rsidRPr="0096063E">
              <w:rPr>
                <w:rFonts w:ascii="Trebuchet MS" w:hAnsi="Trebuchet MS" w:cs="Tahoma"/>
                <w:i/>
                <w:sz w:val="18"/>
                <w:szCs w:val="18"/>
              </w:rPr>
              <w:t>załącznika nr 5 SIWZ).</w:t>
            </w:r>
          </w:p>
          <w:p w14:paraId="32C1F460" w14:textId="77777777" w:rsidR="005678FD" w:rsidRPr="0096063E" w:rsidRDefault="005678FD" w:rsidP="001C54EF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96063E">
              <w:rPr>
                <w:rFonts w:ascii="Trebuchet MS" w:hAnsi="Trebuchet MS" w:cs="Tahoma"/>
                <w:sz w:val="18"/>
                <w:szCs w:val="18"/>
              </w:rPr>
              <w:t xml:space="preserve">**) </w:t>
            </w:r>
            <w:r w:rsidRPr="0096063E">
              <w:rPr>
                <w:rFonts w:ascii="Trebuchet MS" w:hAnsi="Trebuchet MS" w:cs="Tahoma"/>
                <w:i/>
                <w:sz w:val="18"/>
                <w:szCs w:val="18"/>
              </w:rPr>
              <w:t xml:space="preserve">należy wskazać doświadczenie (minimum roczne) koordynatora technicznego, potwierdzające spełnianie warunku udziału w zgodnie z wymaganiami w </w:t>
            </w:r>
            <w:r w:rsidRPr="0096063E">
              <w:rPr>
                <w:rFonts w:ascii="Trebuchet MS" w:hAnsi="Trebuchet MS"/>
                <w:i/>
                <w:sz w:val="18"/>
                <w:szCs w:val="18"/>
              </w:rPr>
              <w:t>rozdziale V</w:t>
            </w:r>
            <w:r>
              <w:rPr>
                <w:rFonts w:ascii="Trebuchet MS" w:hAnsi="Trebuchet MS"/>
                <w:i/>
                <w:sz w:val="18"/>
                <w:szCs w:val="18"/>
              </w:rPr>
              <w:t> </w:t>
            </w:r>
            <w:r w:rsidRPr="0096063E">
              <w:rPr>
                <w:rFonts w:ascii="Trebuchet MS" w:hAnsi="Trebuchet MS"/>
                <w:i/>
                <w:sz w:val="18"/>
                <w:szCs w:val="18"/>
              </w:rPr>
              <w:t xml:space="preserve">ust. 1 pkt 1.3 </w:t>
            </w:r>
            <w:proofErr w:type="spellStart"/>
            <w:r w:rsidRPr="0096063E">
              <w:rPr>
                <w:rFonts w:ascii="Trebuchet MS" w:hAnsi="Trebuchet MS"/>
                <w:i/>
                <w:sz w:val="18"/>
                <w:szCs w:val="18"/>
              </w:rPr>
              <w:t>ppkt</w:t>
            </w:r>
            <w:proofErr w:type="spellEnd"/>
            <w:r w:rsidRPr="0096063E">
              <w:rPr>
                <w:rFonts w:ascii="Trebuchet MS" w:hAnsi="Trebuchet MS"/>
                <w:i/>
                <w:sz w:val="18"/>
                <w:szCs w:val="18"/>
              </w:rPr>
              <w:t> 1) lit. a SIWZ.</w:t>
            </w:r>
          </w:p>
          <w:p w14:paraId="55C8E3B6" w14:textId="77777777" w:rsidR="005678FD" w:rsidRPr="0052130A" w:rsidRDefault="005678FD" w:rsidP="001C54EF">
            <w:pPr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</w:tbl>
    <w:p w14:paraId="14FA67C8" w14:textId="77777777" w:rsidR="005678FD" w:rsidRDefault="005678FD" w:rsidP="00BD43D4">
      <w:pPr>
        <w:pStyle w:val="Akapitzlist"/>
        <w:ind w:left="709"/>
        <w:jc w:val="both"/>
        <w:rPr>
          <w:rFonts w:ascii="Trebuchet MS" w:hAnsi="Trebuchet MS"/>
          <w:b/>
          <w:sz w:val="20"/>
          <w:szCs w:val="20"/>
        </w:rPr>
      </w:pPr>
    </w:p>
    <w:p w14:paraId="020060A2" w14:textId="0AF7207C" w:rsidR="00BD43D4" w:rsidRPr="009E13C8" w:rsidRDefault="009E13C8" w:rsidP="008C406B">
      <w:pPr>
        <w:spacing w:line="276" w:lineRule="auto"/>
        <w:ind w:left="9923"/>
        <w:jc w:val="center"/>
        <w:rPr>
          <w:rFonts w:ascii="Trebuchet MS" w:eastAsia="Calibri" w:hAnsi="Trebuchet MS" w:cs="Arial"/>
          <w:b/>
          <w:sz w:val="20"/>
          <w:szCs w:val="20"/>
          <w:lang w:eastAsia="en-US"/>
        </w:rPr>
      </w:pPr>
      <w:r w:rsidRPr="009E13C8">
        <w:rPr>
          <w:rFonts w:ascii="Trebuchet MS" w:eastAsia="Calibri" w:hAnsi="Trebuchet MS" w:cs="Arial"/>
          <w:b/>
          <w:sz w:val="20"/>
          <w:szCs w:val="20"/>
          <w:lang w:eastAsia="en-US"/>
        </w:rPr>
        <w:t>PODPIS</w:t>
      </w:r>
    </w:p>
    <w:p w14:paraId="6387D947" w14:textId="77777777" w:rsidR="00BD43D4" w:rsidRPr="007F6FE7" w:rsidRDefault="00BD43D4" w:rsidP="00BD43D4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6DA75BFF" w14:textId="77777777" w:rsidR="00BD43D4" w:rsidRPr="007F6FE7" w:rsidRDefault="00BD43D4" w:rsidP="00BD43D4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4881495C" w14:textId="77777777" w:rsidR="00BD43D4" w:rsidRPr="007F6FE7" w:rsidRDefault="00BD43D4" w:rsidP="00BD43D4">
      <w:pPr>
        <w:tabs>
          <w:tab w:val="left" w:leader="dot" w:pos="16920"/>
        </w:tabs>
        <w:ind w:left="4678" w:right="112"/>
        <w:jc w:val="right"/>
        <w:rPr>
          <w:rFonts w:ascii="Trebuchet MS" w:hAnsi="Trebuchet MS"/>
          <w:i/>
          <w:sz w:val="20"/>
          <w:szCs w:val="20"/>
        </w:rPr>
      </w:pPr>
      <w:r w:rsidRPr="007F6FE7">
        <w:rPr>
          <w:rFonts w:ascii="Trebuchet MS" w:hAnsi="Trebuchet MS"/>
          <w:i/>
          <w:sz w:val="20"/>
          <w:szCs w:val="20"/>
        </w:rPr>
        <w:t>………………………………………………………………………</w:t>
      </w:r>
    </w:p>
    <w:p w14:paraId="22E834DA" w14:textId="19DFE765" w:rsidR="00BD43D4" w:rsidRPr="007F6FE7" w:rsidRDefault="008C406B" w:rsidP="008C406B">
      <w:pPr>
        <w:ind w:left="9214"/>
        <w:jc w:val="right"/>
        <w:rPr>
          <w:rFonts w:ascii="Trebuchet MS" w:eastAsia="Calibri" w:hAnsi="Trebuchet MS" w:cs="Arial"/>
          <w:sz w:val="20"/>
          <w:szCs w:val="20"/>
          <w:lang w:eastAsia="en-US"/>
        </w:rPr>
      </w:pPr>
      <w:r w:rsidRPr="008C406B">
        <w:rPr>
          <w:rFonts w:ascii="Trebuchet MS" w:hAnsi="Trebuchet MS" w:cs="Tahoma"/>
          <w:sz w:val="16"/>
          <w:szCs w:val="16"/>
        </w:rPr>
        <w:t>czytelny podpis lub podpis na pieczęci imiennej osoby upoważnionej do składania oświadczeń w imieniu Wykonawcy</w:t>
      </w:r>
    </w:p>
    <w:p w14:paraId="5B081E1C" w14:textId="77777777" w:rsidR="00BD43D4" w:rsidRPr="0052130A" w:rsidRDefault="00BD43D4" w:rsidP="00BD43D4">
      <w:pPr>
        <w:jc w:val="center"/>
        <w:rPr>
          <w:rFonts w:ascii="Trebuchet MS" w:hAnsi="Trebuchet MS"/>
          <w:sz w:val="20"/>
          <w:szCs w:val="20"/>
        </w:rPr>
      </w:pPr>
      <w:r w:rsidRPr="0052130A">
        <w:rPr>
          <w:rFonts w:ascii="Trebuchet MS" w:hAnsi="Trebuchet MS"/>
          <w:sz w:val="20"/>
          <w:szCs w:val="20"/>
        </w:rPr>
        <w:lastRenderedPageBreak/>
        <w:t xml:space="preserve">WYKAZ OSÓB </w:t>
      </w:r>
    </w:p>
    <w:p w14:paraId="6177FEF9" w14:textId="77777777" w:rsidR="00BD43D4" w:rsidRPr="0052130A" w:rsidRDefault="00BD43D4" w:rsidP="00BD43D4">
      <w:pPr>
        <w:jc w:val="center"/>
        <w:rPr>
          <w:rFonts w:ascii="Trebuchet MS" w:hAnsi="Trebuchet MS"/>
          <w:sz w:val="20"/>
          <w:szCs w:val="20"/>
        </w:rPr>
      </w:pPr>
      <w:r w:rsidRPr="0052130A">
        <w:rPr>
          <w:rFonts w:ascii="Trebuchet MS" w:hAnsi="Trebuchet MS" w:cs="Arial"/>
          <w:sz w:val="20"/>
          <w:szCs w:val="20"/>
        </w:rPr>
        <w:t>skierowanych przez Wykonawcę do realizacji zamówienia</w:t>
      </w:r>
    </w:p>
    <w:p w14:paraId="537D7863" w14:textId="77777777" w:rsidR="00BD43D4" w:rsidRPr="007F6FE7" w:rsidRDefault="00BD43D4" w:rsidP="00BD43D4">
      <w:pPr>
        <w:jc w:val="center"/>
        <w:rPr>
          <w:rFonts w:ascii="Trebuchet MS" w:hAnsi="Trebuchet MS"/>
          <w:b/>
          <w:sz w:val="20"/>
          <w:szCs w:val="20"/>
        </w:rPr>
      </w:pPr>
    </w:p>
    <w:p w14:paraId="0F805751" w14:textId="77777777" w:rsidR="00BD43D4" w:rsidRPr="007F6FE7" w:rsidRDefault="00BD43D4" w:rsidP="00BD43D4">
      <w:pPr>
        <w:jc w:val="center"/>
        <w:rPr>
          <w:rFonts w:ascii="Trebuchet MS" w:hAnsi="Trebuchet MS"/>
          <w:b/>
          <w:sz w:val="20"/>
          <w:szCs w:val="20"/>
        </w:rPr>
      </w:pPr>
      <w:r w:rsidRPr="007F6FE7">
        <w:rPr>
          <w:rFonts w:ascii="Trebuchet MS" w:hAnsi="Trebuchet MS"/>
          <w:b/>
          <w:sz w:val="20"/>
          <w:szCs w:val="20"/>
        </w:rPr>
        <w:t>Część II</w:t>
      </w:r>
    </w:p>
    <w:p w14:paraId="49A280BD" w14:textId="77777777" w:rsidR="00BD43D4" w:rsidRPr="007F6FE7" w:rsidRDefault="00BD43D4" w:rsidP="00BD43D4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b/>
          <w:sz w:val="20"/>
          <w:szCs w:val="20"/>
        </w:rPr>
        <w:t>Nazwa Wykonawcy:</w:t>
      </w:r>
      <w:r w:rsidRPr="007F6FE7">
        <w:rPr>
          <w:rFonts w:ascii="Trebuchet MS" w:hAnsi="Trebuchet MS" w:cs="Tahoma"/>
          <w:sz w:val="20"/>
          <w:szCs w:val="20"/>
        </w:rPr>
        <w:t xml:space="preserve"> </w:t>
      </w:r>
    </w:p>
    <w:p w14:paraId="7A31A2FB" w14:textId="77777777" w:rsidR="00BD43D4" w:rsidRPr="007F6FE7" w:rsidRDefault="00BD43D4" w:rsidP="00BD43D4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14:paraId="5D466C98" w14:textId="77777777" w:rsidR="00BD43D4" w:rsidRPr="007F6FE7" w:rsidRDefault="00BD43D4" w:rsidP="00BD43D4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1C619FAD" w14:textId="77777777" w:rsidR="0052130A" w:rsidRDefault="0052130A" w:rsidP="00BD43D4">
      <w:pPr>
        <w:spacing w:line="360" w:lineRule="auto"/>
        <w:rPr>
          <w:rFonts w:ascii="Trebuchet MS" w:hAnsi="Trebuchet MS" w:cs="Tahoma"/>
          <w:sz w:val="20"/>
          <w:szCs w:val="20"/>
        </w:rPr>
      </w:pPr>
    </w:p>
    <w:p w14:paraId="71C0F555" w14:textId="77777777" w:rsidR="00BD43D4" w:rsidRPr="007F6FE7" w:rsidRDefault="00BD43D4" w:rsidP="00BD43D4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ulica: ................................................................................ kod i miejscowość:..............................................................................</w:t>
      </w:r>
    </w:p>
    <w:p w14:paraId="2CFA60D5" w14:textId="77777777" w:rsidR="0052130A" w:rsidRDefault="0052130A" w:rsidP="00BD43D4">
      <w:pPr>
        <w:spacing w:before="120" w:line="276" w:lineRule="auto"/>
        <w:jc w:val="center"/>
        <w:rPr>
          <w:rFonts w:ascii="Trebuchet MS" w:hAnsi="Trebuchet MS" w:cs="Tahoma"/>
          <w:sz w:val="20"/>
          <w:szCs w:val="20"/>
        </w:rPr>
      </w:pPr>
    </w:p>
    <w:p w14:paraId="53C53560" w14:textId="77777777" w:rsidR="00BD43D4" w:rsidRPr="007F6FE7" w:rsidRDefault="00BD43D4" w:rsidP="00BD43D4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7F6FE7">
        <w:rPr>
          <w:rFonts w:ascii="Trebuchet MS" w:eastAsia="Calibri" w:hAnsi="Trebuchet MS" w:cs="Arial"/>
          <w:sz w:val="20"/>
          <w:szCs w:val="20"/>
          <w:lang w:eastAsia="en-US"/>
        </w:rPr>
        <w:t>Dot. postępowania o udzielenie zamówienia publicznego pn.:</w:t>
      </w:r>
    </w:p>
    <w:p w14:paraId="4F9D8655" w14:textId="77777777" w:rsidR="00BD43D4" w:rsidRPr="007F6FE7" w:rsidRDefault="00BD43D4" w:rsidP="00BD43D4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676070FA" w14:textId="71D81DF2" w:rsidR="009E13C8" w:rsidRPr="009E13C8" w:rsidRDefault="009E13C8" w:rsidP="009E13C8">
      <w:pPr>
        <w:spacing w:line="276" w:lineRule="auto"/>
        <w:ind w:left="708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9E13C8">
        <w:rPr>
          <w:rFonts w:ascii="Trebuchet MS" w:eastAsia="Calibri" w:hAnsi="Trebuchet MS" w:cs="Arial"/>
          <w:sz w:val="20"/>
          <w:szCs w:val="20"/>
          <w:lang w:eastAsia="en-US"/>
        </w:rPr>
        <w:t>„Wykonanie przeglądów, konserwacji i czynności obsługowych instalacji i systemów pożarowych w obiektach Muz</w:t>
      </w:r>
      <w:r>
        <w:rPr>
          <w:rFonts w:ascii="Trebuchet MS" w:eastAsia="Calibri" w:hAnsi="Trebuchet MS" w:cs="Arial"/>
          <w:sz w:val="20"/>
          <w:szCs w:val="20"/>
          <w:lang w:eastAsia="en-US"/>
        </w:rPr>
        <w:t>eum Śląskiego w Katowicach przy </w:t>
      </w:r>
      <w:r w:rsidRPr="009E13C8">
        <w:rPr>
          <w:rFonts w:ascii="Trebuchet MS" w:eastAsia="Calibri" w:hAnsi="Trebuchet MS" w:cs="Arial"/>
          <w:sz w:val="20"/>
          <w:szCs w:val="20"/>
          <w:lang w:eastAsia="en-US"/>
        </w:rPr>
        <w:t>ul. T. Dobrowolskiego 1 oraz al. W. Korfantego 3 w Katowicach”, o numerze referencyjnym: MŚ-ZP-WW-333-13/18</w:t>
      </w:r>
    </w:p>
    <w:p w14:paraId="79DB0228" w14:textId="77777777" w:rsidR="009E13C8" w:rsidRPr="009E13C8" w:rsidRDefault="009E13C8" w:rsidP="009E13C8">
      <w:pPr>
        <w:spacing w:line="276" w:lineRule="auto"/>
        <w:ind w:left="708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1B94AF7F" w14:textId="61EEA27A" w:rsidR="00BD43D4" w:rsidRPr="009E13C8" w:rsidRDefault="009E13C8" w:rsidP="009E13C8">
      <w:pPr>
        <w:spacing w:line="276" w:lineRule="auto"/>
        <w:ind w:left="708"/>
        <w:jc w:val="center"/>
        <w:rPr>
          <w:rFonts w:ascii="Trebuchet MS" w:eastAsia="Calibri" w:hAnsi="Trebuchet MS" w:cs="Arial"/>
          <w:b/>
          <w:sz w:val="20"/>
          <w:szCs w:val="20"/>
          <w:lang w:eastAsia="en-US"/>
        </w:rPr>
      </w:pPr>
      <w:r w:rsidRPr="009E13C8">
        <w:rPr>
          <w:rFonts w:ascii="Trebuchet MS" w:eastAsia="Calibri" w:hAnsi="Trebuchet MS" w:cs="Arial"/>
          <w:b/>
          <w:sz w:val="20"/>
          <w:szCs w:val="20"/>
          <w:lang w:eastAsia="en-US"/>
        </w:rPr>
        <w:t>CZĘŚĆ A</w:t>
      </w:r>
    </w:p>
    <w:p w14:paraId="321D5189" w14:textId="77777777" w:rsidR="00BD43D4" w:rsidRPr="007F6FE7" w:rsidRDefault="00BD43D4" w:rsidP="00BD43D4">
      <w:pPr>
        <w:spacing w:line="276" w:lineRule="auto"/>
        <w:ind w:left="708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29CDC9AA" w14:textId="06582C95" w:rsidR="00BD43D4" w:rsidRPr="007F6FE7" w:rsidRDefault="009E13C8" w:rsidP="00BD43D4">
      <w:p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9E13C8">
        <w:rPr>
          <w:rFonts w:ascii="Trebuchet MS" w:hAnsi="Trebuchet MS" w:cs="Tahoma"/>
          <w:sz w:val="20"/>
          <w:szCs w:val="20"/>
        </w:rPr>
        <w:t>Wykonanie przeglądów, konserwacji i czynności obsługowych: systemów alarmu pożarowego (SAP); dźwiękowego systemu ostrzegawczego (DSO); systemu wczesnej detekcji dymu; systemu detekcji CO i LPG, systemów wentylacji oddymiającej i pożarowej oraz instalacji ochrony przed zadymianiem; systemu oddymiania, systemu sterowania FCP, kurtyn, drzwi i bram pożarowych.</w:t>
      </w:r>
    </w:p>
    <w:p w14:paraId="56BE50E1" w14:textId="77777777" w:rsidR="00BD43D4" w:rsidRPr="007F6FE7" w:rsidRDefault="00BD43D4" w:rsidP="00BD43D4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5E31A493" w14:textId="0C0B8800" w:rsidR="00BD43D4" w:rsidRPr="007F6FE7" w:rsidRDefault="00BD43D4" w:rsidP="00BD43D4">
      <w:pPr>
        <w:spacing w:after="240"/>
        <w:rPr>
          <w:rFonts w:ascii="Trebuchet MS" w:hAnsi="Trebuchet MS"/>
          <w:b/>
          <w:sz w:val="20"/>
          <w:szCs w:val="20"/>
          <w:u w:val="single"/>
        </w:rPr>
      </w:pPr>
      <w:r w:rsidRPr="007F6FE7">
        <w:rPr>
          <w:rFonts w:ascii="Trebuchet MS" w:hAnsi="Trebuchet MS"/>
          <w:b/>
          <w:sz w:val="20"/>
          <w:szCs w:val="20"/>
          <w:u w:val="single"/>
        </w:rPr>
        <w:t>C</w:t>
      </w:r>
      <w:r w:rsidR="009E13C8" w:rsidRPr="007F6FE7">
        <w:rPr>
          <w:rFonts w:ascii="Trebuchet MS" w:hAnsi="Trebuchet MS"/>
          <w:b/>
          <w:sz w:val="20"/>
          <w:szCs w:val="20"/>
          <w:u w:val="single"/>
        </w:rPr>
        <w:t>zęść</w:t>
      </w:r>
      <w:r w:rsidRPr="007F6FE7">
        <w:rPr>
          <w:rFonts w:ascii="Trebuchet MS" w:hAnsi="Trebuchet MS"/>
          <w:b/>
          <w:sz w:val="20"/>
          <w:szCs w:val="20"/>
          <w:u w:val="single"/>
        </w:rPr>
        <w:t xml:space="preserve"> II – składana </w:t>
      </w:r>
      <w:r w:rsidR="009E13C8">
        <w:rPr>
          <w:rFonts w:ascii="Trebuchet MS" w:hAnsi="Trebuchet MS"/>
          <w:b/>
          <w:sz w:val="20"/>
          <w:szCs w:val="20"/>
          <w:u w:val="single"/>
        </w:rPr>
        <w:t>wraz</w:t>
      </w:r>
      <w:r w:rsidRPr="007F6FE7">
        <w:rPr>
          <w:rFonts w:ascii="Trebuchet MS" w:hAnsi="Trebuchet MS"/>
          <w:b/>
          <w:sz w:val="20"/>
          <w:szCs w:val="20"/>
          <w:u w:val="single"/>
        </w:rPr>
        <w:t xml:space="preserve"> z ofertą</w:t>
      </w:r>
    </w:p>
    <w:p w14:paraId="31837744" w14:textId="4B46D8A0" w:rsidR="00BD43D4" w:rsidRPr="007F6FE7" w:rsidRDefault="00BD43D4" w:rsidP="00BD43D4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  <w:r w:rsidRPr="007F6FE7">
        <w:rPr>
          <w:rFonts w:ascii="Trebuchet MS" w:hAnsi="Trebuchet MS"/>
          <w:i/>
          <w:sz w:val="20"/>
          <w:szCs w:val="20"/>
        </w:rPr>
        <w:t xml:space="preserve">Informacje składane przez Wykonawcę, </w:t>
      </w:r>
      <w:r w:rsidRPr="007F6FE7">
        <w:rPr>
          <w:rFonts w:ascii="Trebuchet MS" w:hAnsi="Trebuchet MS" w:cs="Tahoma"/>
          <w:i/>
          <w:sz w:val="20"/>
          <w:szCs w:val="20"/>
        </w:rPr>
        <w:t xml:space="preserve">na potwierdzenie </w:t>
      </w:r>
      <w:r w:rsidRPr="007F6FE7">
        <w:rPr>
          <w:rFonts w:ascii="Trebuchet MS" w:hAnsi="Trebuchet MS" w:cs="Segoe UI"/>
          <w:i/>
          <w:sz w:val="20"/>
          <w:szCs w:val="20"/>
        </w:rPr>
        <w:t>spełniania warunku dotyczącego</w:t>
      </w:r>
      <w:r w:rsidRPr="007F6FE7">
        <w:rPr>
          <w:rFonts w:ascii="Trebuchet MS" w:hAnsi="Trebuchet MS"/>
          <w:i/>
          <w:sz w:val="20"/>
          <w:szCs w:val="20"/>
        </w:rPr>
        <w:t xml:space="preserve"> </w:t>
      </w:r>
      <w:r w:rsidRPr="007F6FE7">
        <w:rPr>
          <w:rFonts w:ascii="Trebuchet MS" w:hAnsi="Trebuchet MS" w:cs="Segoe UI"/>
          <w:i/>
          <w:sz w:val="20"/>
          <w:szCs w:val="20"/>
        </w:rPr>
        <w:t xml:space="preserve">zdolności technicznej lub zawodowej, o którym mowa w rozdziale </w:t>
      </w:r>
      <w:r w:rsidRPr="0096063E">
        <w:rPr>
          <w:rFonts w:ascii="Trebuchet MS" w:hAnsi="Trebuchet MS" w:cs="Segoe UI"/>
          <w:i/>
          <w:sz w:val="20"/>
          <w:szCs w:val="20"/>
        </w:rPr>
        <w:t xml:space="preserve">V </w:t>
      </w:r>
      <w:r w:rsidR="005E3BA3">
        <w:rPr>
          <w:rFonts w:ascii="Trebuchet MS" w:hAnsi="Trebuchet MS" w:cs="Segoe UI"/>
          <w:i/>
          <w:sz w:val="20"/>
          <w:szCs w:val="20"/>
        </w:rPr>
        <w:t xml:space="preserve">ust. 1 </w:t>
      </w:r>
      <w:r w:rsidRPr="0096063E">
        <w:rPr>
          <w:rFonts w:ascii="Trebuchet MS" w:hAnsi="Trebuchet MS" w:cs="Segoe UI"/>
          <w:i/>
          <w:sz w:val="20"/>
          <w:szCs w:val="20"/>
        </w:rPr>
        <w:t xml:space="preserve">pkt 1.3. </w:t>
      </w:r>
      <w:proofErr w:type="spellStart"/>
      <w:r w:rsidRPr="0096063E">
        <w:rPr>
          <w:rFonts w:ascii="Trebuchet MS" w:hAnsi="Trebuchet MS" w:cs="Segoe UI"/>
          <w:i/>
          <w:sz w:val="20"/>
          <w:szCs w:val="20"/>
        </w:rPr>
        <w:t>ppkt</w:t>
      </w:r>
      <w:proofErr w:type="spellEnd"/>
      <w:r w:rsidRPr="0096063E">
        <w:rPr>
          <w:rFonts w:ascii="Trebuchet MS" w:hAnsi="Trebuchet MS" w:cs="Segoe UI"/>
          <w:i/>
          <w:sz w:val="20"/>
          <w:szCs w:val="20"/>
        </w:rPr>
        <w:t xml:space="preserve"> 1) lit. b) SIW</w:t>
      </w:r>
      <w:r w:rsidR="009407E1" w:rsidRPr="0096063E">
        <w:rPr>
          <w:rFonts w:ascii="Trebuchet MS" w:hAnsi="Trebuchet MS" w:cs="Segoe UI"/>
          <w:i/>
          <w:sz w:val="20"/>
          <w:szCs w:val="20"/>
        </w:rPr>
        <w:t>Z</w:t>
      </w:r>
      <w:r w:rsidRPr="0096063E">
        <w:rPr>
          <w:rFonts w:ascii="Trebuchet MS" w:hAnsi="Trebuchet MS" w:cs="Segoe UI"/>
          <w:i/>
          <w:sz w:val="20"/>
          <w:szCs w:val="20"/>
        </w:rPr>
        <w:t xml:space="preserve"> oraz </w:t>
      </w:r>
      <w:r w:rsidRPr="007F6FE7">
        <w:rPr>
          <w:rFonts w:ascii="Trebuchet MS" w:hAnsi="Trebuchet MS" w:cs="Segoe UI"/>
          <w:i/>
          <w:sz w:val="20"/>
          <w:szCs w:val="20"/>
        </w:rPr>
        <w:t xml:space="preserve">oceny ofert w kryterium Doświadczenie personelu, o którym mowa w </w:t>
      </w:r>
      <w:r w:rsidRPr="007F6FE7">
        <w:rPr>
          <w:rFonts w:ascii="Trebuchet MS" w:hAnsi="Trebuchet MS"/>
          <w:i/>
          <w:sz w:val="20"/>
          <w:szCs w:val="20"/>
        </w:rPr>
        <w:t xml:space="preserve">rodz. </w:t>
      </w:r>
      <w:r w:rsidRPr="0096063E">
        <w:rPr>
          <w:rFonts w:ascii="Trebuchet MS" w:hAnsi="Trebuchet MS"/>
          <w:i/>
          <w:sz w:val="20"/>
          <w:szCs w:val="20"/>
        </w:rPr>
        <w:t xml:space="preserve">XIV ust. 5 pkt 5.1 </w:t>
      </w:r>
      <w:proofErr w:type="spellStart"/>
      <w:r w:rsidRPr="0096063E">
        <w:rPr>
          <w:rFonts w:ascii="Trebuchet MS" w:hAnsi="Trebuchet MS"/>
          <w:i/>
          <w:sz w:val="20"/>
          <w:szCs w:val="20"/>
        </w:rPr>
        <w:t>ppkt</w:t>
      </w:r>
      <w:proofErr w:type="spellEnd"/>
      <w:r w:rsidRPr="0096063E">
        <w:rPr>
          <w:rFonts w:ascii="Trebuchet MS" w:hAnsi="Trebuchet MS"/>
          <w:i/>
          <w:sz w:val="20"/>
          <w:szCs w:val="20"/>
        </w:rPr>
        <w:t xml:space="preserve"> 3)</w:t>
      </w:r>
      <w:r w:rsidR="009407E1" w:rsidRPr="0096063E">
        <w:rPr>
          <w:rFonts w:ascii="Trebuchet MS" w:hAnsi="Trebuchet MS"/>
          <w:i/>
          <w:sz w:val="20"/>
          <w:szCs w:val="20"/>
        </w:rPr>
        <w:t xml:space="preserve"> SIWZ.</w:t>
      </w:r>
    </w:p>
    <w:p w14:paraId="1B8339B5" w14:textId="77777777" w:rsidR="00BD43D4" w:rsidRDefault="00BD43D4" w:rsidP="00BD43D4">
      <w:pPr>
        <w:jc w:val="both"/>
        <w:rPr>
          <w:rFonts w:ascii="Trebuchet MS" w:hAnsi="Trebuchet MS"/>
          <w:sz w:val="20"/>
          <w:szCs w:val="20"/>
        </w:rPr>
      </w:pPr>
    </w:p>
    <w:p w14:paraId="14498B9B" w14:textId="31E701EF" w:rsidR="00BD43D4" w:rsidRPr="007F6FE7" w:rsidRDefault="00BD43D4" w:rsidP="00A57601">
      <w:pPr>
        <w:rPr>
          <w:rFonts w:ascii="Trebuchet MS" w:hAnsi="Trebuchet MS"/>
          <w:sz w:val="20"/>
          <w:szCs w:val="20"/>
        </w:rPr>
      </w:pPr>
      <w:r w:rsidRPr="007F6FE7">
        <w:rPr>
          <w:rFonts w:ascii="Trebuchet MS" w:hAnsi="Trebuchet MS"/>
          <w:sz w:val="20"/>
          <w:szCs w:val="20"/>
        </w:rPr>
        <w:t>Niniejszym oświadczam, iż dysponuję/będę dysponował następującymi osobami, które zostaną skierowane do realizacji ww. zamówienia:</w:t>
      </w:r>
    </w:p>
    <w:p w14:paraId="647D6B49" w14:textId="3D1C7B29" w:rsidR="00BD43D4" w:rsidRPr="007F6FE7" w:rsidRDefault="00BD43D4" w:rsidP="00BD43D4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0445D6F7" w14:textId="77777777" w:rsidR="00980105" w:rsidRDefault="00980105">
      <w:pPr>
        <w:rPr>
          <w:rFonts w:ascii="Trebuchet MS" w:eastAsia="Calibri" w:hAnsi="Trebuchet MS" w:cs="Arial"/>
          <w:sz w:val="20"/>
          <w:szCs w:val="20"/>
          <w:u w:val="single"/>
          <w:lang w:eastAsia="en-US"/>
        </w:rPr>
      </w:pPr>
      <w:r>
        <w:rPr>
          <w:rFonts w:ascii="Trebuchet MS" w:eastAsia="Calibri" w:hAnsi="Trebuchet MS" w:cs="Arial"/>
          <w:sz w:val="20"/>
          <w:szCs w:val="20"/>
          <w:u w:val="single"/>
          <w:lang w:eastAsia="en-US"/>
        </w:rPr>
        <w:br w:type="page"/>
      </w:r>
    </w:p>
    <w:p w14:paraId="3A89AF47" w14:textId="3B63F1F3" w:rsidR="00BD43D4" w:rsidRDefault="00BD43D4" w:rsidP="00BD43D4">
      <w:pPr>
        <w:jc w:val="both"/>
        <w:rPr>
          <w:rFonts w:ascii="Trebuchet MS" w:hAnsi="Trebuchet MS"/>
          <w:b/>
          <w:sz w:val="20"/>
          <w:szCs w:val="20"/>
          <w:u w:val="single"/>
        </w:rPr>
      </w:pPr>
      <w:r w:rsidRPr="007F6FE7">
        <w:rPr>
          <w:rFonts w:ascii="Trebuchet MS" w:eastAsia="Calibri" w:hAnsi="Trebuchet MS" w:cs="Arial"/>
          <w:sz w:val="20"/>
          <w:szCs w:val="20"/>
          <w:u w:val="single"/>
          <w:lang w:eastAsia="en-US"/>
        </w:rPr>
        <w:t>S</w:t>
      </w:r>
      <w:r w:rsidRPr="007F6FE7">
        <w:rPr>
          <w:rFonts w:ascii="Trebuchet MS" w:hAnsi="Trebuchet MS"/>
          <w:b/>
          <w:sz w:val="20"/>
          <w:szCs w:val="20"/>
          <w:u w:val="single"/>
        </w:rPr>
        <w:t>erwis techniczny:</w:t>
      </w:r>
    </w:p>
    <w:p w14:paraId="27A67CFB" w14:textId="77777777" w:rsidR="0005364C" w:rsidRPr="007F6FE7" w:rsidRDefault="0005364C" w:rsidP="00BD43D4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518"/>
        <w:gridCol w:w="1207"/>
        <w:gridCol w:w="1689"/>
        <w:gridCol w:w="7992"/>
        <w:gridCol w:w="2623"/>
      </w:tblGrid>
      <w:tr w:rsidR="00A7709C" w:rsidRPr="007F6FE7" w14:paraId="0DB9B35A" w14:textId="77777777" w:rsidTr="007321BF">
        <w:trPr>
          <w:trHeight w:val="1861"/>
        </w:trPr>
        <w:tc>
          <w:tcPr>
            <w:tcW w:w="518" w:type="dxa"/>
            <w:shd w:val="clear" w:color="auto" w:fill="F3F3F3"/>
            <w:vAlign w:val="center"/>
          </w:tcPr>
          <w:p w14:paraId="4F1615E0" w14:textId="77777777" w:rsidR="00A7709C" w:rsidRPr="007F6FE7" w:rsidRDefault="00A7709C" w:rsidP="008277D5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07" w:type="dxa"/>
            <w:shd w:val="clear" w:color="auto" w:fill="F3F3F3"/>
            <w:vAlign w:val="center"/>
          </w:tcPr>
          <w:p w14:paraId="1D521F79" w14:textId="73A0210C" w:rsidR="00A7709C" w:rsidRPr="007F6FE7" w:rsidRDefault="00A7709C" w:rsidP="008277D5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689" w:type="dxa"/>
            <w:shd w:val="clear" w:color="auto" w:fill="F3F3F3"/>
            <w:vAlign w:val="center"/>
          </w:tcPr>
          <w:p w14:paraId="728E2A6A" w14:textId="3D74DE04" w:rsidR="00A7709C" w:rsidRPr="007F6FE7" w:rsidRDefault="00A7709C" w:rsidP="008277D5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7992" w:type="dxa"/>
            <w:shd w:val="clear" w:color="auto" w:fill="F3F3F3"/>
          </w:tcPr>
          <w:p w14:paraId="7743F4EF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05185E2D" w14:textId="2F35EC8B" w:rsidR="00A7709C" w:rsidRPr="0096063E" w:rsidRDefault="00A7709C" w:rsidP="00A7709C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 w:rsidR="007321BF"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 w:rsidR="007321BF"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wykonania zamówienia potwierdzających spełnianie wa</w:t>
            </w:r>
            <w:r w:rsidR="007321BF">
              <w:rPr>
                <w:rFonts w:ascii="Trebuchet MS" w:hAnsi="Trebuchet MS"/>
                <w:b/>
                <w:sz w:val="20"/>
                <w:szCs w:val="20"/>
              </w:rPr>
              <w:t>runków udziału w </w:t>
            </w:r>
            <w:r>
              <w:rPr>
                <w:rFonts w:ascii="Trebuchet MS" w:hAnsi="Trebuchet MS"/>
                <w:b/>
                <w:sz w:val="20"/>
                <w:szCs w:val="20"/>
              </w:rPr>
              <w:t>postępowaniu 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których mowa 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w </w:t>
            </w:r>
            <w:r w:rsidR="00037C24" w:rsidRPr="0096063E">
              <w:rPr>
                <w:rFonts w:ascii="Trebuchet MS" w:hAnsi="Trebuchet MS"/>
                <w:b/>
                <w:sz w:val="20"/>
                <w:szCs w:val="20"/>
              </w:rPr>
              <w:t>rozdziale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V ust. 1 pkt 1.3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1) lit. b SIWZ</w:t>
            </w:r>
          </w:p>
          <w:p w14:paraId="12E1A6D0" w14:textId="77777777" w:rsidR="00A7709C" w:rsidRPr="0096063E" w:rsidRDefault="00A7709C" w:rsidP="00A7709C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75C93175" w14:textId="68E7ABFE" w:rsidR="00A7709C" w:rsidRPr="007F6FE7" w:rsidRDefault="00A7709C" w:rsidP="00A7709C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>Informacje podlegające ocenie ofert w kryterium Doświadczenie pe</w:t>
            </w:r>
            <w:r w:rsidR="00037C24" w:rsidRPr="0096063E">
              <w:rPr>
                <w:rFonts w:ascii="Trebuchet MS" w:hAnsi="Trebuchet MS"/>
                <w:b/>
                <w:sz w:val="20"/>
                <w:szCs w:val="20"/>
              </w:rPr>
              <w:t>rsonelu zgodnie z zapisem rozdziału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XIV ust. 5 pkt 5.1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623" w:type="dxa"/>
            <w:shd w:val="clear" w:color="auto" w:fill="F3F3F3"/>
            <w:vAlign w:val="center"/>
          </w:tcPr>
          <w:p w14:paraId="427B42AD" w14:textId="4D556D88" w:rsidR="00A7709C" w:rsidRPr="007F6FE7" w:rsidRDefault="00A7709C" w:rsidP="008277D5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 w:rsidR="000E3438"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A7709C" w:rsidRPr="007F6FE7" w14:paraId="1FF0AC68" w14:textId="77777777" w:rsidTr="007321BF">
        <w:trPr>
          <w:trHeight w:val="992"/>
        </w:trPr>
        <w:tc>
          <w:tcPr>
            <w:tcW w:w="518" w:type="dxa"/>
            <w:vMerge w:val="restart"/>
            <w:shd w:val="clear" w:color="auto" w:fill="F3F3F3"/>
            <w:vAlign w:val="center"/>
          </w:tcPr>
          <w:p w14:paraId="282248A2" w14:textId="77777777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14:paraId="46492686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14:paraId="63ABAEB4" w14:textId="0FF9A7E2" w:rsidR="00A7709C" w:rsidRPr="007F6FE7" w:rsidRDefault="00A7709C" w:rsidP="004B48AF">
            <w:pPr>
              <w:spacing w:before="120" w:after="120"/>
              <w:jc w:val="center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 w:cs="Tahoma"/>
                <w:i/>
                <w:sz w:val="20"/>
                <w:szCs w:val="20"/>
              </w:rPr>
              <w:t>Osoba skierowana do 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>wykonywania konserwacji</w:t>
            </w:r>
            <w:r>
              <w:rPr>
                <w:rFonts w:ascii="Trebuchet MS" w:hAnsi="Trebuchet MS" w:cs="Tahoma"/>
                <w:i/>
                <w:sz w:val="20"/>
                <w:szCs w:val="20"/>
              </w:rPr>
              <w:t xml:space="preserve"> i 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 xml:space="preserve">napraw systemu sygnalizacji pożaru </w:t>
            </w:r>
            <w:r w:rsidRPr="00E07067">
              <w:rPr>
                <w:rFonts w:ascii="Trebuchet MS" w:hAnsi="Trebuchet MS" w:cs="Tahoma"/>
                <w:i/>
                <w:sz w:val="20"/>
                <w:szCs w:val="20"/>
              </w:rPr>
              <w:t>Esser IQ8Control</w:t>
            </w:r>
          </w:p>
        </w:tc>
        <w:tc>
          <w:tcPr>
            <w:tcW w:w="7992" w:type="dxa"/>
          </w:tcPr>
          <w:p w14:paraId="368B1DD0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1203796D" w14:textId="4F44D52C" w:rsidR="00A7709C" w:rsidRPr="007F6FE7" w:rsidRDefault="00A7709C" w:rsidP="008277D5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2A55FB4D" w14:textId="6271107C" w:rsidR="00A7709C" w:rsidRPr="007F6FE7" w:rsidRDefault="00A7709C" w:rsidP="0060392B">
            <w:pPr>
              <w:numPr>
                <w:ilvl w:val="1"/>
                <w:numId w:val="59"/>
              </w:numPr>
              <w:tabs>
                <w:tab w:val="clear" w:pos="1077"/>
                <w:tab w:val="num" w:pos="395"/>
              </w:tabs>
              <w:ind w:left="395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10473">
              <w:rPr>
                <w:rFonts w:ascii="Trebuchet MS" w:hAnsi="Trebuchet MS"/>
                <w:i/>
                <w:sz w:val="20"/>
                <w:szCs w:val="20"/>
              </w:rPr>
              <w:t xml:space="preserve">ważne świadectwo kwalifikacji uprawniające do </w:t>
            </w:r>
            <w:r>
              <w:rPr>
                <w:rFonts w:ascii="Trebuchet MS" w:hAnsi="Trebuchet MS"/>
                <w:i/>
                <w:sz w:val="20"/>
                <w:szCs w:val="20"/>
              </w:rPr>
              <w:t>zajmowania się eksploatacją (na </w:t>
            </w:r>
            <w:r w:rsidRPr="00410473">
              <w:rPr>
                <w:rFonts w:ascii="Trebuchet MS" w:hAnsi="Trebuchet MS"/>
                <w:i/>
                <w:sz w:val="20"/>
                <w:szCs w:val="20"/>
              </w:rPr>
              <w:t>stanowisku eksploatacji) w zakresie obsługi, konserwacji, remontów, urządzeń, instalacji i sieci elektroenergetyczny</w:t>
            </w:r>
            <w:r>
              <w:rPr>
                <w:rFonts w:ascii="Trebuchet MS" w:hAnsi="Trebuchet MS"/>
                <w:i/>
                <w:sz w:val="20"/>
                <w:szCs w:val="20"/>
              </w:rPr>
              <w:t>ch o napięciu nie wyższym niż 1 </w:t>
            </w:r>
            <w:proofErr w:type="spellStart"/>
            <w:r>
              <w:rPr>
                <w:rFonts w:ascii="Trebuchet MS" w:hAnsi="Trebuchet MS"/>
                <w:i/>
                <w:sz w:val="20"/>
                <w:szCs w:val="20"/>
              </w:rPr>
              <w:t>k</w:t>
            </w:r>
            <w:r w:rsidRPr="00410473">
              <w:rPr>
                <w:rFonts w:ascii="Trebuchet MS" w:hAnsi="Trebuchet MS"/>
                <w:i/>
                <w:sz w:val="20"/>
                <w:szCs w:val="20"/>
              </w:rPr>
              <w:t>V</w:t>
            </w:r>
            <w:proofErr w:type="spellEnd"/>
            <w:r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0EECC2D7" w14:textId="4F29C1B9" w:rsidR="00A7709C" w:rsidRPr="00410473" w:rsidRDefault="00A7709C" w:rsidP="0060392B">
            <w:pPr>
              <w:numPr>
                <w:ilvl w:val="1"/>
                <w:numId w:val="59"/>
              </w:numPr>
              <w:tabs>
                <w:tab w:val="clear" w:pos="1077"/>
                <w:tab w:val="num" w:pos="395"/>
              </w:tabs>
              <w:spacing w:after="120"/>
              <w:ind w:left="397"/>
              <w:jc w:val="both"/>
              <w:rPr>
                <w:rFonts w:ascii="Trebuchet MS" w:hAnsi="Trebuchet MS"/>
                <w:b/>
                <w:i/>
                <w:sz w:val="20"/>
                <w:szCs w:val="20"/>
              </w:rPr>
            </w:pPr>
            <w:r w:rsidRPr="00410473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uprawnienia uprawniające do wykonywania konserwacji i napraw </w:t>
            </w:r>
            <w:r w:rsidRPr="00410473">
              <w:rPr>
                <w:rFonts w:ascii="Trebuchet MS" w:eastAsia="TimesNewRomanPS" w:hAnsi="Trebuchet MS"/>
                <w:i/>
                <w:sz w:val="20"/>
                <w:szCs w:val="20"/>
                <w:u w:val="single"/>
              </w:rPr>
              <w:t>systemu sygnalizacji pożaru Esser IQ8Control</w:t>
            </w:r>
            <w:r w:rsidRPr="00410473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2BFB7278" w14:textId="77777777" w:rsidR="00A7709C" w:rsidRPr="0021329D" w:rsidRDefault="00A7709C" w:rsidP="008277D5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r w:rsidRPr="0021329D">
              <w:rPr>
                <w:rFonts w:ascii="Trebuchet MS" w:hAnsi="Trebuchet MS"/>
                <w:i/>
                <w:sz w:val="20"/>
                <w:szCs w:val="20"/>
              </w:rPr>
              <w:t>wydane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21329D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6863408E" w14:textId="6D2D9239" w:rsidR="00A7709C" w:rsidRDefault="00A7709C" w:rsidP="008277D5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dnia**</w:t>
            </w:r>
            <w:r w:rsidR="006B0E41">
              <w:rPr>
                <w:rFonts w:ascii="Trebuchet MS" w:hAnsi="Trebuchet MS"/>
                <w:i/>
                <w:sz w:val="20"/>
                <w:szCs w:val="20"/>
              </w:rPr>
              <w:t>)</w:t>
            </w:r>
            <w:r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42B0750E" w14:textId="77777777" w:rsidR="00A7709C" w:rsidRPr="007F6FE7" w:rsidRDefault="00A7709C" w:rsidP="008277D5">
            <w:pPr>
              <w:jc w:val="both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06878264" w14:textId="77AA3C20" w:rsidR="00A7709C" w:rsidRPr="007F6FE7" w:rsidRDefault="00A7709C" w:rsidP="00A7709C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minimum </w:t>
            </w:r>
            <w:r>
              <w:rPr>
                <w:rFonts w:ascii="Trebuchet MS" w:hAnsi="Trebuchet MS"/>
                <w:sz w:val="20"/>
                <w:szCs w:val="20"/>
              </w:rPr>
              <w:t>roczne doświadczenie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wcześniej niż począwszy od dnia 01.01.2012 r., w wykonywaniu </w:t>
            </w:r>
            <w:r>
              <w:rPr>
                <w:rFonts w:ascii="Trebuchet MS" w:hAnsi="Trebuchet MS"/>
                <w:sz w:val="20"/>
                <w:szCs w:val="20"/>
              </w:rPr>
              <w:t>konserwacji i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napraw  systemu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sygnalizacji pożaru Esser IQ8Control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17A1E3D0" w14:textId="77777777" w:rsidR="00A7709C" w:rsidRPr="007F6FE7" w:rsidRDefault="00A7709C" w:rsidP="008277D5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602C2862" w14:textId="77777777" w:rsidR="00A7709C" w:rsidRDefault="00A7709C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475572FC" w14:textId="3428F5A1" w:rsidR="007802A9" w:rsidRDefault="007802A9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38AD5FDB" w14:textId="71F58E7D" w:rsidR="000A45D1" w:rsidRPr="007F6FE7" w:rsidRDefault="000A45D1" w:rsidP="0005364C">
            <w:pPr>
              <w:spacing w:after="120" w:line="276" w:lineRule="auto"/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Miejsce w którym była wykonywana </w:t>
            </w:r>
            <w:r w:rsidR="0005364C">
              <w:rPr>
                <w:rFonts w:ascii="Trebuchet MS" w:hAnsi="Trebuchet MS" w:cs="Tahoma"/>
                <w:b/>
                <w:sz w:val="18"/>
                <w:szCs w:val="20"/>
              </w:rPr>
              <w:t>konserwacja i naprawa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, okres/data wykonywania </w:t>
            </w:r>
            <w:r w:rsidRPr="0005364C">
              <w:rPr>
                <w:rFonts w:ascii="Trebuchet MS" w:hAnsi="Trebuchet MS" w:cs="Tahoma"/>
                <w:b/>
                <w:sz w:val="18"/>
                <w:szCs w:val="20"/>
              </w:rPr>
              <w:t>konserwacji i naprawy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w formacie od dnia DD-MM-RRRR do dnia DD-MM-RRRR</w:t>
            </w:r>
          </w:p>
        </w:tc>
        <w:tc>
          <w:tcPr>
            <w:tcW w:w="2623" w:type="dxa"/>
            <w:vMerge w:val="restart"/>
            <w:shd w:val="clear" w:color="auto" w:fill="auto"/>
          </w:tcPr>
          <w:p w14:paraId="6E431E5C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A7709C" w:rsidRPr="007F6FE7" w14:paraId="030C1D8B" w14:textId="77777777" w:rsidTr="007321BF">
        <w:trPr>
          <w:trHeight w:val="417"/>
        </w:trPr>
        <w:tc>
          <w:tcPr>
            <w:tcW w:w="518" w:type="dxa"/>
            <w:vMerge/>
            <w:shd w:val="clear" w:color="auto" w:fill="F3F3F3"/>
            <w:vAlign w:val="center"/>
          </w:tcPr>
          <w:p w14:paraId="6F12C45B" w14:textId="77777777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14:paraId="3E03C833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/>
            <w:shd w:val="clear" w:color="auto" w:fill="auto"/>
          </w:tcPr>
          <w:p w14:paraId="32243128" w14:textId="77777777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7992" w:type="dxa"/>
          </w:tcPr>
          <w:p w14:paraId="6247A2EF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714288A2" w14:textId="77777777" w:rsidR="00A7709C" w:rsidRPr="007F6FE7" w:rsidRDefault="00A7709C" w:rsidP="008277D5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20809894" w14:textId="180CF761" w:rsidR="00A7709C" w:rsidRPr="007F6FE7" w:rsidRDefault="00A7709C" w:rsidP="008277D5">
            <w:pPr>
              <w:spacing w:after="1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 lata**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/ 3 lata**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/4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)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doświadczenia nabytego nie wcześniej niż począwszy od dnia 01.01.2012 r., </w:t>
            </w:r>
            <w:r w:rsidRPr="007F6FE7">
              <w:rPr>
                <w:rFonts w:ascii="Trebuchet MS" w:eastAsia="Calibri" w:hAnsi="Trebuchet MS"/>
                <w:i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 w:cs="Trebuchet MS"/>
                <w:bCs/>
                <w:i/>
                <w:sz w:val="20"/>
                <w:szCs w:val="20"/>
              </w:rPr>
              <w:t xml:space="preserve">wykonywaniu </w:t>
            </w:r>
            <w:r w:rsidRPr="00A7709C">
              <w:rPr>
                <w:rFonts w:ascii="Trebuchet MS" w:hAnsi="Trebuchet MS"/>
                <w:i/>
                <w:sz w:val="20"/>
                <w:szCs w:val="20"/>
              </w:rPr>
              <w:t>konserwacji i napraw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 xml:space="preserve"> sygnalizacji pożaru Esser IQ8Control</w:t>
            </w:r>
            <w:r w:rsidRPr="007F6FE7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623" w:type="dxa"/>
            <w:vMerge/>
            <w:shd w:val="clear" w:color="auto" w:fill="auto"/>
          </w:tcPr>
          <w:p w14:paraId="006A24A2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0787436B" w14:textId="77777777" w:rsidR="0005364C" w:rsidRDefault="0005364C"/>
    <w:p w14:paraId="6B3215F8" w14:textId="77777777" w:rsidR="0005364C" w:rsidRDefault="0005364C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576"/>
        <w:gridCol w:w="1207"/>
        <w:gridCol w:w="1689"/>
        <w:gridCol w:w="7983"/>
        <w:gridCol w:w="2574"/>
      </w:tblGrid>
      <w:tr w:rsidR="0005364C" w:rsidRPr="007F6FE7" w14:paraId="57FD83F6" w14:textId="77777777" w:rsidTr="0005364C">
        <w:trPr>
          <w:trHeight w:val="1861"/>
        </w:trPr>
        <w:tc>
          <w:tcPr>
            <w:tcW w:w="576" w:type="dxa"/>
            <w:shd w:val="clear" w:color="auto" w:fill="F3F3F3"/>
            <w:vAlign w:val="center"/>
          </w:tcPr>
          <w:p w14:paraId="5FBBF4A2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07" w:type="dxa"/>
            <w:shd w:val="clear" w:color="auto" w:fill="F3F3F3"/>
            <w:vAlign w:val="center"/>
          </w:tcPr>
          <w:p w14:paraId="48A4E236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689" w:type="dxa"/>
            <w:shd w:val="clear" w:color="auto" w:fill="F3F3F3"/>
            <w:vAlign w:val="center"/>
          </w:tcPr>
          <w:p w14:paraId="78871904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7983" w:type="dxa"/>
            <w:shd w:val="clear" w:color="auto" w:fill="F3F3F3"/>
          </w:tcPr>
          <w:p w14:paraId="71D7A1C4" w14:textId="77777777" w:rsidR="0005364C" w:rsidRPr="007F6FE7" w:rsidRDefault="0005364C" w:rsidP="00650111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7865CB05" w14:textId="77777777" w:rsidR="0005364C" w:rsidRPr="0096063E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wykonania zamówienia potwierdzających spełnianie wa</w:t>
            </w:r>
            <w:r>
              <w:rPr>
                <w:rFonts w:ascii="Trebuchet MS" w:hAnsi="Trebuchet MS"/>
                <w:b/>
                <w:sz w:val="20"/>
                <w:szCs w:val="20"/>
              </w:rPr>
              <w:t>runków udziału w postępowaniu 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których mowa 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w rozdziale V ust. 1 pkt 1.3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1) lit. b SIWZ</w:t>
            </w:r>
          </w:p>
          <w:p w14:paraId="742A7187" w14:textId="77777777" w:rsidR="0005364C" w:rsidRPr="0096063E" w:rsidRDefault="0005364C" w:rsidP="0065011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1B524BD8" w14:textId="77777777" w:rsidR="0005364C" w:rsidRPr="007F6FE7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Informacje podlegające ocenie ofert w kryterium Doświadczenie personelu zgodnie z zapisem rozdziału XIV ust. 5 pkt 5.1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574" w:type="dxa"/>
            <w:shd w:val="clear" w:color="auto" w:fill="F3F3F3"/>
            <w:vAlign w:val="center"/>
          </w:tcPr>
          <w:p w14:paraId="3F34646D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A7709C" w:rsidRPr="007F6FE7" w14:paraId="42CDDE4F" w14:textId="77777777" w:rsidTr="0005364C">
        <w:trPr>
          <w:trHeight w:val="1213"/>
        </w:trPr>
        <w:tc>
          <w:tcPr>
            <w:tcW w:w="576" w:type="dxa"/>
            <w:vMerge w:val="restart"/>
            <w:shd w:val="clear" w:color="auto" w:fill="F3F3F3"/>
            <w:vAlign w:val="center"/>
          </w:tcPr>
          <w:p w14:paraId="02D603F1" w14:textId="1EBAA27F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14:paraId="6761D421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14:paraId="2F13E18F" w14:textId="3A1FA06B" w:rsidR="00A7709C" w:rsidRPr="007F6FE7" w:rsidRDefault="001B368F" w:rsidP="004B48AF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B368F">
              <w:rPr>
                <w:rFonts w:ascii="Trebuchet MS" w:hAnsi="Trebuchet MS" w:cs="Tahoma"/>
                <w:sz w:val="20"/>
                <w:szCs w:val="20"/>
              </w:rPr>
              <w:t>Osoba s</w:t>
            </w:r>
            <w:r>
              <w:rPr>
                <w:rFonts w:ascii="Trebuchet MS" w:hAnsi="Trebuchet MS" w:cs="Tahoma"/>
                <w:sz w:val="20"/>
                <w:szCs w:val="20"/>
              </w:rPr>
              <w:t>kierowana do wykonywania konserwacji i </w:t>
            </w:r>
            <w:r w:rsidRPr="001B368F">
              <w:rPr>
                <w:rFonts w:ascii="Trebuchet MS" w:hAnsi="Trebuchet MS" w:cs="Tahoma"/>
                <w:sz w:val="20"/>
                <w:szCs w:val="20"/>
              </w:rPr>
              <w:t xml:space="preserve">napraw </w:t>
            </w:r>
            <w:r w:rsidR="00A7709C" w:rsidRPr="007F6FE7">
              <w:rPr>
                <w:rFonts w:ascii="Trebuchet MS" w:hAnsi="Trebuchet MS" w:cs="Tahoma"/>
                <w:sz w:val="20"/>
                <w:szCs w:val="20"/>
              </w:rPr>
              <w:t xml:space="preserve">dźwiękowego systemu ostrzegawczo </w:t>
            </w:r>
            <w:r w:rsidR="00A7709C" w:rsidRPr="00E07067">
              <w:rPr>
                <w:rFonts w:ascii="Trebuchet MS" w:hAnsi="Trebuchet MS" w:cs="Tahoma"/>
                <w:sz w:val="20"/>
                <w:szCs w:val="20"/>
              </w:rPr>
              <w:t xml:space="preserve">Bosch </w:t>
            </w:r>
            <w:proofErr w:type="spellStart"/>
            <w:r w:rsidR="00A7709C" w:rsidRPr="00E07067">
              <w:rPr>
                <w:rFonts w:ascii="Trebuchet MS" w:hAnsi="Trebuchet MS" w:cs="Tahoma"/>
                <w:sz w:val="20"/>
                <w:szCs w:val="20"/>
              </w:rPr>
              <w:t>Praesideo</w:t>
            </w:r>
            <w:proofErr w:type="spellEnd"/>
          </w:p>
        </w:tc>
        <w:tc>
          <w:tcPr>
            <w:tcW w:w="7983" w:type="dxa"/>
          </w:tcPr>
          <w:p w14:paraId="0DD382BA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064ABF7D" w14:textId="1EB2E063" w:rsidR="00A7709C" w:rsidRPr="007F6FE7" w:rsidRDefault="00A7709C" w:rsidP="008277D5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</w:t>
            </w:r>
            <w:r w:rsidR="00413D79" w:rsidRPr="00413D79">
              <w:rPr>
                <w:rFonts w:ascii="Trebuchet MS" w:hAnsi="Trebuchet MS"/>
                <w:sz w:val="20"/>
                <w:szCs w:val="20"/>
              </w:rPr>
              <w:t xml:space="preserve">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7CA0CE70" w14:textId="33B2DCBE" w:rsidR="00A7709C" w:rsidRPr="007F6FE7" w:rsidRDefault="00A7709C" w:rsidP="0060392B">
            <w:pPr>
              <w:numPr>
                <w:ilvl w:val="1"/>
                <w:numId w:val="60"/>
              </w:numPr>
              <w:tabs>
                <w:tab w:val="clear" w:pos="1077"/>
                <w:tab w:val="num" w:pos="384"/>
              </w:tabs>
              <w:ind w:left="395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E5F3D">
              <w:rPr>
                <w:rFonts w:ascii="Trebuchet MS" w:hAnsi="Trebuchet MS"/>
                <w:sz w:val="20"/>
                <w:szCs w:val="20"/>
              </w:rPr>
              <w:t xml:space="preserve">ważne świadectwo kwalifikacji uprawniające do </w:t>
            </w:r>
            <w:r>
              <w:rPr>
                <w:rFonts w:ascii="Trebuchet MS" w:eastAsia="TimesNewRomanPS" w:hAnsi="Trebuchet MS"/>
                <w:sz w:val="20"/>
                <w:szCs w:val="20"/>
              </w:rPr>
              <w:t>zajmowania się eksploatacją (na </w:t>
            </w:r>
            <w:r w:rsidRPr="005E5F3D">
              <w:rPr>
                <w:rFonts w:ascii="Trebuchet MS" w:eastAsia="TimesNewRomanPS" w:hAnsi="Trebuchet MS"/>
                <w:sz w:val="20"/>
                <w:szCs w:val="20"/>
              </w:rPr>
              <w:t>stanowisku eksploatacji) w zakresie obsługi, konserwacji, remontów, urządzeń, instalacji i sieci elektroenergetycznyc</w:t>
            </w:r>
            <w:r>
              <w:rPr>
                <w:rFonts w:ascii="Trebuchet MS" w:eastAsia="TimesNewRomanPS" w:hAnsi="Trebuchet MS"/>
                <w:sz w:val="20"/>
                <w:szCs w:val="20"/>
              </w:rPr>
              <w:t xml:space="preserve">h o napięciu nie wyższym niż 1 </w:t>
            </w:r>
            <w:proofErr w:type="spellStart"/>
            <w:r>
              <w:rPr>
                <w:rFonts w:ascii="Trebuchet MS" w:eastAsia="TimesNewRomanPS" w:hAnsi="Trebuchet MS"/>
                <w:sz w:val="20"/>
                <w:szCs w:val="20"/>
              </w:rPr>
              <w:t>k</w:t>
            </w:r>
            <w:r w:rsidRPr="005E5F3D">
              <w:rPr>
                <w:rFonts w:ascii="Trebuchet MS" w:eastAsia="TimesNewRomanPS" w:hAnsi="Trebuchet MS"/>
                <w:sz w:val="20"/>
                <w:szCs w:val="20"/>
              </w:rPr>
              <w:t>V</w:t>
            </w:r>
            <w:proofErr w:type="spellEnd"/>
            <w:r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21C3E823" w14:textId="58D18C36" w:rsidR="00A7709C" w:rsidRPr="00A7709C" w:rsidRDefault="00A7709C" w:rsidP="0060392B">
            <w:pPr>
              <w:numPr>
                <w:ilvl w:val="1"/>
                <w:numId w:val="60"/>
              </w:numPr>
              <w:tabs>
                <w:tab w:val="clear" w:pos="1077"/>
                <w:tab w:val="num" w:pos="384"/>
              </w:tabs>
              <w:ind w:left="395"/>
              <w:jc w:val="both"/>
              <w:rPr>
                <w:rFonts w:ascii="Trebuchet MS" w:eastAsia="TimesNewRomanPS" w:hAnsi="Trebuchet MS"/>
                <w:i/>
                <w:sz w:val="20"/>
                <w:szCs w:val="20"/>
              </w:rPr>
            </w:pPr>
            <w:r w:rsidRPr="005B1BE3">
              <w:rPr>
                <w:rFonts w:ascii="Trebuchet MS" w:eastAsia="TimesNewRomanPS" w:hAnsi="Trebuchet MS"/>
                <w:i/>
                <w:sz w:val="20"/>
                <w:szCs w:val="20"/>
              </w:rPr>
              <w:t>uprawnienia uprawniające do wykonywania konserwacji</w:t>
            </w:r>
            <w:r w:rsidR="00E07067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i</w:t>
            </w:r>
            <w:r w:rsidRPr="005B1BE3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napraw </w:t>
            </w:r>
            <w:r w:rsidRPr="00A7709C">
              <w:rPr>
                <w:rFonts w:ascii="Trebuchet MS" w:eastAsia="TimesNewRomanPS" w:hAnsi="Trebuchet MS"/>
                <w:i/>
                <w:sz w:val="20"/>
                <w:szCs w:val="20"/>
                <w:u w:val="single"/>
              </w:rPr>
              <w:t xml:space="preserve">dźwiękowego systemu ostrzegawczo Bosch </w:t>
            </w:r>
            <w:proofErr w:type="spellStart"/>
            <w:r w:rsidRPr="00A7709C">
              <w:rPr>
                <w:rFonts w:ascii="Trebuchet MS" w:eastAsia="TimesNewRomanPS" w:hAnsi="Trebuchet MS"/>
                <w:i/>
                <w:sz w:val="20"/>
                <w:szCs w:val="20"/>
                <w:u w:val="single"/>
              </w:rPr>
              <w:t>Praesideo</w:t>
            </w:r>
            <w:proofErr w:type="spellEnd"/>
            <w:r w:rsidRPr="00A7709C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73AD43B4" w14:textId="77777777" w:rsidR="00A7709C" w:rsidRPr="005B1BE3" w:rsidRDefault="00A7709C" w:rsidP="008277D5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r w:rsidRPr="005B1BE3">
              <w:rPr>
                <w:rFonts w:ascii="Trebuchet MS" w:hAnsi="Trebuchet MS"/>
                <w:i/>
                <w:sz w:val="20"/>
                <w:szCs w:val="20"/>
              </w:rPr>
              <w:t>wydane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5B1BE3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590B4B0C" w14:textId="77777777" w:rsidR="00A7709C" w:rsidRDefault="00A7709C" w:rsidP="008277D5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dnia**):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214AF28A" w14:textId="77777777" w:rsidR="00A7709C" w:rsidRPr="007F6FE7" w:rsidRDefault="00A7709C" w:rsidP="008277D5">
            <w:pPr>
              <w:spacing w:line="276" w:lineRule="auto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5347502E" w14:textId="677A0549" w:rsidR="00A7709C" w:rsidRPr="007F6FE7" w:rsidRDefault="00A7709C" w:rsidP="00A7709C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minimum </w:t>
            </w:r>
            <w:r>
              <w:rPr>
                <w:rFonts w:ascii="Trebuchet MS" w:hAnsi="Trebuchet MS"/>
                <w:sz w:val="20"/>
                <w:szCs w:val="20"/>
              </w:rPr>
              <w:t>roczne doświadczenie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>wcześniej niż począwszy od dnia 01.01.2012 r., w wykonywaniu konserwacji</w:t>
            </w:r>
            <w:r>
              <w:rPr>
                <w:rFonts w:ascii="Trebuchet MS" w:hAnsi="Trebuchet MS"/>
                <w:sz w:val="20"/>
                <w:szCs w:val="20"/>
              </w:rPr>
              <w:t xml:space="preserve"> i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napraw 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 xml:space="preserve">dźwiękowego systemu ostrzegawczo Bosch </w:t>
            </w:r>
            <w:proofErr w:type="spellStart"/>
            <w:r w:rsidRPr="007F6FE7">
              <w:rPr>
                <w:rFonts w:ascii="Trebuchet MS" w:hAnsi="Trebuchet MS" w:cs="Tahoma"/>
                <w:sz w:val="20"/>
                <w:szCs w:val="20"/>
              </w:rPr>
              <w:t>Praesideo</w:t>
            </w:r>
            <w:proofErr w:type="spellEnd"/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1DBC974" w14:textId="77777777" w:rsidR="00A7709C" w:rsidRPr="007F6FE7" w:rsidRDefault="00A7709C" w:rsidP="008277D5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537DF7AD" w14:textId="77777777" w:rsidR="00A7709C" w:rsidRDefault="00A7709C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48F24489" w14:textId="113C09ED" w:rsidR="007802A9" w:rsidRDefault="007802A9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17CC51B1" w14:textId="20B4DBD9" w:rsidR="0005364C" w:rsidRPr="007F6FE7" w:rsidRDefault="0005364C" w:rsidP="00204E1A">
            <w:pPr>
              <w:spacing w:after="120"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204E1A">
              <w:rPr>
                <w:rFonts w:ascii="Trebuchet MS" w:hAnsi="Trebuchet MS" w:cs="Tahoma"/>
                <w:b/>
                <w:sz w:val="18"/>
                <w:szCs w:val="20"/>
              </w:rPr>
              <w:t>Miejsce w którym była wykonywana konserwacja i naprawa, okres/data wykonywania konserwacji i naprawy w formacie od dnia DD-MM-RRRR do dnia DD-MM-RRRR</w:t>
            </w:r>
          </w:p>
        </w:tc>
        <w:tc>
          <w:tcPr>
            <w:tcW w:w="2574" w:type="dxa"/>
            <w:vMerge w:val="restart"/>
            <w:shd w:val="clear" w:color="auto" w:fill="auto"/>
          </w:tcPr>
          <w:p w14:paraId="1466B22B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A7709C" w:rsidRPr="007F6FE7" w14:paraId="77226CD2" w14:textId="77777777" w:rsidTr="0005364C">
        <w:trPr>
          <w:trHeight w:val="1213"/>
        </w:trPr>
        <w:tc>
          <w:tcPr>
            <w:tcW w:w="576" w:type="dxa"/>
            <w:vMerge/>
            <w:shd w:val="clear" w:color="auto" w:fill="F3F3F3"/>
            <w:vAlign w:val="center"/>
          </w:tcPr>
          <w:p w14:paraId="6ED64980" w14:textId="77777777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14:paraId="2DCE944F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/>
            <w:shd w:val="clear" w:color="auto" w:fill="auto"/>
            <w:vAlign w:val="center"/>
          </w:tcPr>
          <w:p w14:paraId="691C683F" w14:textId="77777777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7983" w:type="dxa"/>
          </w:tcPr>
          <w:p w14:paraId="5F101928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07A1F10C" w14:textId="77777777" w:rsidR="00A7709C" w:rsidRPr="007F6FE7" w:rsidRDefault="00A7709C" w:rsidP="008277D5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6AA917D9" w14:textId="587680DC" w:rsidR="00A7709C" w:rsidRPr="007F6FE7" w:rsidRDefault="00A7709C" w:rsidP="008277D5">
            <w:pPr>
              <w:spacing w:after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 lata**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/ 3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*/4 lata**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**)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doświadczenia nabytego nie wcześniej niż począwszy od dnia 01.01.2012 r., </w:t>
            </w:r>
            <w:r w:rsidRPr="007F6FE7">
              <w:rPr>
                <w:rFonts w:ascii="Trebuchet MS" w:eastAsia="Calibri" w:hAnsi="Trebuchet MS"/>
                <w:i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 w:cs="Trebuchet MS"/>
                <w:bCs/>
                <w:i/>
                <w:sz w:val="20"/>
                <w:szCs w:val="20"/>
              </w:rPr>
              <w:t xml:space="preserve">wykonywaniu </w:t>
            </w:r>
            <w:r w:rsidRPr="00A7709C">
              <w:rPr>
                <w:rFonts w:ascii="Trebuchet MS" w:hAnsi="Trebuchet MS"/>
                <w:i/>
                <w:sz w:val="20"/>
                <w:szCs w:val="20"/>
              </w:rPr>
              <w:t>konserwacji i napraw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 xml:space="preserve">dźwiękowego systemu ostrzegawczo Bosch </w:t>
            </w:r>
            <w:proofErr w:type="spellStart"/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>Praesideo</w:t>
            </w:r>
            <w:proofErr w:type="spellEnd"/>
            <w:r w:rsidRPr="007F6FE7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74" w:type="dxa"/>
            <w:vMerge/>
            <w:shd w:val="clear" w:color="auto" w:fill="auto"/>
          </w:tcPr>
          <w:p w14:paraId="7404CC66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49367E35" w14:textId="77777777" w:rsidR="0005364C" w:rsidRDefault="0005364C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62"/>
        <w:gridCol w:w="1276"/>
        <w:gridCol w:w="1701"/>
        <w:gridCol w:w="7938"/>
        <w:gridCol w:w="2552"/>
      </w:tblGrid>
      <w:tr w:rsidR="0005364C" w:rsidRPr="007F6FE7" w14:paraId="777E4F8F" w14:textId="77777777" w:rsidTr="0005364C">
        <w:trPr>
          <w:trHeight w:val="1861"/>
        </w:trPr>
        <w:tc>
          <w:tcPr>
            <w:tcW w:w="562" w:type="dxa"/>
            <w:shd w:val="clear" w:color="auto" w:fill="F3F3F3"/>
            <w:vAlign w:val="center"/>
          </w:tcPr>
          <w:p w14:paraId="138C794D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0F164329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641B3A9C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7938" w:type="dxa"/>
            <w:shd w:val="clear" w:color="auto" w:fill="F3F3F3"/>
          </w:tcPr>
          <w:p w14:paraId="03A44DCA" w14:textId="77777777" w:rsidR="0005364C" w:rsidRPr="007F6FE7" w:rsidRDefault="0005364C" w:rsidP="00650111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5148ED10" w14:textId="77777777" w:rsidR="0005364C" w:rsidRPr="0096063E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wykonania zamówienia potwierdzających spełnianie wa</w:t>
            </w:r>
            <w:r>
              <w:rPr>
                <w:rFonts w:ascii="Trebuchet MS" w:hAnsi="Trebuchet MS"/>
                <w:b/>
                <w:sz w:val="20"/>
                <w:szCs w:val="20"/>
              </w:rPr>
              <w:t>runków udziału w postępowaniu 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których mowa 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w rozdziale V ust. 1 pkt 1.3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1) lit. b SIWZ</w:t>
            </w:r>
          </w:p>
          <w:p w14:paraId="75BB5EDE" w14:textId="77777777" w:rsidR="0005364C" w:rsidRPr="0096063E" w:rsidRDefault="0005364C" w:rsidP="0065011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3033659B" w14:textId="77777777" w:rsidR="0005364C" w:rsidRPr="007F6FE7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Informacje podlegające ocenie ofert w kryterium Doświadczenie personelu zgodnie z zapisem rozdziału XIV ust. 5 pkt 5.1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3ECDC7FF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A7709C" w:rsidRPr="007F6FE7" w14:paraId="13426DDC" w14:textId="77777777" w:rsidTr="0005364C">
        <w:trPr>
          <w:trHeight w:val="1213"/>
        </w:trPr>
        <w:tc>
          <w:tcPr>
            <w:tcW w:w="562" w:type="dxa"/>
            <w:vMerge w:val="restart"/>
            <w:shd w:val="clear" w:color="auto" w:fill="F3F3F3"/>
            <w:vAlign w:val="center"/>
          </w:tcPr>
          <w:p w14:paraId="7EB5B995" w14:textId="5A67550B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C9D8EBB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3794A50" w14:textId="76062945" w:rsidR="00A7709C" w:rsidRPr="007F6FE7" w:rsidRDefault="00A7709C" w:rsidP="004B48AF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7709C">
              <w:rPr>
                <w:rFonts w:ascii="Trebuchet MS" w:hAnsi="Trebuchet MS" w:cs="Tahoma"/>
                <w:sz w:val="20"/>
                <w:szCs w:val="20"/>
              </w:rPr>
              <w:t xml:space="preserve">Osoba skierowana do wykonywania konserwacji i napraw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 xml:space="preserve">systemu zasysającego </w:t>
            </w:r>
            <w:proofErr w:type="spellStart"/>
            <w:r w:rsidRPr="00A7709C">
              <w:rPr>
                <w:rFonts w:ascii="Trebuchet MS" w:hAnsi="Trebuchet MS" w:cs="Tahoma"/>
                <w:b/>
                <w:sz w:val="20"/>
                <w:szCs w:val="20"/>
              </w:rPr>
              <w:t>Vesda</w:t>
            </w:r>
            <w:proofErr w:type="spellEnd"/>
          </w:p>
        </w:tc>
        <w:tc>
          <w:tcPr>
            <w:tcW w:w="7938" w:type="dxa"/>
          </w:tcPr>
          <w:p w14:paraId="01574AC1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0CDB82DE" w14:textId="4F5702EA" w:rsidR="00A7709C" w:rsidRPr="007F6FE7" w:rsidRDefault="00A7709C" w:rsidP="008277D5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442FAA42" w14:textId="77777777" w:rsidR="007321BF" w:rsidRDefault="00E07067" w:rsidP="0060392B">
            <w:pPr>
              <w:numPr>
                <w:ilvl w:val="1"/>
                <w:numId w:val="61"/>
              </w:numPr>
              <w:tabs>
                <w:tab w:val="clear" w:pos="1077"/>
                <w:tab w:val="num" w:pos="384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ważne świadectwo kwalifikacji uprawniające do zajmowania się eksploatacją (na stanowisku eksploatacji) w zakresie obsługi, konserwacji, remontów, urządzeń, instalacji i sieci elektroenergetycznych o napięciu nie wyższym niż 1 </w:t>
            </w:r>
            <w:proofErr w:type="spellStart"/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>kV</w:t>
            </w:r>
            <w:proofErr w:type="spellEnd"/>
            <w:r w:rsidR="00A7709C"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30F44B1C" w14:textId="73A38462" w:rsidR="00A7709C" w:rsidRPr="007321BF" w:rsidRDefault="00A7709C" w:rsidP="0060392B">
            <w:pPr>
              <w:numPr>
                <w:ilvl w:val="1"/>
                <w:numId w:val="61"/>
              </w:numPr>
              <w:tabs>
                <w:tab w:val="clear" w:pos="1077"/>
                <w:tab w:val="num" w:pos="384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321BF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uprawnienia uprawniające do wykonywania </w:t>
            </w:r>
            <w:r w:rsidR="00E07067" w:rsidRPr="007321BF">
              <w:rPr>
                <w:rFonts w:ascii="Trebuchet MS" w:eastAsia="TimesNewRomanPS" w:hAnsi="Trebuchet MS"/>
                <w:i/>
                <w:sz w:val="20"/>
                <w:szCs w:val="20"/>
              </w:rPr>
              <w:t>konserwacji i napraw</w:t>
            </w:r>
            <w:r w:rsidRPr="007321BF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</w:t>
            </w:r>
            <w:r w:rsidRPr="007321BF">
              <w:rPr>
                <w:rFonts w:ascii="Trebuchet MS" w:hAnsi="Trebuchet MS" w:cs="Tahoma"/>
                <w:i/>
                <w:sz w:val="20"/>
                <w:szCs w:val="20"/>
                <w:u w:val="single"/>
              </w:rPr>
              <w:t xml:space="preserve">systemu zasysającego </w:t>
            </w:r>
            <w:proofErr w:type="spellStart"/>
            <w:r w:rsidRPr="007321BF">
              <w:rPr>
                <w:rFonts w:ascii="Trebuchet MS" w:hAnsi="Trebuchet MS" w:cs="Tahoma"/>
                <w:i/>
                <w:sz w:val="20"/>
                <w:szCs w:val="20"/>
                <w:u w:val="single"/>
              </w:rPr>
              <w:t>Vesda</w:t>
            </w:r>
            <w:proofErr w:type="spellEnd"/>
            <w:r w:rsidRPr="007321BF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26F23788" w14:textId="77777777" w:rsidR="00A7709C" w:rsidRPr="005B1BE3" w:rsidRDefault="00A7709C" w:rsidP="008277D5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r w:rsidRPr="005B1BE3">
              <w:rPr>
                <w:rFonts w:ascii="Trebuchet MS" w:hAnsi="Trebuchet MS"/>
                <w:i/>
                <w:sz w:val="20"/>
                <w:szCs w:val="20"/>
              </w:rPr>
              <w:t>wydane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5B1BE3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35492563" w14:textId="77777777" w:rsidR="00A7709C" w:rsidRDefault="00A7709C" w:rsidP="008277D5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dnia**):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522C1DA8" w14:textId="77777777" w:rsidR="00A7709C" w:rsidRPr="007F6FE7" w:rsidRDefault="00A7709C" w:rsidP="008277D5">
            <w:pPr>
              <w:jc w:val="both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017A95F2" w14:textId="7512EE57" w:rsidR="00A7709C" w:rsidRPr="007F6FE7" w:rsidRDefault="00A7709C" w:rsidP="00E0706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minimum </w:t>
            </w:r>
            <w:r w:rsidR="00E07067">
              <w:rPr>
                <w:rFonts w:ascii="Trebuchet MS" w:hAnsi="Trebuchet MS"/>
                <w:sz w:val="20"/>
                <w:szCs w:val="20"/>
              </w:rPr>
              <w:t>roczne doświadczenie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wcześniej niż począwszy od dnia 01.01.2012 r., w wykonywaniu </w:t>
            </w:r>
            <w:r w:rsidR="00E07067">
              <w:rPr>
                <w:rFonts w:ascii="Trebuchet MS" w:hAnsi="Trebuchet MS"/>
                <w:sz w:val="20"/>
                <w:szCs w:val="20"/>
              </w:rPr>
              <w:t>konserwacji i </w:t>
            </w:r>
            <w:r w:rsidR="00E07067" w:rsidRPr="00E07067">
              <w:rPr>
                <w:rFonts w:ascii="Trebuchet MS" w:hAnsi="Trebuchet MS"/>
                <w:sz w:val="20"/>
                <w:szCs w:val="20"/>
              </w:rPr>
              <w:t xml:space="preserve">napraw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 xml:space="preserve">systemu zasysającego </w:t>
            </w:r>
            <w:proofErr w:type="spellStart"/>
            <w:r w:rsidRPr="007F6FE7">
              <w:rPr>
                <w:rFonts w:ascii="Trebuchet MS" w:hAnsi="Trebuchet MS" w:cs="Tahoma"/>
                <w:sz w:val="20"/>
                <w:szCs w:val="20"/>
              </w:rPr>
              <w:t>Vesda</w:t>
            </w:r>
            <w:proofErr w:type="spellEnd"/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6D70535" w14:textId="77777777" w:rsidR="00A7709C" w:rsidRPr="007F6FE7" w:rsidRDefault="00A7709C" w:rsidP="008277D5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47E8FA2C" w14:textId="77777777" w:rsidR="00A7709C" w:rsidRDefault="00A7709C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4315740F" w14:textId="01698A7B" w:rsidR="007802A9" w:rsidRDefault="007802A9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11EFA71D" w14:textId="13433082" w:rsidR="0005364C" w:rsidRPr="007F6FE7" w:rsidRDefault="0005364C" w:rsidP="00204E1A">
            <w:pPr>
              <w:spacing w:after="120"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Miejsce w którym była wykonywana </w:t>
            </w:r>
            <w:r>
              <w:rPr>
                <w:rFonts w:ascii="Trebuchet MS" w:hAnsi="Trebuchet MS" w:cs="Tahoma"/>
                <w:b/>
                <w:sz w:val="18"/>
                <w:szCs w:val="20"/>
              </w:rPr>
              <w:t>konserwacja i naprawa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, okres/data wykonywania </w:t>
            </w:r>
            <w:r w:rsidRPr="0005364C">
              <w:rPr>
                <w:rFonts w:ascii="Trebuchet MS" w:hAnsi="Trebuchet MS" w:cs="Tahoma"/>
                <w:b/>
                <w:sz w:val="18"/>
                <w:szCs w:val="20"/>
              </w:rPr>
              <w:t>konserwacji i naprawy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w formacie od dnia DD-MM-RRRR do dnia DD-MM-RRRR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31EAAED8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A7709C" w:rsidRPr="007F6FE7" w14:paraId="3AA2EE6D" w14:textId="77777777" w:rsidTr="0005364C">
        <w:trPr>
          <w:trHeight w:val="1213"/>
        </w:trPr>
        <w:tc>
          <w:tcPr>
            <w:tcW w:w="562" w:type="dxa"/>
            <w:vMerge/>
            <w:shd w:val="clear" w:color="auto" w:fill="F3F3F3"/>
            <w:vAlign w:val="center"/>
          </w:tcPr>
          <w:p w14:paraId="767D5F25" w14:textId="77777777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2B8008F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7FA3A01" w14:textId="77777777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7938" w:type="dxa"/>
          </w:tcPr>
          <w:p w14:paraId="3F70F098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6ACACD3C" w14:textId="77777777" w:rsidR="00A7709C" w:rsidRPr="007F6FE7" w:rsidRDefault="00A7709C" w:rsidP="008277D5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013064B9" w14:textId="073FDA2C" w:rsidR="00A7709C" w:rsidRPr="007F6FE7" w:rsidRDefault="00A7709C" w:rsidP="008277D5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 3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*/4 lata**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**)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doświadczenia nabytego nie wcześniej niż począwszy od dnia 01.01.2012 r., </w:t>
            </w:r>
            <w:r w:rsidRPr="007F6FE7">
              <w:rPr>
                <w:rFonts w:ascii="Trebuchet MS" w:eastAsia="Calibri" w:hAnsi="Trebuchet MS"/>
                <w:i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 w:cs="Trebuchet MS"/>
                <w:bCs/>
                <w:i/>
                <w:sz w:val="20"/>
                <w:szCs w:val="20"/>
              </w:rPr>
              <w:t xml:space="preserve">wykonywaniu 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</w:rPr>
              <w:t>konserwacji i naprawy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 xml:space="preserve"> systemu zasysającego </w:t>
            </w:r>
            <w:proofErr w:type="spellStart"/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>Vesda</w:t>
            </w:r>
            <w:proofErr w:type="spellEnd"/>
            <w:r w:rsidRPr="007F6FE7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52" w:type="dxa"/>
            <w:vMerge/>
            <w:shd w:val="clear" w:color="auto" w:fill="auto"/>
          </w:tcPr>
          <w:p w14:paraId="3894AC4E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195F5195" w14:textId="77777777" w:rsidR="0005364C" w:rsidRDefault="0005364C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62"/>
        <w:gridCol w:w="1276"/>
        <w:gridCol w:w="1701"/>
        <w:gridCol w:w="7938"/>
        <w:gridCol w:w="2552"/>
      </w:tblGrid>
      <w:tr w:rsidR="0005364C" w:rsidRPr="007F6FE7" w14:paraId="0AFC75D7" w14:textId="77777777" w:rsidTr="0005364C">
        <w:trPr>
          <w:trHeight w:val="1861"/>
        </w:trPr>
        <w:tc>
          <w:tcPr>
            <w:tcW w:w="562" w:type="dxa"/>
            <w:shd w:val="clear" w:color="auto" w:fill="F3F3F3"/>
            <w:vAlign w:val="center"/>
          </w:tcPr>
          <w:p w14:paraId="7FF3A241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40A4A29B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06FEEC0E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7938" w:type="dxa"/>
            <w:shd w:val="clear" w:color="auto" w:fill="F3F3F3"/>
          </w:tcPr>
          <w:p w14:paraId="7CB27D18" w14:textId="77777777" w:rsidR="0005364C" w:rsidRPr="007F6FE7" w:rsidRDefault="0005364C" w:rsidP="00650111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667601C5" w14:textId="77777777" w:rsidR="0005364C" w:rsidRPr="0096063E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wykonania zamówienia potwierdzających spełnianie wa</w:t>
            </w:r>
            <w:r>
              <w:rPr>
                <w:rFonts w:ascii="Trebuchet MS" w:hAnsi="Trebuchet MS"/>
                <w:b/>
                <w:sz w:val="20"/>
                <w:szCs w:val="20"/>
              </w:rPr>
              <w:t>runków udziału w postępowaniu 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których mowa 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w rozdziale V ust. 1 pkt 1.3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1) lit. b SIWZ</w:t>
            </w:r>
          </w:p>
          <w:p w14:paraId="582ECCBD" w14:textId="77777777" w:rsidR="0005364C" w:rsidRPr="0096063E" w:rsidRDefault="0005364C" w:rsidP="0065011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16715743" w14:textId="77777777" w:rsidR="0005364C" w:rsidRPr="007F6FE7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Informacje podlegające ocenie ofert w kryterium Doświadczenie personelu zgodnie z zapisem rozdziału XIV ust. 5 pkt 5.1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152D6EB3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A7709C" w:rsidRPr="007F6FE7" w14:paraId="122668E4" w14:textId="77777777" w:rsidTr="0005364C">
        <w:trPr>
          <w:trHeight w:val="1429"/>
        </w:trPr>
        <w:tc>
          <w:tcPr>
            <w:tcW w:w="562" w:type="dxa"/>
            <w:vMerge w:val="restart"/>
            <w:shd w:val="clear" w:color="auto" w:fill="F3F3F3"/>
            <w:vAlign w:val="center"/>
          </w:tcPr>
          <w:p w14:paraId="17A1927C" w14:textId="59512758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C7D4C15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DDC7B79" w14:textId="4FEE370C" w:rsidR="00A7709C" w:rsidRPr="007F6FE7" w:rsidRDefault="00A7709C" w:rsidP="00A7709C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7709C">
              <w:rPr>
                <w:rFonts w:ascii="Trebuchet MS" w:hAnsi="Trebuchet MS" w:cs="Tahoma"/>
                <w:sz w:val="20"/>
                <w:szCs w:val="20"/>
              </w:rPr>
              <w:t xml:space="preserve">Osoba skierowana do wykonywania konserwacji i napraw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przesuwnych stalowych bram ppoż. N150 EI60 firmy EF Polska</w:t>
            </w:r>
          </w:p>
        </w:tc>
        <w:tc>
          <w:tcPr>
            <w:tcW w:w="7938" w:type="dxa"/>
          </w:tcPr>
          <w:p w14:paraId="4DE796C7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48903E83" w14:textId="5817B9C0" w:rsidR="00A7709C" w:rsidRPr="007F6FE7" w:rsidRDefault="00A7709C" w:rsidP="008277D5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2FE1320F" w14:textId="77777777" w:rsidR="006B0E41" w:rsidRDefault="00E07067" w:rsidP="0060392B">
            <w:pPr>
              <w:numPr>
                <w:ilvl w:val="1"/>
                <w:numId w:val="62"/>
              </w:numPr>
              <w:tabs>
                <w:tab w:val="clear" w:pos="1077"/>
                <w:tab w:val="num" w:pos="100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ważne świadectwo kwalifikacji uprawniające do zajmowania się eksploatacją (na stanowisku eksploatacji) w zakresie obsługi, konserwacji, remontów, urządzeń, instalacji i sieci elektroenergetycznych o napięciu nie wyższym niż 1 </w:t>
            </w:r>
            <w:proofErr w:type="spellStart"/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>kV</w:t>
            </w:r>
            <w:proofErr w:type="spellEnd"/>
            <w:r w:rsidR="00A7709C"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3503D56B" w14:textId="6D4A25B0" w:rsidR="00A7709C" w:rsidRPr="006B0E41" w:rsidRDefault="00A7709C" w:rsidP="0060392B">
            <w:pPr>
              <w:numPr>
                <w:ilvl w:val="1"/>
                <w:numId w:val="62"/>
              </w:numPr>
              <w:tabs>
                <w:tab w:val="clear" w:pos="1077"/>
                <w:tab w:val="num" w:pos="100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0E41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uprawnienia uprawniające do wykonywania </w:t>
            </w:r>
            <w:r w:rsidR="00E07067" w:rsidRPr="006B0E41">
              <w:rPr>
                <w:rFonts w:ascii="Trebuchet MS" w:eastAsia="TimesNewRomanPS" w:hAnsi="Trebuchet MS"/>
                <w:i/>
                <w:sz w:val="20"/>
                <w:szCs w:val="20"/>
              </w:rPr>
              <w:t>konserwacji i napraw</w:t>
            </w:r>
            <w:r w:rsidRPr="006B0E41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</w:t>
            </w:r>
            <w:r w:rsidRPr="006B0E41">
              <w:rPr>
                <w:rFonts w:ascii="Trebuchet MS" w:hAnsi="Trebuchet MS" w:cs="Tahoma"/>
                <w:i/>
                <w:sz w:val="20"/>
                <w:szCs w:val="20"/>
                <w:u w:val="single"/>
              </w:rPr>
              <w:t>przesuwnych stalowych bram ppoż. N150 EI60 firmy EF Polska</w:t>
            </w:r>
            <w:r w:rsidRPr="006B0E41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6F1F36D2" w14:textId="77777777" w:rsidR="00A7709C" w:rsidRPr="005B1BE3" w:rsidRDefault="00A7709C" w:rsidP="008277D5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r w:rsidRPr="005B1BE3">
              <w:rPr>
                <w:rFonts w:ascii="Trebuchet MS" w:hAnsi="Trebuchet MS"/>
                <w:i/>
                <w:sz w:val="20"/>
                <w:szCs w:val="20"/>
              </w:rPr>
              <w:t>wydane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5B1BE3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1B871C0A" w14:textId="77777777" w:rsidR="00A7709C" w:rsidRDefault="00A7709C" w:rsidP="008277D5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dnia**):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294B67F4" w14:textId="77777777" w:rsidR="00A7709C" w:rsidRPr="007F6FE7" w:rsidRDefault="00A7709C" w:rsidP="008277D5">
            <w:pPr>
              <w:jc w:val="both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4CDFB795" w14:textId="7861A13C" w:rsidR="00A7709C" w:rsidRPr="007F6FE7" w:rsidRDefault="00A7709C" w:rsidP="00E0706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minimum </w:t>
            </w:r>
            <w:r w:rsidR="00E07067">
              <w:rPr>
                <w:rFonts w:ascii="Trebuchet MS" w:hAnsi="Trebuchet MS"/>
                <w:sz w:val="20"/>
                <w:szCs w:val="20"/>
              </w:rPr>
              <w:t>roczne doświadczenie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wcześniej niż począwszy od dnia 01.01.2012 r., w wykonywaniu </w:t>
            </w:r>
            <w:r w:rsidR="006B0E41">
              <w:rPr>
                <w:rFonts w:ascii="Trebuchet MS" w:hAnsi="Trebuchet MS"/>
                <w:sz w:val="20"/>
                <w:szCs w:val="20"/>
              </w:rPr>
              <w:t>konserwacji i </w:t>
            </w:r>
            <w:r w:rsidR="00E07067" w:rsidRPr="00E07067">
              <w:rPr>
                <w:rFonts w:ascii="Trebuchet MS" w:hAnsi="Trebuchet MS"/>
                <w:sz w:val="20"/>
                <w:szCs w:val="20"/>
              </w:rPr>
              <w:t>napraw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przesuwnych stalowych bram ppoż. N150 EI60 firmy EF Polska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3D92B4F5" w14:textId="77777777" w:rsidR="00A7709C" w:rsidRPr="007F6FE7" w:rsidRDefault="00A7709C" w:rsidP="008277D5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4474FB2D" w14:textId="77777777" w:rsidR="00A7709C" w:rsidRDefault="00A7709C" w:rsidP="008277D5">
            <w:pPr>
              <w:spacing w:after="120" w:line="276" w:lineRule="auto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  <w:r w:rsidRPr="007F6FE7">
              <w:rPr>
                <w:rFonts w:ascii="Trebuchet MS" w:hAnsi="Trebuchet MS"/>
                <w:i/>
                <w:sz w:val="18"/>
                <w:szCs w:val="18"/>
              </w:rPr>
              <w:t>.</w:t>
            </w:r>
          </w:p>
          <w:p w14:paraId="17E06679" w14:textId="4D4AEE95" w:rsidR="007802A9" w:rsidRDefault="007802A9" w:rsidP="008277D5">
            <w:pPr>
              <w:spacing w:after="120" w:line="276" w:lineRule="auto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4034EF13" w14:textId="3DEB0B2F" w:rsidR="007802A9" w:rsidRPr="007F6FE7" w:rsidRDefault="007802A9" w:rsidP="00204E1A">
            <w:pPr>
              <w:spacing w:after="120"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Miejsce w którym była wykonywana </w:t>
            </w:r>
            <w:r>
              <w:rPr>
                <w:rFonts w:ascii="Trebuchet MS" w:hAnsi="Trebuchet MS" w:cs="Tahoma"/>
                <w:b/>
                <w:sz w:val="18"/>
                <w:szCs w:val="20"/>
              </w:rPr>
              <w:t>konserwacja i naprawa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, okres/data wykonywania </w:t>
            </w:r>
            <w:r w:rsidRPr="0005364C">
              <w:rPr>
                <w:rFonts w:ascii="Trebuchet MS" w:hAnsi="Trebuchet MS" w:cs="Tahoma"/>
                <w:b/>
                <w:sz w:val="18"/>
                <w:szCs w:val="20"/>
              </w:rPr>
              <w:t>konserwacji i naprawy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w formacie od dnia DD-MM-RRRR do dnia DD-MM-RRRR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49C47E19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A7709C" w:rsidRPr="007F6FE7" w14:paraId="458EE916" w14:textId="77777777" w:rsidTr="0005364C">
        <w:trPr>
          <w:trHeight w:val="1428"/>
        </w:trPr>
        <w:tc>
          <w:tcPr>
            <w:tcW w:w="562" w:type="dxa"/>
            <w:vMerge/>
            <w:shd w:val="clear" w:color="auto" w:fill="F3F3F3"/>
            <w:vAlign w:val="center"/>
          </w:tcPr>
          <w:p w14:paraId="6692A434" w14:textId="77777777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2B253A2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E3F212E" w14:textId="77777777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7938" w:type="dxa"/>
          </w:tcPr>
          <w:p w14:paraId="661FE80B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7115E1D5" w14:textId="77777777" w:rsidR="00A7709C" w:rsidRPr="007F6FE7" w:rsidRDefault="00A7709C" w:rsidP="008277D5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6F85A189" w14:textId="204C03DD" w:rsidR="00A7709C" w:rsidRPr="007F6FE7" w:rsidRDefault="00A7709C" w:rsidP="004B48AF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 3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*/4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</w:t>
            </w:r>
            <w:r w:rsidR="001B368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)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doświadczenia nabytego nie wcześniej niż począwszy od dnia 01.01.2012 r., </w:t>
            </w:r>
            <w:r w:rsidRPr="007F6FE7">
              <w:rPr>
                <w:rFonts w:ascii="Trebuchet MS" w:eastAsia="Calibri" w:hAnsi="Trebuchet MS"/>
                <w:i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 w:cs="Trebuchet MS"/>
                <w:bCs/>
                <w:i/>
                <w:sz w:val="20"/>
                <w:szCs w:val="20"/>
              </w:rPr>
              <w:t xml:space="preserve">wykonywaniu 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</w:rPr>
              <w:t xml:space="preserve">konserwacji i napraw 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>przesuwnych stalowych bram ppoż. N150 EI60 firmy EF Polska</w:t>
            </w:r>
            <w:r w:rsidRPr="007F6FE7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52" w:type="dxa"/>
            <w:vMerge/>
            <w:shd w:val="clear" w:color="auto" w:fill="auto"/>
          </w:tcPr>
          <w:p w14:paraId="7492FA08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09A615A8" w14:textId="77777777" w:rsidR="0005364C" w:rsidRDefault="0005364C"/>
    <w:p w14:paraId="71C83861" w14:textId="77777777" w:rsidR="0005364C" w:rsidRDefault="0005364C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576"/>
        <w:gridCol w:w="1207"/>
        <w:gridCol w:w="1689"/>
        <w:gridCol w:w="7983"/>
        <w:gridCol w:w="2574"/>
      </w:tblGrid>
      <w:tr w:rsidR="0005364C" w:rsidRPr="007F6FE7" w14:paraId="77BED188" w14:textId="77777777" w:rsidTr="0005364C">
        <w:trPr>
          <w:trHeight w:val="1861"/>
        </w:trPr>
        <w:tc>
          <w:tcPr>
            <w:tcW w:w="576" w:type="dxa"/>
            <w:shd w:val="clear" w:color="auto" w:fill="F3F3F3"/>
            <w:vAlign w:val="center"/>
          </w:tcPr>
          <w:p w14:paraId="4EA6FE60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07" w:type="dxa"/>
            <w:shd w:val="clear" w:color="auto" w:fill="F3F3F3"/>
            <w:vAlign w:val="center"/>
          </w:tcPr>
          <w:p w14:paraId="777976B9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689" w:type="dxa"/>
            <w:shd w:val="clear" w:color="auto" w:fill="F3F3F3"/>
            <w:vAlign w:val="center"/>
          </w:tcPr>
          <w:p w14:paraId="09CC8CD9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7983" w:type="dxa"/>
            <w:shd w:val="clear" w:color="auto" w:fill="F3F3F3"/>
          </w:tcPr>
          <w:p w14:paraId="07441B34" w14:textId="77777777" w:rsidR="0005364C" w:rsidRPr="007F6FE7" w:rsidRDefault="0005364C" w:rsidP="00650111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5AD46079" w14:textId="77777777" w:rsidR="0005364C" w:rsidRPr="0096063E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wykonania zamówienia potwierdzających spełnianie wa</w:t>
            </w:r>
            <w:r>
              <w:rPr>
                <w:rFonts w:ascii="Trebuchet MS" w:hAnsi="Trebuchet MS"/>
                <w:b/>
                <w:sz w:val="20"/>
                <w:szCs w:val="20"/>
              </w:rPr>
              <w:t>runków udziału w postępowaniu 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których mowa 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w rozdziale V ust. 1 pkt 1.3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1) lit. b SIWZ</w:t>
            </w:r>
          </w:p>
          <w:p w14:paraId="2085DFD8" w14:textId="77777777" w:rsidR="0005364C" w:rsidRPr="0096063E" w:rsidRDefault="0005364C" w:rsidP="0065011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4AE92BCC" w14:textId="77777777" w:rsidR="0005364C" w:rsidRPr="007F6FE7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Informacje podlegające ocenie ofert w kryterium Doświadczenie personelu zgodnie z zapisem rozdziału XIV ust. 5 pkt 5.1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574" w:type="dxa"/>
            <w:shd w:val="clear" w:color="auto" w:fill="F3F3F3"/>
            <w:vAlign w:val="center"/>
          </w:tcPr>
          <w:p w14:paraId="6E421224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A7709C" w:rsidRPr="007F6FE7" w14:paraId="0B6CC716" w14:textId="77777777" w:rsidTr="0005364C">
        <w:trPr>
          <w:trHeight w:val="1321"/>
        </w:trPr>
        <w:tc>
          <w:tcPr>
            <w:tcW w:w="576" w:type="dxa"/>
            <w:vMerge w:val="restart"/>
            <w:shd w:val="clear" w:color="auto" w:fill="F3F3F3"/>
            <w:vAlign w:val="center"/>
          </w:tcPr>
          <w:p w14:paraId="1690C54A" w14:textId="213DE66D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14:paraId="4AED689F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14:paraId="10D37335" w14:textId="478EFD9A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7709C">
              <w:rPr>
                <w:rFonts w:ascii="Trebuchet MS" w:hAnsi="Trebuchet MS" w:cs="Tahoma"/>
                <w:sz w:val="20"/>
                <w:szCs w:val="20"/>
              </w:rPr>
              <w:t xml:space="preserve">Osoba skierowana do wykonywania konserwacji i napraw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 xml:space="preserve">rolowanych elastycznych </w:t>
            </w:r>
            <w:r>
              <w:rPr>
                <w:rFonts w:ascii="Trebuchet MS" w:hAnsi="Trebuchet MS" w:cs="Tahoma"/>
                <w:sz w:val="20"/>
                <w:szCs w:val="20"/>
              </w:rPr>
              <w:t>bram ppoż. AK 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60 EI60 firmy EF Polska</w:t>
            </w:r>
          </w:p>
        </w:tc>
        <w:tc>
          <w:tcPr>
            <w:tcW w:w="7983" w:type="dxa"/>
          </w:tcPr>
          <w:p w14:paraId="20C7584A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1A92D11F" w14:textId="5EBD97BF" w:rsidR="00A7709C" w:rsidRPr="007F6FE7" w:rsidRDefault="00A7709C" w:rsidP="008277D5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0753732B" w14:textId="77777777" w:rsidR="006B0E41" w:rsidRDefault="00E07067" w:rsidP="0060392B">
            <w:pPr>
              <w:numPr>
                <w:ilvl w:val="1"/>
                <w:numId w:val="63"/>
              </w:numPr>
              <w:tabs>
                <w:tab w:val="clear" w:pos="1077"/>
                <w:tab w:val="num" w:pos="384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ważne świadectwo kwalifikacji uprawniające do zajmowania się eksploatacją (na stanowisku eksploatacji) w zakresie obsługi, konserwacji, remontów, urządzeń, instalacji i sieci elektroenergetycznych o napięciu nie wyższym niż 1 </w:t>
            </w:r>
            <w:proofErr w:type="spellStart"/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>kV</w:t>
            </w:r>
            <w:proofErr w:type="spellEnd"/>
            <w:r w:rsidR="00A7709C"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0E709F58" w14:textId="2775E19C" w:rsidR="00A7709C" w:rsidRPr="006B0E41" w:rsidRDefault="00A7709C" w:rsidP="0060392B">
            <w:pPr>
              <w:numPr>
                <w:ilvl w:val="1"/>
                <w:numId w:val="63"/>
              </w:numPr>
              <w:tabs>
                <w:tab w:val="clear" w:pos="1077"/>
                <w:tab w:val="num" w:pos="384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0E41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uprawnienia uprawniające do wykonywania </w:t>
            </w:r>
            <w:r w:rsidR="00E07067" w:rsidRPr="006B0E41">
              <w:rPr>
                <w:rFonts w:ascii="Trebuchet MS" w:eastAsia="TimesNewRomanPS" w:hAnsi="Trebuchet MS"/>
                <w:i/>
                <w:sz w:val="20"/>
                <w:szCs w:val="20"/>
              </w:rPr>
              <w:t>konserwacji i napraw</w:t>
            </w:r>
            <w:r w:rsidRPr="006B0E41">
              <w:rPr>
                <w:rFonts w:ascii="Trebuchet MS" w:eastAsia="TimesNewRomanPS" w:hAnsi="Trebuchet MS"/>
                <w:sz w:val="20"/>
                <w:szCs w:val="20"/>
                <w:u w:val="single"/>
              </w:rPr>
              <w:t xml:space="preserve"> </w:t>
            </w:r>
            <w:r w:rsidRPr="006B0E41">
              <w:rPr>
                <w:rFonts w:ascii="Trebuchet MS" w:hAnsi="Trebuchet MS" w:cs="Tahoma"/>
                <w:sz w:val="20"/>
                <w:szCs w:val="20"/>
                <w:u w:val="single"/>
              </w:rPr>
              <w:t>rolowanych elastycznych bram ppoż. AK 60 EI60 firmy EF Polska</w:t>
            </w:r>
            <w:r w:rsidRPr="006B0E41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119DBB81" w14:textId="77777777" w:rsidR="00A7709C" w:rsidRPr="005B1BE3" w:rsidRDefault="00A7709C" w:rsidP="008277D5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r w:rsidRPr="005B1BE3">
              <w:rPr>
                <w:rFonts w:ascii="Trebuchet MS" w:hAnsi="Trebuchet MS"/>
                <w:i/>
                <w:sz w:val="20"/>
                <w:szCs w:val="20"/>
              </w:rPr>
              <w:t>wydane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5B1BE3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6B2EF0BE" w14:textId="77777777" w:rsidR="00A7709C" w:rsidRDefault="00A7709C" w:rsidP="008277D5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dnia**):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02D6A1A9" w14:textId="77777777" w:rsidR="00A7709C" w:rsidRPr="007F6FE7" w:rsidRDefault="00A7709C" w:rsidP="008277D5">
            <w:pPr>
              <w:jc w:val="both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7F0494F3" w14:textId="11453653" w:rsidR="00A7709C" w:rsidRPr="007F6FE7" w:rsidRDefault="00A7709C" w:rsidP="006B0E4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>Wskazana osoba posiada następujące minimum roczne doświadczen</w:t>
            </w:r>
            <w:r w:rsidR="006B0E41">
              <w:rPr>
                <w:rFonts w:ascii="Trebuchet MS" w:hAnsi="Trebuchet MS"/>
                <w:sz w:val="20"/>
                <w:szCs w:val="20"/>
              </w:rPr>
              <w:t>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wcześniej niż począwszy od dnia 01.01.2012 r., w wykonywaniu </w:t>
            </w:r>
            <w:r w:rsidR="006B0E41">
              <w:rPr>
                <w:rFonts w:ascii="Trebuchet MS" w:hAnsi="Trebuchet MS"/>
                <w:sz w:val="20"/>
                <w:szCs w:val="20"/>
              </w:rPr>
              <w:t>konserwacji i </w:t>
            </w:r>
            <w:r w:rsidR="00E07067" w:rsidRPr="00E07067">
              <w:rPr>
                <w:rFonts w:ascii="Trebuchet MS" w:hAnsi="Trebuchet MS"/>
                <w:sz w:val="20"/>
                <w:szCs w:val="20"/>
              </w:rPr>
              <w:t>napraw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rolowanych elastycznych bram ppoż. AK 60 EI60 firmy EF Polska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6DD33632" w14:textId="77777777" w:rsidR="00A7709C" w:rsidRPr="007F6FE7" w:rsidRDefault="00A7709C" w:rsidP="008277D5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3BE15CBA" w14:textId="77777777" w:rsidR="00A7709C" w:rsidRDefault="00A7709C" w:rsidP="008277D5">
            <w:pPr>
              <w:spacing w:after="120" w:line="276" w:lineRule="auto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  <w:r w:rsidRPr="007F6FE7">
              <w:rPr>
                <w:rFonts w:ascii="Trebuchet MS" w:hAnsi="Trebuchet MS"/>
                <w:i/>
                <w:sz w:val="18"/>
                <w:szCs w:val="18"/>
              </w:rPr>
              <w:t>.</w:t>
            </w:r>
          </w:p>
          <w:p w14:paraId="133C0DE3" w14:textId="796AF906" w:rsidR="007802A9" w:rsidRDefault="007802A9" w:rsidP="008277D5">
            <w:pPr>
              <w:spacing w:after="120" w:line="276" w:lineRule="auto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7802A9">
              <w:rPr>
                <w:rFonts w:ascii="Trebuchet MS" w:hAnsi="Trebuchet MS"/>
                <w:i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i/>
                <w:sz w:val="18"/>
                <w:szCs w:val="18"/>
              </w:rPr>
              <w:t>……………….</w:t>
            </w:r>
          </w:p>
          <w:p w14:paraId="5AD3201D" w14:textId="0D1E4A5A" w:rsidR="007802A9" w:rsidRPr="007F6FE7" w:rsidRDefault="007802A9" w:rsidP="00204E1A">
            <w:pPr>
              <w:spacing w:after="120"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Miejsce w którym była wykonywana </w:t>
            </w:r>
            <w:r>
              <w:rPr>
                <w:rFonts w:ascii="Trebuchet MS" w:hAnsi="Trebuchet MS" w:cs="Tahoma"/>
                <w:b/>
                <w:sz w:val="18"/>
                <w:szCs w:val="20"/>
              </w:rPr>
              <w:t>konserwacja i naprawa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, okres/data wykonywania </w:t>
            </w:r>
            <w:r w:rsidRPr="0005364C">
              <w:rPr>
                <w:rFonts w:ascii="Trebuchet MS" w:hAnsi="Trebuchet MS" w:cs="Tahoma"/>
                <w:b/>
                <w:sz w:val="18"/>
                <w:szCs w:val="20"/>
              </w:rPr>
              <w:t>konserwacji i naprawy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w formacie od dnia DD-MM-RRRR do dnia DD-MM-RRRR</w:t>
            </w:r>
          </w:p>
        </w:tc>
        <w:tc>
          <w:tcPr>
            <w:tcW w:w="2574" w:type="dxa"/>
            <w:vMerge w:val="restart"/>
            <w:shd w:val="clear" w:color="auto" w:fill="auto"/>
          </w:tcPr>
          <w:p w14:paraId="7083CD6D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A7709C" w:rsidRPr="007F6FE7" w14:paraId="112BA1AE" w14:textId="77777777" w:rsidTr="0005364C">
        <w:trPr>
          <w:trHeight w:val="1321"/>
        </w:trPr>
        <w:tc>
          <w:tcPr>
            <w:tcW w:w="576" w:type="dxa"/>
            <w:vMerge/>
            <w:shd w:val="clear" w:color="auto" w:fill="F3F3F3"/>
            <w:vAlign w:val="center"/>
          </w:tcPr>
          <w:p w14:paraId="671E4D77" w14:textId="77777777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14:paraId="108EAA19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/>
            <w:shd w:val="clear" w:color="auto" w:fill="auto"/>
            <w:vAlign w:val="center"/>
          </w:tcPr>
          <w:p w14:paraId="4C2028B8" w14:textId="77777777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7983" w:type="dxa"/>
          </w:tcPr>
          <w:p w14:paraId="5427096D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78A17A5A" w14:textId="77777777" w:rsidR="00A7709C" w:rsidRPr="007F6FE7" w:rsidRDefault="00A7709C" w:rsidP="008277D5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65DFD424" w14:textId="6DD85B45" w:rsidR="00A7709C" w:rsidRPr="007F6FE7" w:rsidRDefault="00A7709C" w:rsidP="004B48AF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 3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*/4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)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doświadczenia nabytego nie wcześniej niż począwszy od dnia 01.01.2012 r., </w:t>
            </w:r>
            <w:r w:rsidRPr="007F6FE7">
              <w:rPr>
                <w:rFonts w:ascii="Trebuchet MS" w:eastAsia="Calibri" w:hAnsi="Trebuchet MS"/>
                <w:i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 w:cs="Trebuchet MS"/>
                <w:bCs/>
                <w:i/>
                <w:sz w:val="20"/>
                <w:szCs w:val="20"/>
              </w:rPr>
              <w:t xml:space="preserve">wykonywaniu 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</w:rPr>
              <w:t>konserwacji i napraw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 w:cs="Tahoma"/>
                <w:i/>
                <w:sz w:val="20"/>
                <w:szCs w:val="20"/>
              </w:rPr>
              <w:t>rolowanych elastycznych bram ppoż. AK 60 EI60 firmy EF Polska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>.</w:t>
            </w:r>
          </w:p>
        </w:tc>
        <w:tc>
          <w:tcPr>
            <w:tcW w:w="2574" w:type="dxa"/>
            <w:vMerge/>
            <w:shd w:val="clear" w:color="auto" w:fill="auto"/>
          </w:tcPr>
          <w:p w14:paraId="56DA563F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2F677B3D" w14:textId="77777777" w:rsidR="0005364C" w:rsidRDefault="0005364C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76"/>
        <w:gridCol w:w="1262"/>
        <w:gridCol w:w="1701"/>
        <w:gridCol w:w="7938"/>
        <w:gridCol w:w="2552"/>
      </w:tblGrid>
      <w:tr w:rsidR="0005364C" w:rsidRPr="007F6FE7" w14:paraId="545D9A88" w14:textId="77777777" w:rsidTr="0005364C">
        <w:trPr>
          <w:trHeight w:val="1861"/>
        </w:trPr>
        <w:tc>
          <w:tcPr>
            <w:tcW w:w="576" w:type="dxa"/>
            <w:shd w:val="clear" w:color="auto" w:fill="F3F3F3"/>
            <w:vAlign w:val="center"/>
          </w:tcPr>
          <w:p w14:paraId="140701A3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62" w:type="dxa"/>
            <w:shd w:val="clear" w:color="auto" w:fill="F3F3F3"/>
            <w:vAlign w:val="center"/>
          </w:tcPr>
          <w:p w14:paraId="6BD69657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2252766D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7938" w:type="dxa"/>
            <w:shd w:val="clear" w:color="auto" w:fill="F3F3F3"/>
          </w:tcPr>
          <w:p w14:paraId="5095FFF3" w14:textId="77777777" w:rsidR="0005364C" w:rsidRPr="007F6FE7" w:rsidRDefault="0005364C" w:rsidP="00650111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2588EAA4" w14:textId="77777777" w:rsidR="0005364C" w:rsidRPr="0096063E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wykonania zamówienia potwierdzających spełnianie wa</w:t>
            </w:r>
            <w:r>
              <w:rPr>
                <w:rFonts w:ascii="Trebuchet MS" w:hAnsi="Trebuchet MS"/>
                <w:b/>
                <w:sz w:val="20"/>
                <w:szCs w:val="20"/>
              </w:rPr>
              <w:t>runków udziału w postępowaniu 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których mowa 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w rozdziale V ust. 1 pkt 1.3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1) lit. b SIWZ</w:t>
            </w:r>
          </w:p>
          <w:p w14:paraId="109E557F" w14:textId="77777777" w:rsidR="0005364C" w:rsidRPr="0096063E" w:rsidRDefault="0005364C" w:rsidP="0065011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25429A4B" w14:textId="77777777" w:rsidR="0005364C" w:rsidRPr="007F6FE7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Informacje podlegające ocenie ofert w kryterium Doświadczenie personelu zgodnie z zapisem rozdziału XIV ust. 5 pkt 5.1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0725E8B8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A7709C" w:rsidRPr="007F6FE7" w14:paraId="0D9EBFD0" w14:textId="77777777" w:rsidTr="0005364C">
        <w:trPr>
          <w:trHeight w:val="1542"/>
        </w:trPr>
        <w:tc>
          <w:tcPr>
            <w:tcW w:w="576" w:type="dxa"/>
            <w:vMerge w:val="restart"/>
            <w:shd w:val="clear" w:color="auto" w:fill="F3F3F3"/>
            <w:vAlign w:val="center"/>
          </w:tcPr>
          <w:p w14:paraId="51E64E2D" w14:textId="3CF21DA1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2" w:type="dxa"/>
            <w:vMerge w:val="restart"/>
            <w:shd w:val="clear" w:color="auto" w:fill="auto"/>
          </w:tcPr>
          <w:p w14:paraId="0B51F682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26A8AC1" w14:textId="48642FBD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7709C">
              <w:rPr>
                <w:rFonts w:ascii="Trebuchet MS" w:hAnsi="Trebuchet MS" w:cs="Tahoma"/>
                <w:sz w:val="20"/>
                <w:szCs w:val="20"/>
              </w:rPr>
              <w:t xml:space="preserve">Osoba skierowana do wykonywania konserwacji i napraw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rolowanych elastycznych kurtyn dymowych NSCA w klasie D120 firmy EF Polska</w:t>
            </w:r>
          </w:p>
        </w:tc>
        <w:tc>
          <w:tcPr>
            <w:tcW w:w="7938" w:type="dxa"/>
          </w:tcPr>
          <w:p w14:paraId="1083290C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12CA75D9" w14:textId="2A736469" w:rsidR="00A7709C" w:rsidRPr="007F6FE7" w:rsidRDefault="00A7709C" w:rsidP="008277D5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075023A5" w14:textId="77777777" w:rsidR="006B0E41" w:rsidRDefault="00E07067" w:rsidP="0060392B">
            <w:pPr>
              <w:numPr>
                <w:ilvl w:val="1"/>
                <w:numId w:val="64"/>
              </w:numPr>
              <w:tabs>
                <w:tab w:val="clear" w:pos="1077"/>
                <w:tab w:val="num" w:pos="384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ważne świadectwo kwalifikacji uprawniające do zajmowania się eksploatacją (na stanowisku eksploatacji) w zakresie obsługi, konserwacji, remontów, urządzeń, instalacji i sieci elektroenergetycznych o napięciu nie wyższym niż 1 </w:t>
            </w:r>
            <w:proofErr w:type="spellStart"/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>kV</w:t>
            </w:r>
            <w:proofErr w:type="spellEnd"/>
            <w:r w:rsidR="00A7709C"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63F581CE" w14:textId="287429D0" w:rsidR="00A7709C" w:rsidRPr="006B0E41" w:rsidRDefault="00A7709C" w:rsidP="0060392B">
            <w:pPr>
              <w:numPr>
                <w:ilvl w:val="1"/>
                <w:numId w:val="64"/>
              </w:numPr>
              <w:tabs>
                <w:tab w:val="clear" w:pos="1077"/>
                <w:tab w:val="num" w:pos="384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0E41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uprawnienia uprawniające do wykonywania </w:t>
            </w:r>
            <w:r w:rsidR="00E07067" w:rsidRPr="006B0E41">
              <w:rPr>
                <w:rFonts w:ascii="Trebuchet MS" w:eastAsia="TimesNewRomanPS" w:hAnsi="Trebuchet MS"/>
                <w:i/>
                <w:sz w:val="20"/>
                <w:szCs w:val="20"/>
              </w:rPr>
              <w:t>konserwacji i napraw</w:t>
            </w:r>
            <w:r w:rsidRPr="006B0E41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</w:t>
            </w:r>
            <w:r w:rsidRPr="006B0E41">
              <w:rPr>
                <w:rFonts w:ascii="Trebuchet MS" w:hAnsi="Trebuchet MS" w:cs="Tahoma"/>
                <w:i/>
                <w:sz w:val="20"/>
                <w:szCs w:val="20"/>
                <w:u w:val="single"/>
              </w:rPr>
              <w:t>rolowanych elastycznych kurtyn dymowych NSCA w klasie D120 firmy EF Polska</w:t>
            </w:r>
            <w:r w:rsidRPr="006B0E41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5C81B42B" w14:textId="77777777" w:rsidR="00A7709C" w:rsidRPr="005B1BE3" w:rsidRDefault="00A7709C" w:rsidP="008277D5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r w:rsidRPr="005B1BE3">
              <w:rPr>
                <w:rFonts w:ascii="Trebuchet MS" w:hAnsi="Trebuchet MS"/>
                <w:i/>
                <w:sz w:val="20"/>
                <w:szCs w:val="20"/>
              </w:rPr>
              <w:t>wydane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5B1BE3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76E9CAE1" w14:textId="77777777" w:rsidR="00A7709C" w:rsidRDefault="00A7709C" w:rsidP="008277D5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dnia**):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02192436" w14:textId="77777777" w:rsidR="00A7709C" w:rsidRPr="007F6FE7" w:rsidRDefault="00A7709C" w:rsidP="008277D5">
            <w:pPr>
              <w:jc w:val="both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198ED282" w14:textId="6157CAE1" w:rsidR="00A7709C" w:rsidRPr="007F6FE7" w:rsidRDefault="00A7709C" w:rsidP="006B0E4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minimum </w:t>
            </w:r>
            <w:r w:rsidR="006B0E41">
              <w:rPr>
                <w:rFonts w:ascii="Trebuchet MS" w:hAnsi="Trebuchet MS"/>
                <w:sz w:val="20"/>
                <w:szCs w:val="20"/>
              </w:rPr>
              <w:t>roczne doświadczenie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wcześniej niż począwszy od dnia 01.01.2012 r., w wykonywaniu </w:t>
            </w:r>
            <w:r w:rsidR="006B0E41">
              <w:rPr>
                <w:rFonts w:ascii="Trebuchet MS" w:hAnsi="Trebuchet MS"/>
                <w:i/>
                <w:sz w:val="20"/>
                <w:szCs w:val="20"/>
              </w:rPr>
              <w:t>konserwacji i 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</w:rPr>
              <w:t>napraw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rolowanych elastycznych kurtyn dymowych NSCA w klasie D120 firmy EF</w:t>
            </w:r>
            <w:r w:rsidR="000E3438">
              <w:rPr>
                <w:rFonts w:ascii="Trebuchet MS" w:hAnsi="Trebuchet MS" w:cs="Tahoma"/>
                <w:sz w:val="20"/>
                <w:szCs w:val="20"/>
              </w:rPr>
              <w:t> </w:t>
            </w:r>
            <w:r w:rsidRPr="007F6FE7">
              <w:rPr>
                <w:rFonts w:ascii="Trebuchet MS" w:hAnsi="Trebuchet MS" w:cs="Tahoma"/>
                <w:sz w:val="20"/>
                <w:szCs w:val="20"/>
              </w:rPr>
              <w:t>Polska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172E831F" w14:textId="77777777" w:rsidR="00A7709C" w:rsidRPr="007F6FE7" w:rsidRDefault="00A7709C" w:rsidP="008277D5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3488C606" w14:textId="77777777" w:rsidR="00A7709C" w:rsidRDefault="00A7709C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0EB7805F" w14:textId="30C473CF" w:rsidR="007802A9" w:rsidRDefault="007802A9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802A9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6E690816" w14:textId="07C26260" w:rsidR="007802A9" w:rsidRPr="007F6FE7" w:rsidRDefault="007802A9" w:rsidP="00204E1A">
            <w:pPr>
              <w:spacing w:after="120"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Miejsce w którym była wykonywana </w:t>
            </w:r>
            <w:r>
              <w:rPr>
                <w:rFonts w:ascii="Trebuchet MS" w:hAnsi="Trebuchet MS" w:cs="Tahoma"/>
                <w:b/>
                <w:sz w:val="18"/>
                <w:szCs w:val="20"/>
              </w:rPr>
              <w:t>konserwacja i naprawa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, okres/data wykonywania </w:t>
            </w:r>
            <w:r w:rsidRPr="0005364C">
              <w:rPr>
                <w:rFonts w:ascii="Trebuchet MS" w:hAnsi="Trebuchet MS" w:cs="Tahoma"/>
                <w:b/>
                <w:sz w:val="18"/>
                <w:szCs w:val="20"/>
              </w:rPr>
              <w:t>konserwacji i naprawy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w formacie od dnia DD-MM-RRRR do dnia DD-MM-RRRR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4E682D4D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A7709C" w:rsidRPr="007F6FE7" w14:paraId="73FF4C86" w14:textId="77777777" w:rsidTr="0005364C">
        <w:trPr>
          <w:trHeight w:val="1542"/>
        </w:trPr>
        <w:tc>
          <w:tcPr>
            <w:tcW w:w="576" w:type="dxa"/>
            <w:vMerge/>
            <w:shd w:val="clear" w:color="auto" w:fill="F3F3F3"/>
            <w:vAlign w:val="center"/>
          </w:tcPr>
          <w:p w14:paraId="1E314410" w14:textId="77777777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2" w:type="dxa"/>
            <w:vMerge/>
            <w:shd w:val="clear" w:color="auto" w:fill="auto"/>
          </w:tcPr>
          <w:p w14:paraId="630CE7D0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125F3C7" w14:textId="77777777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7938" w:type="dxa"/>
          </w:tcPr>
          <w:p w14:paraId="0153F5D5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0D0A8A3E" w14:textId="77777777" w:rsidR="00A7709C" w:rsidRPr="007F6FE7" w:rsidRDefault="00A7709C" w:rsidP="008277D5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68661B8A" w14:textId="159D7D14" w:rsidR="00A7709C" w:rsidRPr="00E37060" w:rsidRDefault="00A7709C" w:rsidP="004B48AF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5D68D2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2 lata****/ 3 lata****/4 lata****) </w:t>
            </w:r>
            <w:r w:rsidRPr="005D68D2">
              <w:rPr>
                <w:rFonts w:ascii="Trebuchet MS" w:hAnsi="Trebuchet MS"/>
                <w:sz w:val="20"/>
                <w:szCs w:val="20"/>
              </w:rPr>
              <w:t xml:space="preserve">doświadczenia nabytego nie wcześniej niż począwszy od dnia 01.01.2012 r., </w:t>
            </w:r>
            <w:r w:rsidRPr="005D68D2">
              <w:rPr>
                <w:rFonts w:ascii="Trebuchet MS" w:eastAsia="Calibri" w:hAnsi="Trebuchet MS"/>
                <w:sz w:val="20"/>
                <w:szCs w:val="20"/>
              </w:rPr>
              <w:t xml:space="preserve">w </w:t>
            </w:r>
            <w:r w:rsidRPr="005D68D2">
              <w:rPr>
                <w:rFonts w:ascii="Trebuchet MS" w:hAnsi="Trebuchet MS" w:cs="Trebuchet MS"/>
                <w:bCs/>
                <w:sz w:val="20"/>
                <w:szCs w:val="20"/>
              </w:rPr>
              <w:t xml:space="preserve">wykonywaniu 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</w:rPr>
              <w:t xml:space="preserve">konserwacji i napraw </w:t>
            </w:r>
            <w:r w:rsidRPr="005D68D2">
              <w:rPr>
                <w:rFonts w:ascii="Trebuchet MS" w:hAnsi="Trebuchet MS" w:cs="Tahoma"/>
                <w:sz w:val="20"/>
                <w:szCs w:val="20"/>
              </w:rPr>
              <w:t>rolowanych elastycznych kurtyn dymowych NSCA w klasie D120 firmy EF Polska</w:t>
            </w:r>
            <w:r w:rsidRPr="005D68D2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52" w:type="dxa"/>
            <w:vMerge/>
            <w:shd w:val="clear" w:color="auto" w:fill="auto"/>
          </w:tcPr>
          <w:p w14:paraId="303B74DF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0D101A7B" w14:textId="77777777" w:rsidR="0005364C" w:rsidRDefault="0005364C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76"/>
        <w:gridCol w:w="1262"/>
        <w:gridCol w:w="1701"/>
        <w:gridCol w:w="7938"/>
        <w:gridCol w:w="2552"/>
      </w:tblGrid>
      <w:tr w:rsidR="0005364C" w:rsidRPr="007F6FE7" w14:paraId="7C8A816C" w14:textId="77777777" w:rsidTr="0005364C">
        <w:trPr>
          <w:trHeight w:val="1861"/>
        </w:trPr>
        <w:tc>
          <w:tcPr>
            <w:tcW w:w="576" w:type="dxa"/>
            <w:shd w:val="clear" w:color="auto" w:fill="F3F3F3"/>
            <w:vAlign w:val="center"/>
          </w:tcPr>
          <w:p w14:paraId="7FDFBD7C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62" w:type="dxa"/>
            <w:shd w:val="clear" w:color="auto" w:fill="F3F3F3"/>
            <w:vAlign w:val="center"/>
          </w:tcPr>
          <w:p w14:paraId="4575418C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3E60694F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7938" w:type="dxa"/>
            <w:shd w:val="clear" w:color="auto" w:fill="F3F3F3"/>
          </w:tcPr>
          <w:p w14:paraId="13B4C030" w14:textId="77777777" w:rsidR="0005364C" w:rsidRPr="007F6FE7" w:rsidRDefault="0005364C" w:rsidP="00650111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183DA5AA" w14:textId="77777777" w:rsidR="0005364C" w:rsidRPr="0096063E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wykonania zamówienia potwierdzających spełnianie wa</w:t>
            </w:r>
            <w:r>
              <w:rPr>
                <w:rFonts w:ascii="Trebuchet MS" w:hAnsi="Trebuchet MS"/>
                <w:b/>
                <w:sz w:val="20"/>
                <w:szCs w:val="20"/>
              </w:rPr>
              <w:t>runków udziału w postępowaniu 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których mowa 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w rozdziale V ust. 1 pkt 1.3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1) lit. b SIWZ</w:t>
            </w:r>
          </w:p>
          <w:p w14:paraId="10093564" w14:textId="77777777" w:rsidR="0005364C" w:rsidRPr="0096063E" w:rsidRDefault="0005364C" w:rsidP="0065011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4C51ED82" w14:textId="77777777" w:rsidR="0005364C" w:rsidRPr="007F6FE7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Informacje podlegające ocenie ofert w kryterium Doświadczenie personelu zgodnie z zapisem rozdziału XIV ust. 5 pkt 5.1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7E116632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A7709C" w:rsidRPr="007F6FE7" w14:paraId="799C7040" w14:textId="77777777" w:rsidTr="0005364C">
        <w:trPr>
          <w:trHeight w:val="1429"/>
        </w:trPr>
        <w:tc>
          <w:tcPr>
            <w:tcW w:w="576" w:type="dxa"/>
            <w:vMerge w:val="restart"/>
            <w:shd w:val="clear" w:color="auto" w:fill="F3F3F3"/>
            <w:vAlign w:val="center"/>
          </w:tcPr>
          <w:p w14:paraId="2427B5C1" w14:textId="561209D5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2" w:type="dxa"/>
            <w:vMerge w:val="restart"/>
            <w:shd w:val="clear" w:color="auto" w:fill="auto"/>
          </w:tcPr>
          <w:p w14:paraId="2274775F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9142B36" w14:textId="46E74F3C" w:rsidR="00A7709C" w:rsidRPr="00D26A1C" w:rsidRDefault="00A7709C" w:rsidP="00D26A1C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A7709C">
              <w:rPr>
                <w:rFonts w:ascii="Trebuchet MS" w:hAnsi="Trebuchet MS" w:cs="Tahoma"/>
                <w:sz w:val="20"/>
                <w:szCs w:val="20"/>
              </w:rPr>
              <w:t xml:space="preserve">Osoba skierowana do wykonywania konserwacji i napraw </w:t>
            </w:r>
            <w:r w:rsidR="00D26A1C" w:rsidRPr="00D26A1C">
              <w:rPr>
                <w:rFonts w:ascii="Trebuchet MS" w:hAnsi="Trebuchet MS" w:cs="Tahoma"/>
                <w:sz w:val="20"/>
                <w:szCs w:val="20"/>
              </w:rPr>
              <w:t xml:space="preserve">drzwi pożarowych </w:t>
            </w:r>
            <w:proofErr w:type="spellStart"/>
            <w:r w:rsidR="00D26A1C" w:rsidRPr="00D26A1C">
              <w:rPr>
                <w:rFonts w:ascii="Trebuchet MS" w:hAnsi="Trebuchet MS" w:cs="Tahoma"/>
                <w:sz w:val="20"/>
                <w:szCs w:val="20"/>
              </w:rPr>
              <w:t>Mercor</w:t>
            </w:r>
            <w:proofErr w:type="spellEnd"/>
          </w:p>
        </w:tc>
        <w:tc>
          <w:tcPr>
            <w:tcW w:w="7938" w:type="dxa"/>
          </w:tcPr>
          <w:p w14:paraId="08FD5432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7993AB26" w14:textId="27DFEACF" w:rsidR="00A7709C" w:rsidRPr="007F6FE7" w:rsidRDefault="00A7709C" w:rsidP="008277D5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0B030985" w14:textId="77777777" w:rsidR="00222FDD" w:rsidRDefault="00E07067" w:rsidP="0060392B">
            <w:pPr>
              <w:numPr>
                <w:ilvl w:val="1"/>
                <w:numId w:val="65"/>
              </w:numPr>
              <w:tabs>
                <w:tab w:val="clear" w:pos="1077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ważne świadectwo kwalifikacji uprawniające do zajmowania się eksploatacją (na stanowisku eksploatacji) w zakresie obsługi, konserwacji, remontów, urządzeń, instalacji i sieci elektroenergetycznych o napięciu nie wyższym niż 1 </w:t>
            </w:r>
            <w:proofErr w:type="spellStart"/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>kV</w:t>
            </w:r>
            <w:proofErr w:type="spellEnd"/>
            <w:r w:rsidR="00A7709C"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346DCB29" w14:textId="0E90ECC1" w:rsidR="00A7709C" w:rsidRPr="00222FDD" w:rsidRDefault="00A7709C" w:rsidP="0060392B">
            <w:pPr>
              <w:numPr>
                <w:ilvl w:val="1"/>
                <w:numId w:val="65"/>
              </w:numPr>
              <w:tabs>
                <w:tab w:val="clear" w:pos="1077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22FDD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uprawnienia uprawniające do wykonywania </w:t>
            </w:r>
            <w:r w:rsidR="00E07067" w:rsidRPr="00222FDD">
              <w:rPr>
                <w:rFonts w:ascii="Trebuchet MS" w:eastAsia="TimesNewRomanPS" w:hAnsi="Trebuchet MS"/>
                <w:i/>
                <w:sz w:val="20"/>
                <w:szCs w:val="20"/>
              </w:rPr>
              <w:t>konserwacji i napraw</w:t>
            </w:r>
            <w:r w:rsidRPr="00222FDD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 </w:t>
            </w:r>
            <w:r w:rsidR="00E07067" w:rsidRPr="00222FDD">
              <w:rPr>
                <w:rFonts w:ascii="Trebuchet MS" w:hAnsi="Trebuchet MS" w:cs="Tahoma"/>
                <w:i/>
                <w:sz w:val="20"/>
                <w:szCs w:val="20"/>
                <w:u w:val="single"/>
              </w:rPr>
              <w:t xml:space="preserve">drzwi pożarowych </w:t>
            </w:r>
            <w:proofErr w:type="spellStart"/>
            <w:r w:rsidR="00E07067" w:rsidRPr="00222FDD">
              <w:rPr>
                <w:rFonts w:ascii="Trebuchet MS" w:hAnsi="Trebuchet MS" w:cs="Tahoma"/>
                <w:i/>
                <w:sz w:val="20"/>
                <w:szCs w:val="20"/>
                <w:u w:val="single"/>
              </w:rPr>
              <w:t>Mercor</w:t>
            </w:r>
            <w:proofErr w:type="spellEnd"/>
            <w:r w:rsidRPr="00222FDD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7317A1B5" w14:textId="77777777" w:rsidR="00A7709C" w:rsidRPr="005B1BE3" w:rsidRDefault="00A7709C" w:rsidP="008277D5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r w:rsidRPr="005B1BE3">
              <w:rPr>
                <w:rFonts w:ascii="Trebuchet MS" w:hAnsi="Trebuchet MS"/>
                <w:i/>
                <w:sz w:val="20"/>
                <w:szCs w:val="20"/>
              </w:rPr>
              <w:t>wydane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5B1BE3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6CA39756" w14:textId="77777777" w:rsidR="00A7709C" w:rsidRDefault="00A7709C" w:rsidP="008277D5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dnia**):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5AF19E60" w14:textId="77777777" w:rsidR="00A7709C" w:rsidRPr="007F6FE7" w:rsidRDefault="00A7709C" w:rsidP="008277D5">
            <w:pPr>
              <w:jc w:val="both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0255A484" w14:textId="56239529" w:rsidR="00A7709C" w:rsidRPr="007F6FE7" w:rsidRDefault="00A7709C" w:rsidP="006B0E4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minimum </w:t>
            </w:r>
            <w:r w:rsidR="006B0E41">
              <w:rPr>
                <w:rFonts w:ascii="Trebuchet MS" w:hAnsi="Trebuchet MS"/>
                <w:sz w:val="20"/>
                <w:szCs w:val="20"/>
              </w:rPr>
              <w:t>roczne doświadczenie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wcześniej niż począwszy od dnia 01.01.2012 r., w wykonywaniu </w:t>
            </w:r>
            <w:r w:rsidR="006B0E41">
              <w:rPr>
                <w:rFonts w:ascii="Trebuchet MS" w:hAnsi="Trebuchet MS"/>
                <w:i/>
                <w:sz w:val="20"/>
                <w:szCs w:val="20"/>
              </w:rPr>
              <w:t>konserwacji i 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</w:rPr>
              <w:t xml:space="preserve">napraw 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  <w:u w:val="single"/>
              </w:rPr>
              <w:t xml:space="preserve">drzwi pożarowych </w:t>
            </w:r>
            <w:proofErr w:type="spellStart"/>
            <w:r w:rsidR="00E07067" w:rsidRPr="00E07067">
              <w:rPr>
                <w:rFonts w:ascii="Trebuchet MS" w:hAnsi="Trebuchet MS"/>
                <w:i/>
                <w:sz w:val="20"/>
                <w:szCs w:val="20"/>
                <w:u w:val="single"/>
              </w:rPr>
              <w:t>Mercor</w:t>
            </w:r>
            <w:proofErr w:type="spellEnd"/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2A95150D" w14:textId="77777777" w:rsidR="00A7709C" w:rsidRPr="007F6FE7" w:rsidRDefault="00A7709C" w:rsidP="008277D5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4744BAC4" w14:textId="77777777" w:rsidR="00A7709C" w:rsidRDefault="00A7709C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4A2C2427" w14:textId="1A73D452" w:rsidR="007802A9" w:rsidRDefault="007802A9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802A9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345556F0" w14:textId="1BD7B682" w:rsidR="007802A9" w:rsidRPr="007F6FE7" w:rsidRDefault="007802A9" w:rsidP="00204E1A">
            <w:pPr>
              <w:spacing w:after="120"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Miejsce w którym była wykonywana </w:t>
            </w:r>
            <w:r>
              <w:rPr>
                <w:rFonts w:ascii="Trebuchet MS" w:hAnsi="Trebuchet MS" w:cs="Tahoma"/>
                <w:b/>
                <w:sz w:val="18"/>
                <w:szCs w:val="20"/>
              </w:rPr>
              <w:t>konserwacja i naprawa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, okres/data wykonywania </w:t>
            </w:r>
            <w:r w:rsidRPr="0005364C">
              <w:rPr>
                <w:rFonts w:ascii="Trebuchet MS" w:hAnsi="Trebuchet MS" w:cs="Tahoma"/>
                <w:b/>
                <w:sz w:val="18"/>
                <w:szCs w:val="20"/>
              </w:rPr>
              <w:t>konserwacji i naprawy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w formacie od dnia DD-MM-RRRR do dnia DD-MM-RRRR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48F4FD0B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A7709C" w:rsidRPr="007F6FE7" w14:paraId="152F0BF0" w14:textId="77777777" w:rsidTr="0005364C">
        <w:trPr>
          <w:trHeight w:val="1428"/>
        </w:trPr>
        <w:tc>
          <w:tcPr>
            <w:tcW w:w="576" w:type="dxa"/>
            <w:vMerge/>
            <w:shd w:val="clear" w:color="auto" w:fill="F3F3F3"/>
            <w:vAlign w:val="center"/>
          </w:tcPr>
          <w:p w14:paraId="018B3E9D" w14:textId="77777777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2" w:type="dxa"/>
            <w:vMerge/>
            <w:shd w:val="clear" w:color="auto" w:fill="auto"/>
          </w:tcPr>
          <w:p w14:paraId="55EDCE26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F0A5BBA" w14:textId="77777777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7938" w:type="dxa"/>
          </w:tcPr>
          <w:p w14:paraId="6C2A2746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28319527" w14:textId="77777777" w:rsidR="00A7709C" w:rsidRPr="007F6FE7" w:rsidRDefault="00A7709C" w:rsidP="008277D5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1133C23A" w14:textId="46194F9C" w:rsidR="00A7709C" w:rsidRPr="007F6FE7" w:rsidRDefault="00A7709C" w:rsidP="004B48AF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 3 lata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**/4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)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doświadczenia nabytego nie wcześniej niż począwszy od dnia 01.01.2012 r., </w:t>
            </w:r>
            <w:r w:rsidRPr="007F6FE7">
              <w:rPr>
                <w:rFonts w:ascii="Trebuchet MS" w:eastAsia="Calibri" w:hAnsi="Trebuchet MS"/>
                <w:i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 w:cs="Trebuchet MS"/>
                <w:bCs/>
                <w:i/>
                <w:sz w:val="20"/>
                <w:szCs w:val="20"/>
              </w:rPr>
              <w:t xml:space="preserve">wykonywaniu 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</w:rPr>
              <w:t xml:space="preserve">konserwacji i napraw </w:t>
            </w:r>
            <w:r w:rsidR="00E07067" w:rsidRPr="00E07067">
              <w:rPr>
                <w:rFonts w:ascii="Trebuchet MS" w:hAnsi="Trebuchet MS"/>
                <w:i/>
                <w:sz w:val="20"/>
                <w:szCs w:val="20"/>
                <w:u w:val="single"/>
              </w:rPr>
              <w:t xml:space="preserve">drzwi pożarowych </w:t>
            </w:r>
            <w:proofErr w:type="spellStart"/>
            <w:r w:rsidR="00E07067" w:rsidRPr="00E07067">
              <w:rPr>
                <w:rFonts w:ascii="Trebuchet MS" w:hAnsi="Trebuchet MS"/>
                <w:i/>
                <w:sz w:val="20"/>
                <w:szCs w:val="20"/>
                <w:u w:val="single"/>
              </w:rPr>
              <w:t>Mercor</w:t>
            </w:r>
            <w:proofErr w:type="spellEnd"/>
            <w:r w:rsidRPr="007F6FE7">
              <w:rPr>
                <w:rFonts w:ascii="Trebuchet MS" w:hAnsi="Trebuchet MS"/>
                <w:i/>
                <w:sz w:val="20"/>
                <w:szCs w:val="20"/>
              </w:rPr>
              <w:t>.</w:t>
            </w:r>
          </w:p>
        </w:tc>
        <w:tc>
          <w:tcPr>
            <w:tcW w:w="2552" w:type="dxa"/>
            <w:vMerge/>
            <w:shd w:val="clear" w:color="auto" w:fill="auto"/>
          </w:tcPr>
          <w:p w14:paraId="09AEE25F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1DEFE13C" w14:textId="77777777" w:rsidR="0005364C" w:rsidRDefault="0005364C"/>
    <w:p w14:paraId="28988CB8" w14:textId="77777777" w:rsidR="0005364C" w:rsidRDefault="0005364C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518"/>
        <w:gridCol w:w="1207"/>
        <w:gridCol w:w="1689"/>
        <w:gridCol w:w="7992"/>
        <w:gridCol w:w="2623"/>
      </w:tblGrid>
      <w:tr w:rsidR="0005364C" w:rsidRPr="007F6FE7" w14:paraId="0DD422D6" w14:textId="77777777" w:rsidTr="00650111">
        <w:trPr>
          <w:trHeight w:val="1861"/>
        </w:trPr>
        <w:tc>
          <w:tcPr>
            <w:tcW w:w="518" w:type="dxa"/>
            <w:shd w:val="clear" w:color="auto" w:fill="F3F3F3"/>
            <w:vAlign w:val="center"/>
          </w:tcPr>
          <w:p w14:paraId="04040F30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1207" w:type="dxa"/>
            <w:shd w:val="clear" w:color="auto" w:fill="F3F3F3"/>
            <w:vAlign w:val="center"/>
          </w:tcPr>
          <w:p w14:paraId="2AC759A3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Imię i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Nazwisko</w:t>
            </w:r>
          </w:p>
        </w:tc>
        <w:tc>
          <w:tcPr>
            <w:tcW w:w="1689" w:type="dxa"/>
            <w:shd w:val="clear" w:color="auto" w:fill="F3F3F3"/>
            <w:vAlign w:val="center"/>
          </w:tcPr>
          <w:p w14:paraId="3CC69AB5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Zakres czynności w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ramach niniejszego zamówienia</w:t>
            </w:r>
          </w:p>
        </w:tc>
        <w:tc>
          <w:tcPr>
            <w:tcW w:w="7992" w:type="dxa"/>
            <w:shd w:val="clear" w:color="auto" w:fill="F3F3F3"/>
          </w:tcPr>
          <w:p w14:paraId="2A29D916" w14:textId="77777777" w:rsidR="0005364C" w:rsidRPr="007F6FE7" w:rsidRDefault="0005364C" w:rsidP="00650111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2279F7D6" w14:textId="77777777" w:rsidR="0005364C" w:rsidRPr="0096063E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Informacje dot. kwalifikacji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zawodowych,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 doświadczenia niezbędn</w:t>
            </w:r>
            <w:r>
              <w:rPr>
                <w:rFonts w:ascii="Trebuchet MS" w:hAnsi="Trebuchet MS"/>
                <w:b/>
                <w:sz w:val="20"/>
                <w:szCs w:val="20"/>
              </w:rPr>
              <w:t>ego do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wykonania zamówienia potwierdzających spełnianie wa</w:t>
            </w:r>
            <w:r>
              <w:rPr>
                <w:rFonts w:ascii="Trebuchet MS" w:hAnsi="Trebuchet MS"/>
                <w:b/>
                <w:sz w:val="20"/>
                <w:szCs w:val="20"/>
              </w:rPr>
              <w:t>runków udziału w postępowaniu o 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 xml:space="preserve">których mowa </w:t>
            </w: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w rozdziale V ust. 1 pkt 1.3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1) lit. b SIWZ</w:t>
            </w:r>
          </w:p>
          <w:p w14:paraId="3C259439" w14:textId="77777777" w:rsidR="0005364C" w:rsidRPr="0096063E" w:rsidRDefault="0005364C" w:rsidP="0065011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08B4337D" w14:textId="77777777" w:rsidR="0005364C" w:rsidRPr="007F6FE7" w:rsidRDefault="0005364C" w:rsidP="00650111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Informacje podlegające ocenie ofert w kryterium Doświadczenie personelu zgodnie z zapisem rozdziału XIV ust. 5 pkt 5.1 </w:t>
            </w:r>
            <w:proofErr w:type="spellStart"/>
            <w:r w:rsidRPr="0096063E">
              <w:rPr>
                <w:rFonts w:ascii="Trebuchet MS" w:hAnsi="Trebuchet MS"/>
                <w:b/>
                <w:sz w:val="20"/>
                <w:szCs w:val="20"/>
              </w:rPr>
              <w:t>ppkt</w:t>
            </w:r>
            <w:proofErr w:type="spellEnd"/>
            <w:r w:rsidRPr="0096063E">
              <w:rPr>
                <w:rFonts w:ascii="Trebuchet MS" w:hAnsi="Trebuchet MS"/>
                <w:b/>
                <w:sz w:val="20"/>
                <w:szCs w:val="20"/>
              </w:rPr>
              <w:t xml:space="preserve"> 3) SIWZ</w:t>
            </w:r>
          </w:p>
        </w:tc>
        <w:tc>
          <w:tcPr>
            <w:tcW w:w="2623" w:type="dxa"/>
            <w:shd w:val="clear" w:color="auto" w:fill="F3F3F3"/>
            <w:vAlign w:val="center"/>
          </w:tcPr>
          <w:p w14:paraId="042801A7" w14:textId="77777777" w:rsidR="0005364C" w:rsidRPr="007F6FE7" w:rsidRDefault="0005364C" w:rsidP="0065011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A7709C">
              <w:rPr>
                <w:rFonts w:ascii="Trebuchet MS" w:hAnsi="Trebuchet MS"/>
                <w:sz w:val="16"/>
                <w:szCs w:val="18"/>
              </w:rPr>
              <w:t>(np.</w:t>
            </w:r>
            <w:r>
              <w:rPr>
                <w:rFonts w:ascii="Trebuchet MS" w:hAnsi="Trebuchet MS"/>
                <w:sz w:val="16"/>
                <w:szCs w:val="18"/>
              </w:rPr>
              <w:t> </w:t>
            </w:r>
            <w:r w:rsidRPr="00A7709C">
              <w:rPr>
                <w:rFonts w:ascii="Trebuchet MS" w:hAnsi="Trebuchet MS"/>
                <w:sz w:val="16"/>
                <w:szCs w:val="18"/>
              </w:rPr>
              <w:t xml:space="preserve">umowa o pracę, umowa cywilno-prawna w przypadku osobistego świadczenia czynności przez osobę fizyczną prowadzącą </w:t>
            </w:r>
            <w:r w:rsidRPr="00A7709C">
              <w:rPr>
                <w:rFonts w:ascii="Trebuchet MS" w:hAnsi="Trebuchet MS" w:cs="Segoe UI"/>
                <w:sz w:val="16"/>
                <w:szCs w:val="18"/>
              </w:rPr>
              <w:t>działalność gospodarczą</w:t>
            </w:r>
            <w:r w:rsidRPr="00A7709C">
              <w:rPr>
                <w:rFonts w:ascii="Trebuchet MS" w:hAnsi="Trebuchet MS"/>
                <w:sz w:val="16"/>
                <w:szCs w:val="18"/>
              </w:rPr>
              <w:t>, zasoby innych podmiotów)*****)</w:t>
            </w:r>
          </w:p>
        </w:tc>
      </w:tr>
      <w:tr w:rsidR="00A7709C" w:rsidRPr="007F6FE7" w14:paraId="7F292CFC" w14:textId="77777777" w:rsidTr="007321BF">
        <w:trPr>
          <w:trHeight w:val="417"/>
        </w:trPr>
        <w:tc>
          <w:tcPr>
            <w:tcW w:w="518" w:type="dxa"/>
            <w:vMerge w:val="restart"/>
            <w:shd w:val="clear" w:color="auto" w:fill="F3F3F3"/>
            <w:vAlign w:val="center"/>
          </w:tcPr>
          <w:p w14:paraId="48E9BD38" w14:textId="543FD8CC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14:paraId="4A0CEEAD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14:paraId="6D2D3AD0" w14:textId="62238DFA" w:rsidR="00A7709C" w:rsidRPr="007F6FE7" w:rsidRDefault="00E07067" w:rsidP="008277D5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Osoba skierowana do </w:t>
            </w:r>
            <w:r w:rsidR="00A7709C" w:rsidRPr="00A7709C">
              <w:rPr>
                <w:rFonts w:ascii="Trebuchet MS" w:hAnsi="Trebuchet MS" w:cs="Tahoma"/>
                <w:sz w:val="20"/>
                <w:szCs w:val="20"/>
              </w:rPr>
              <w:t>wykonywania konserw</w:t>
            </w:r>
            <w:r>
              <w:rPr>
                <w:rFonts w:ascii="Trebuchet MS" w:hAnsi="Trebuchet MS" w:cs="Tahoma"/>
                <w:sz w:val="20"/>
                <w:szCs w:val="20"/>
              </w:rPr>
              <w:t>acji i </w:t>
            </w:r>
            <w:r w:rsidR="00A7709C" w:rsidRPr="00A7709C">
              <w:rPr>
                <w:rFonts w:ascii="Trebuchet MS" w:hAnsi="Trebuchet MS" w:cs="Tahoma"/>
                <w:sz w:val="20"/>
                <w:szCs w:val="20"/>
              </w:rPr>
              <w:t xml:space="preserve">napraw </w:t>
            </w:r>
            <w:r w:rsidR="00D26A1C" w:rsidRPr="00D26A1C">
              <w:rPr>
                <w:rFonts w:ascii="Trebuchet MS" w:hAnsi="Trebuchet MS" w:cs="Tahoma"/>
                <w:sz w:val="20"/>
                <w:szCs w:val="20"/>
              </w:rPr>
              <w:t>instala</w:t>
            </w:r>
            <w:r w:rsidR="00D26A1C">
              <w:rPr>
                <w:rFonts w:ascii="Trebuchet MS" w:hAnsi="Trebuchet MS" w:cs="Tahoma"/>
                <w:sz w:val="20"/>
                <w:szCs w:val="20"/>
              </w:rPr>
              <w:t>cji ochrony przed zadymianiem i </w:t>
            </w:r>
            <w:r w:rsidR="00D26A1C" w:rsidRPr="00D26A1C">
              <w:rPr>
                <w:rFonts w:ascii="Trebuchet MS" w:hAnsi="Trebuchet MS" w:cs="Tahoma"/>
                <w:sz w:val="20"/>
                <w:szCs w:val="20"/>
              </w:rPr>
              <w:t>sterowania centralami typu FCP firmy D+H</w:t>
            </w:r>
          </w:p>
        </w:tc>
        <w:tc>
          <w:tcPr>
            <w:tcW w:w="7992" w:type="dxa"/>
          </w:tcPr>
          <w:p w14:paraId="6696CBDE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I.</w:t>
            </w:r>
          </w:p>
          <w:p w14:paraId="4217F5EA" w14:textId="5B551FC0" w:rsidR="00A7709C" w:rsidRPr="007F6FE7" w:rsidRDefault="00A7709C" w:rsidP="008277D5">
            <w:pPr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kwalifikacje </w:t>
            </w:r>
            <w:r w:rsidR="003813F4" w:rsidRPr="003813F4">
              <w:rPr>
                <w:rFonts w:ascii="Trebuchet MS" w:hAnsi="Trebuchet MS"/>
                <w:sz w:val="20"/>
                <w:szCs w:val="20"/>
              </w:rPr>
              <w:t>zawodowe, doświadczenie</w:t>
            </w:r>
            <w:r w:rsidRPr="007F6FE7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3E3A6021" w14:textId="77777777" w:rsidR="00222FDD" w:rsidRDefault="00E07067" w:rsidP="0060392B">
            <w:pPr>
              <w:numPr>
                <w:ilvl w:val="1"/>
                <w:numId w:val="66"/>
              </w:numPr>
              <w:tabs>
                <w:tab w:val="clear" w:pos="1077"/>
                <w:tab w:val="num" w:pos="384"/>
              </w:tabs>
              <w:ind w:left="38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ważne świadectwo kwalifikacji uprawniające do zajmowania się eksploatacją (na stanowisku eksploatacji) w zakresie obsługi, konserwacji, remontów, urządzeń, instalacji i sieci elektroenergetycznych o napięciu nie wyższym niż 1 </w:t>
            </w:r>
            <w:proofErr w:type="spellStart"/>
            <w:r w:rsidRPr="00E07067">
              <w:rPr>
                <w:rFonts w:ascii="Trebuchet MS" w:eastAsia="TimesNewRomanPS" w:hAnsi="Trebuchet MS"/>
                <w:i/>
                <w:sz w:val="20"/>
                <w:szCs w:val="20"/>
              </w:rPr>
              <w:t>kV</w:t>
            </w:r>
            <w:proofErr w:type="spellEnd"/>
            <w:r w:rsidR="00A7709C" w:rsidRPr="007F6FE7">
              <w:rPr>
                <w:rFonts w:ascii="Trebuchet MS" w:hAnsi="Trebuchet MS"/>
                <w:sz w:val="20"/>
                <w:szCs w:val="20"/>
              </w:rPr>
              <w:t>;</w:t>
            </w:r>
          </w:p>
          <w:p w14:paraId="62E35924" w14:textId="6086B09F" w:rsidR="00A7709C" w:rsidRPr="00222FDD" w:rsidRDefault="00A7709C" w:rsidP="0060392B">
            <w:pPr>
              <w:numPr>
                <w:ilvl w:val="1"/>
                <w:numId w:val="66"/>
              </w:numPr>
              <w:tabs>
                <w:tab w:val="clear" w:pos="1077"/>
                <w:tab w:val="num" w:pos="384"/>
              </w:tabs>
              <w:ind w:left="384"/>
              <w:rPr>
                <w:rFonts w:ascii="Trebuchet MS" w:hAnsi="Trebuchet MS"/>
                <w:sz w:val="20"/>
                <w:szCs w:val="20"/>
              </w:rPr>
            </w:pPr>
            <w:r w:rsidRPr="00222FDD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uprawnienia uprawniające do wykonywania </w:t>
            </w:r>
            <w:r w:rsidR="004B48AF" w:rsidRPr="00222FDD">
              <w:rPr>
                <w:rFonts w:ascii="Trebuchet MS" w:eastAsia="TimesNewRomanPS" w:hAnsi="Trebuchet MS"/>
                <w:i/>
                <w:sz w:val="20"/>
                <w:szCs w:val="20"/>
              </w:rPr>
              <w:t xml:space="preserve">konserwacji i napraw instalacji ochrony przed zadymianiem i sterowania centralami typu FCP firmy D+H </w:t>
            </w:r>
            <w:r w:rsidRPr="00222FDD">
              <w:rPr>
                <w:rFonts w:ascii="Trebuchet MS" w:hAnsi="Trebuchet MS" w:cs="Tahoma"/>
                <w:i/>
                <w:sz w:val="20"/>
                <w:szCs w:val="20"/>
              </w:rPr>
              <w:t>*),</w:t>
            </w:r>
          </w:p>
          <w:p w14:paraId="46DFAF31" w14:textId="77777777" w:rsidR="00A7709C" w:rsidRPr="005B1BE3" w:rsidRDefault="00A7709C" w:rsidP="008277D5">
            <w:pPr>
              <w:spacing w:line="360" w:lineRule="auto"/>
              <w:ind w:left="398"/>
              <w:rPr>
                <w:rFonts w:ascii="Trebuchet MS" w:hAnsi="Trebuchet MS"/>
                <w:i/>
                <w:sz w:val="20"/>
                <w:szCs w:val="20"/>
              </w:rPr>
            </w:pPr>
            <w:r w:rsidRPr="005B1BE3">
              <w:rPr>
                <w:rFonts w:ascii="Trebuchet MS" w:hAnsi="Trebuchet MS"/>
                <w:i/>
                <w:sz w:val="20"/>
                <w:szCs w:val="20"/>
              </w:rPr>
              <w:t>wydane przez</w:t>
            </w:r>
            <w:r>
              <w:rPr>
                <w:rFonts w:ascii="Trebuchet MS" w:hAnsi="Trebuchet MS"/>
                <w:i/>
                <w:sz w:val="20"/>
                <w:szCs w:val="20"/>
              </w:rPr>
              <w:t>**)</w:t>
            </w:r>
            <w:r w:rsidRPr="005B1BE3">
              <w:rPr>
                <w:rFonts w:ascii="Trebuchet MS" w:hAnsi="Trebuchet MS"/>
                <w:i/>
                <w:sz w:val="20"/>
                <w:szCs w:val="20"/>
              </w:rPr>
              <w:t>: ……………………………………………………………………………………………………</w:t>
            </w:r>
          </w:p>
          <w:p w14:paraId="0E50C0F9" w14:textId="77777777" w:rsidR="00A7709C" w:rsidRDefault="00A7709C" w:rsidP="008277D5">
            <w:pPr>
              <w:spacing w:line="360" w:lineRule="auto"/>
              <w:ind w:left="397"/>
              <w:rPr>
                <w:rFonts w:ascii="Trebuchet MS" w:hAnsi="Trebuchet MS"/>
                <w:b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dnia**): …………………………………………………………………………………………………….</w:t>
            </w:r>
            <w:r>
              <w:rPr>
                <w:rFonts w:ascii="Trebuchet MS" w:hAnsi="Trebuchet MS"/>
                <w:b/>
                <w:i/>
                <w:sz w:val="20"/>
                <w:szCs w:val="20"/>
              </w:rPr>
              <w:t>…………….</w:t>
            </w:r>
          </w:p>
          <w:p w14:paraId="4B07BF96" w14:textId="77777777" w:rsidR="00A7709C" w:rsidRPr="007F6FE7" w:rsidRDefault="00A7709C" w:rsidP="008277D5">
            <w:pPr>
              <w:jc w:val="both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7F6FE7">
              <w:rPr>
                <w:rFonts w:ascii="Trebuchet MS" w:hAnsi="Trebuchet MS" w:cs="Calibri"/>
                <w:color w:val="000000"/>
                <w:sz w:val="20"/>
                <w:szCs w:val="20"/>
              </w:rPr>
              <w:t>lub*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**)</w:t>
            </w:r>
          </w:p>
          <w:p w14:paraId="034DC100" w14:textId="000EF6BB" w:rsidR="00A7709C" w:rsidRPr="007F6FE7" w:rsidRDefault="00A7709C" w:rsidP="006B0E4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6FE7">
              <w:rPr>
                <w:rFonts w:ascii="Trebuchet MS" w:hAnsi="Trebuchet MS"/>
                <w:sz w:val="20"/>
                <w:szCs w:val="20"/>
              </w:rPr>
              <w:t xml:space="preserve">Wskazana osoba posiada następujące minimum </w:t>
            </w:r>
            <w:r w:rsidR="006B0E41">
              <w:rPr>
                <w:rFonts w:ascii="Trebuchet MS" w:hAnsi="Trebuchet MS"/>
                <w:sz w:val="20"/>
                <w:szCs w:val="20"/>
              </w:rPr>
              <w:t>roczne doświadczenie nabyte nie </w:t>
            </w:r>
            <w:r w:rsidRPr="007F6FE7">
              <w:rPr>
                <w:rFonts w:ascii="Trebuchet MS" w:hAnsi="Trebuchet MS"/>
                <w:sz w:val="20"/>
                <w:szCs w:val="20"/>
              </w:rPr>
              <w:t xml:space="preserve">wcześniej niż począwszy od dnia 01.01.2012 r., w wykonywaniu </w:t>
            </w:r>
            <w:r w:rsidR="004B48AF" w:rsidRPr="004B48AF">
              <w:rPr>
                <w:rFonts w:ascii="Trebuchet MS" w:hAnsi="Trebuchet MS"/>
                <w:sz w:val="20"/>
                <w:szCs w:val="20"/>
              </w:rPr>
              <w:t>konserwacji i napraw instalacji ochrony przed zadymianiem i sterowania centralami typu FCP firmy</w:t>
            </w:r>
            <w:r w:rsidR="000E3438">
              <w:rPr>
                <w:rFonts w:ascii="Trebuchet MS" w:hAnsi="Trebuchet MS"/>
                <w:sz w:val="20"/>
                <w:szCs w:val="20"/>
              </w:rPr>
              <w:t> </w:t>
            </w:r>
            <w:r w:rsidR="004B48AF" w:rsidRPr="004B48AF">
              <w:rPr>
                <w:rFonts w:ascii="Trebuchet MS" w:hAnsi="Trebuchet MS"/>
                <w:sz w:val="20"/>
                <w:szCs w:val="20"/>
              </w:rPr>
              <w:t>D+H</w:t>
            </w:r>
            <w:r w:rsidRPr="007F6FE7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8F1D8DE" w14:textId="77777777" w:rsidR="00A7709C" w:rsidRPr="007F6FE7" w:rsidRDefault="00A7709C" w:rsidP="008277D5">
            <w:pPr>
              <w:rPr>
                <w:rFonts w:ascii="Trebuchet MS" w:hAnsi="Trebuchet MS" w:cs="Tahoma"/>
                <w:sz w:val="20"/>
                <w:szCs w:val="20"/>
              </w:rPr>
            </w:pPr>
          </w:p>
          <w:p w14:paraId="24C462ED" w14:textId="77777777" w:rsidR="00A7709C" w:rsidRDefault="00A7709C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03BCC12B" w14:textId="7B4B447E" w:rsidR="007802A9" w:rsidRDefault="007802A9" w:rsidP="008277D5">
            <w:pPr>
              <w:spacing w:after="12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7802A9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51199B82" w14:textId="1D13E6B5" w:rsidR="007802A9" w:rsidRPr="007F6FE7" w:rsidRDefault="007802A9" w:rsidP="00204E1A">
            <w:pPr>
              <w:spacing w:after="120" w:line="276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Miejsce w którym była wykonywana </w:t>
            </w:r>
            <w:r>
              <w:rPr>
                <w:rFonts w:ascii="Trebuchet MS" w:hAnsi="Trebuchet MS" w:cs="Tahoma"/>
                <w:b/>
                <w:sz w:val="18"/>
                <w:szCs w:val="20"/>
              </w:rPr>
              <w:t>konserwacja i naprawa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, okres/data wykonywania </w:t>
            </w:r>
            <w:r w:rsidRPr="0005364C">
              <w:rPr>
                <w:rFonts w:ascii="Trebuchet MS" w:hAnsi="Trebuchet MS" w:cs="Tahoma"/>
                <w:b/>
                <w:sz w:val="18"/>
                <w:szCs w:val="20"/>
              </w:rPr>
              <w:t>konserwacji i naprawy</w:t>
            </w:r>
            <w:r w:rsidRPr="006A36D1">
              <w:rPr>
                <w:rFonts w:ascii="Trebuchet MS" w:hAnsi="Trebuchet MS" w:cs="Tahoma"/>
                <w:b/>
                <w:sz w:val="18"/>
                <w:szCs w:val="20"/>
              </w:rPr>
              <w:t xml:space="preserve"> w formacie od dnia DD-MM-RRRR do dnia DD-MM-RRRR</w:t>
            </w:r>
          </w:p>
        </w:tc>
        <w:tc>
          <w:tcPr>
            <w:tcW w:w="2623" w:type="dxa"/>
            <w:vMerge w:val="restart"/>
            <w:shd w:val="clear" w:color="auto" w:fill="auto"/>
          </w:tcPr>
          <w:p w14:paraId="5E6FB96B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A7709C" w:rsidRPr="007F6FE7" w14:paraId="4AD4732B" w14:textId="77777777" w:rsidTr="007321BF">
        <w:trPr>
          <w:trHeight w:val="1100"/>
        </w:trPr>
        <w:tc>
          <w:tcPr>
            <w:tcW w:w="518" w:type="dxa"/>
            <w:vMerge/>
            <w:shd w:val="clear" w:color="auto" w:fill="F3F3F3"/>
            <w:vAlign w:val="center"/>
          </w:tcPr>
          <w:p w14:paraId="69AFCE0F" w14:textId="77777777" w:rsidR="00A7709C" w:rsidRPr="007F6FE7" w:rsidRDefault="00A7709C" w:rsidP="0060392B">
            <w:pPr>
              <w:pStyle w:val="Akapitzlist"/>
              <w:numPr>
                <w:ilvl w:val="0"/>
                <w:numId w:val="58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14:paraId="188101E0" w14:textId="77777777" w:rsidR="00A7709C" w:rsidRPr="007F6FE7" w:rsidRDefault="00A7709C" w:rsidP="008277D5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89" w:type="dxa"/>
            <w:vMerge/>
            <w:shd w:val="clear" w:color="auto" w:fill="auto"/>
          </w:tcPr>
          <w:p w14:paraId="28319B7C" w14:textId="77777777" w:rsidR="00A7709C" w:rsidRPr="007F6FE7" w:rsidRDefault="00A7709C" w:rsidP="008277D5">
            <w:pPr>
              <w:spacing w:before="120"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7992" w:type="dxa"/>
          </w:tcPr>
          <w:p w14:paraId="6F8F6A54" w14:textId="77777777" w:rsidR="00A7709C" w:rsidRPr="007F6FE7" w:rsidRDefault="00A7709C" w:rsidP="008277D5">
            <w:pPr>
              <w:spacing w:before="120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Cz. II.</w:t>
            </w:r>
          </w:p>
          <w:p w14:paraId="6BEF139F" w14:textId="77777777" w:rsidR="00A7709C" w:rsidRPr="007F6FE7" w:rsidRDefault="00A7709C" w:rsidP="008277D5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/>
                <w:b/>
                <w:sz w:val="20"/>
                <w:szCs w:val="20"/>
              </w:rPr>
              <w:t>Wskazana osoba posiada:</w:t>
            </w:r>
          </w:p>
          <w:p w14:paraId="4DD0A562" w14:textId="7D510DE7" w:rsidR="00A7709C" w:rsidRPr="007F6FE7" w:rsidRDefault="00A7709C" w:rsidP="008277D5">
            <w:pPr>
              <w:spacing w:after="12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 lata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**/ 3 lata*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*/4 lata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***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*</w:t>
            </w:r>
            <w:r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)</w:t>
            </w:r>
            <w:r w:rsidRPr="007F6FE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 xml:space="preserve">doświadczenia nabytego nie wcześniej niż począwszy od dnia 01.01.2012 r., </w:t>
            </w:r>
            <w:r w:rsidRPr="007F6FE7">
              <w:rPr>
                <w:rFonts w:ascii="Trebuchet MS" w:eastAsia="Calibri" w:hAnsi="Trebuchet MS"/>
                <w:i/>
                <w:sz w:val="20"/>
                <w:szCs w:val="20"/>
              </w:rPr>
              <w:t xml:space="preserve">w </w:t>
            </w:r>
            <w:r w:rsidRPr="007F6FE7">
              <w:rPr>
                <w:rFonts w:ascii="Trebuchet MS" w:hAnsi="Trebuchet MS" w:cs="Trebuchet MS"/>
                <w:bCs/>
                <w:i/>
                <w:sz w:val="20"/>
                <w:szCs w:val="20"/>
              </w:rPr>
              <w:t xml:space="preserve">wykonywaniu </w:t>
            </w:r>
            <w:r w:rsidR="004B48AF" w:rsidRPr="004B48AF">
              <w:rPr>
                <w:rFonts w:ascii="Trebuchet MS" w:hAnsi="Trebuchet MS"/>
                <w:i/>
                <w:sz w:val="20"/>
                <w:szCs w:val="20"/>
              </w:rPr>
              <w:t>konserwacji i napraw instalacji ochrony przed zadymianiem i sterowania centralami typu FCP firmy D+H</w:t>
            </w:r>
            <w:r w:rsidRPr="007F6FE7">
              <w:rPr>
                <w:rFonts w:ascii="Trebuchet MS" w:hAnsi="Trebuchet MS"/>
                <w:i/>
                <w:sz w:val="20"/>
                <w:szCs w:val="20"/>
              </w:rPr>
              <w:t>.</w:t>
            </w:r>
          </w:p>
        </w:tc>
        <w:tc>
          <w:tcPr>
            <w:tcW w:w="2623" w:type="dxa"/>
            <w:vMerge/>
            <w:shd w:val="clear" w:color="auto" w:fill="auto"/>
          </w:tcPr>
          <w:p w14:paraId="58658CB9" w14:textId="77777777" w:rsidR="00A7709C" w:rsidRPr="007F6FE7" w:rsidRDefault="00A7709C" w:rsidP="008277D5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535309EB" w14:textId="77777777" w:rsidR="00BD43D4" w:rsidRPr="007F6FE7" w:rsidRDefault="00BD43D4" w:rsidP="00BD43D4">
      <w:pPr>
        <w:tabs>
          <w:tab w:val="left" w:leader="dot" w:pos="16920"/>
        </w:tabs>
        <w:ind w:right="1222"/>
        <w:rPr>
          <w:rFonts w:ascii="Trebuchet MS" w:hAnsi="Trebuchet MS"/>
          <w:i/>
          <w:sz w:val="20"/>
          <w:szCs w:val="20"/>
        </w:rPr>
      </w:pPr>
    </w:p>
    <w:p w14:paraId="33B05949" w14:textId="77777777" w:rsidR="00BD43D4" w:rsidRPr="00FF42A5" w:rsidRDefault="00BD43D4" w:rsidP="007321BF">
      <w:pPr>
        <w:spacing w:after="120"/>
        <w:jc w:val="both"/>
        <w:rPr>
          <w:rFonts w:ascii="Trebuchet MS" w:hAnsi="Trebuchet MS" w:cs="Calibri"/>
          <w:i/>
          <w:color w:val="000000"/>
          <w:sz w:val="18"/>
          <w:szCs w:val="18"/>
        </w:rPr>
      </w:pPr>
      <w:r w:rsidRPr="0021329D">
        <w:rPr>
          <w:rFonts w:ascii="Trebuchet MS" w:hAnsi="Trebuchet MS" w:cs="Calibri"/>
          <w:i/>
          <w:color w:val="000000"/>
          <w:sz w:val="18"/>
          <w:szCs w:val="18"/>
        </w:rPr>
        <w:t>*</w:t>
      </w:r>
      <w:r>
        <w:rPr>
          <w:rFonts w:ascii="Trebuchet MS" w:hAnsi="Trebuchet MS" w:cs="Calibri"/>
          <w:i/>
          <w:color w:val="000000"/>
          <w:sz w:val="18"/>
          <w:szCs w:val="18"/>
        </w:rPr>
        <w:t xml:space="preserve">) </w:t>
      </w:r>
      <w:r w:rsidRPr="00FF42A5">
        <w:rPr>
          <w:rFonts w:ascii="Trebuchet MS" w:hAnsi="Trebuchet MS" w:cs="Calibri"/>
          <w:i/>
          <w:color w:val="000000"/>
          <w:sz w:val="18"/>
          <w:szCs w:val="18"/>
        </w:rPr>
        <w:t>system/urządzenie, którego uprawnienie dotyczy</w:t>
      </w:r>
    </w:p>
    <w:p w14:paraId="0F5E01FD" w14:textId="77777777" w:rsidR="00BD43D4" w:rsidRPr="0021329D" w:rsidRDefault="00BD43D4" w:rsidP="007321BF">
      <w:pPr>
        <w:spacing w:after="120"/>
        <w:jc w:val="both"/>
        <w:rPr>
          <w:rFonts w:ascii="Trebuchet MS" w:hAnsi="Trebuchet MS"/>
          <w:b/>
          <w:i/>
          <w:sz w:val="18"/>
          <w:szCs w:val="18"/>
        </w:rPr>
      </w:pPr>
      <w:r w:rsidRPr="00FF42A5">
        <w:rPr>
          <w:rFonts w:ascii="Trebuchet MS" w:hAnsi="Trebuchet MS" w:cs="Calibri"/>
          <w:i/>
          <w:color w:val="000000"/>
          <w:sz w:val="18"/>
          <w:szCs w:val="18"/>
        </w:rPr>
        <w:t>**</w:t>
      </w:r>
      <w:r>
        <w:rPr>
          <w:rFonts w:ascii="Trebuchet MS" w:hAnsi="Trebuchet MS" w:cs="Calibri"/>
          <w:i/>
          <w:color w:val="000000"/>
          <w:sz w:val="18"/>
          <w:szCs w:val="18"/>
        </w:rPr>
        <w:t>)</w:t>
      </w:r>
      <w:r w:rsidRPr="0021329D">
        <w:rPr>
          <w:rFonts w:ascii="Trebuchet MS" w:hAnsi="Trebuchet MS" w:cs="Calibri"/>
          <w:color w:val="000000"/>
          <w:sz w:val="18"/>
          <w:szCs w:val="18"/>
        </w:rPr>
        <w:t xml:space="preserve"> </w:t>
      </w:r>
      <w:r w:rsidRPr="00FF42A5">
        <w:rPr>
          <w:rFonts w:ascii="Trebuchet MS" w:hAnsi="Trebuchet MS" w:cs="Calibri"/>
          <w:i/>
          <w:color w:val="000000"/>
          <w:sz w:val="18"/>
          <w:szCs w:val="18"/>
        </w:rPr>
        <w:t>nazwa podmiotu wydającego uprawnienia oraz data wystawienia</w:t>
      </w:r>
    </w:p>
    <w:p w14:paraId="247F10CB" w14:textId="0A4D6E3C" w:rsidR="00BD43D4" w:rsidRPr="0096063E" w:rsidRDefault="00BD43D4" w:rsidP="007321BF">
      <w:pPr>
        <w:spacing w:after="120"/>
        <w:ind w:left="426" w:hanging="426"/>
        <w:jc w:val="both"/>
        <w:rPr>
          <w:rFonts w:ascii="Trebuchet MS" w:hAnsi="Trebuchet MS"/>
          <w:i/>
          <w:sz w:val="18"/>
          <w:szCs w:val="18"/>
        </w:rPr>
      </w:pPr>
      <w:r w:rsidRPr="00FF42A5">
        <w:rPr>
          <w:rFonts w:ascii="Trebuchet MS" w:hAnsi="Trebuchet MS" w:cs="Tahoma"/>
          <w:i/>
          <w:color w:val="000000"/>
          <w:sz w:val="18"/>
          <w:szCs w:val="18"/>
        </w:rPr>
        <w:t>***</w:t>
      </w:r>
      <w:r>
        <w:rPr>
          <w:rFonts w:ascii="Trebuchet MS" w:hAnsi="Trebuchet MS" w:cs="Tahoma"/>
          <w:i/>
          <w:color w:val="000000"/>
          <w:sz w:val="18"/>
          <w:szCs w:val="18"/>
        </w:rPr>
        <w:t xml:space="preserve">) </w:t>
      </w:r>
      <w:r>
        <w:rPr>
          <w:rFonts w:ascii="Trebuchet MS" w:hAnsi="Trebuchet MS" w:cs="Calibri"/>
          <w:i/>
          <w:color w:val="000000"/>
          <w:sz w:val="18"/>
          <w:szCs w:val="18"/>
        </w:rPr>
        <w:t>w</w:t>
      </w:r>
      <w:r w:rsidRPr="00FF42A5">
        <w:rPr>
          <w:rFonts w:ascii="Trebuchet MS" w:hAnsi="Trebuchet MS" w:cs="Calibri"/>
          <w:i/>
          <w:color w:val="000000"/>
          <w:sz w:val="18"/>
          <w:szCs w:val="18"/>
        </w:rPr>
        <w:t>ypełnić w przypadku wykazywania przez Wykonawcę posiadania uprawnień poprzez minimalne roczne doświadczenie. Należy podać</w:t>
      </w:r>
      <w:r w:rsidRPr="00FF42A5">
        <w:rPr>
          <w:rFonts w:ascii="Trebuchet MS" w:hAnsi="Trebuchet MS" w:cs="Tahoma"/>
          <w:i/>
          <w:sz w:val="18"/>
          <w:szCs w:val="18"/>
        </w:rPr>
        <w:t xml:space="preserve"> doświadczenie serwisanta, potwierdzające spełnianie warunku udziału w zgodnie z </w:t>
      </w:r>
      <w:r w:rsidRPr="0096063E">
        <w:rPr>
          <w:rFonts w:ascii="Trebuchet MS" w:hAnsi="Trebuchet MS" w:cs="Tahoma"/>
          <w:i/>
          <w:sz w:val="18"/>
          <w:szCs w:val="18"/>
        </w:rPr>
        <w:t xml:space="preserve">wymaganiami w </w:t>
      </w:r>
      <w:r w:rsidR="00037C24" w:rsidRPr="0096063E">
        <w:rPr>
          <w:rFonts w:ascii="Trebuchet MS" w:hAnsi="Trebuchet MS"/>
          <w:i/>
          <w:sz w:val="18"/>
          <w:szCs w:val="18"/>
        </w:rPr>
        <w:t>rozdziale</w:t>
      </w:r>
      <w:r w:rsidRPr="0096063E">
        <w:rPr>
          <w:rFonts w:ascii="Trebuchet MS" w:hAnsi="Trebuchet MS"/>
          <w:i/>
          <w:sz w:val="18"/>
          <w:szCs w:val="18"/>
        </w:rPr>
        <w:t xml:space="preserve"> V ust. 1 pkt 1.3 </w:t>
      </w:r>
      <w:proofErr w:type="spellStart"/>
      <w:r w:rsidRPr="0096063E">
        <w:rPr>
          <w:rFonts w:ascii="Trebuchet MS" w:hAnsi="Trebuchet MS"/>
          <w:i/>
          <w:sz w:val="18"/>
          <w:szCs w:val="18"/>
        </w:rPr>
        <w:t>ppkt</w:t>
      </w:r>
      <w:proofErr w:type="spellEnd"/>
      <w:r w:rsidRPr="0096063E">
        <w:rPr>
          <w:rFonts w:ascii="Trebuchet MS" w:hAnsi="Trebuchet MS"/>
          <w:i/>
          <w:sz w:val="18"/>
          <w:szCs w:val="18"/>
        </w:rPr>
        <w:t> 1) li</w:t>
      </w:r>
      <w:r w:rsidR="007321BF" w:rsidRPr="0096063E">
        <w:rPr>
          <w:rFonts w:ascii="Trebuchet MS" w:hAnsi="Trebuchet MS"/>
          <w:i/>
          <w:sz w:val="18"/>
          <w:szCs w:val="18"/>
        </w:rPr>
        <w:t>t. b  SIWZ</w:t>
      </w:r>
    </w:p>
    <w:p w14:paraId="39B3F2F8" w14:textId="29B07DAE" w:rsidR="00BD43D4" w:rsidRPr="0096063E" w:rsidRDefault="00BD43D4" w:rsidP="007321BF">
      <w:pPr>
        <w:spacing w:after="120"/>
        <w:jc w:val="both"/>
        <w:rPr>
          <w:rFonts w:ascii="Trebuchet MS" w:hAnsi="Trebuchet MS"/>
          <w:i/>
          <w:sz w:val="18"/>
          <w:szCs w:val="18"/>
        </w:rPr>
      </w:pPr>
      <w:r w:rsidRPr="0096063E">
        <w:rPr>
          <w:rFonts w:ascii="Trebuchet MS" w:hAnsi="Trebuchet MS" w:cs="Tahoma"/>
          <w:i/>
          <w:sz w:val="18"/>
          <w:szCs w:val="18"/>
        </w:rPr>
        <w:t xml:space="preserve">****) </w:t>
      </w:r>
      <w:r w:rsidR="007321BF" w:rsidRPr="0096063E">
        <w:rPr>
          <w:rFonts w:ascii="Trebuchet MS" w:hAnsi="Trebuchet MS" w:cs="Tahoma"/>
          <w:i/>
          <w:sz w:val="18"/>
          <w:szCs w:val="18"/>
        </w:rPr>
        <w:t>w</w:t>
      </w:r>
      <w:r w:rsidRPr="0096063E">
        <w:rPr>
          <w:rFonts w:ascii="Trebuchet MS" w:hAnsi="Trebuchet MS" w:cs="Tahoma"/>
          <w:i/>
          <w:sz w:val="18"/>
          <w:szCs w:val="18"/>
        </w:rPr>
        <w:t>łaściwe doświadczenie należy pozostawić, natomiast pozostałe przekreślić</w:t>
      </w:r>
    </w:p>
    <w:p w14:paraId="477CE8EA" w14:textId="591C0101" w:rsidR="00BD43D4" w:rsidRPr="0096063E" w:rsidRDefault="00BD43D4" w:rsidP="007321BF">
      <w:pPr>
        <w:ind w:left="426" w:hanging="426"/>
        <w:jc w:val="both"/>
        <w:rPr>
          <w:rFonts w:ascii="Trebuchet MS" w:hAnsi="Trebuchet MS" w:cs="Tahoma"/>
          <w:i/>
          <w:sz w:val="18"/>
          <w:szCs w:val="18"/>
        </w:rPr>
      </w:pPr>
      <w:r w:rsidRPr="0096063E">
        <w:rPr>
          <w:rFonts w:ascii="Trebuchet MS" w:hAnsi="Trebuchet MS"/>
          <w:sz w:val="18"/>
          <w:szCs w:val="18"/>
        </w:rPr>
        <w:t>*****) w</w:t>
      </w:r>
      <w:r w:rsidRPr="0096063E">
        <w:rPr>
          <w:rFonts w:ascii="Trebuchet MS" w:hAnsi="Trebuchet MS" w:cs="Tahoma"/>
          <w:i/>
          <w:sz w:val="18"/>
          <w:szCs w:val="18"/>
        </w:rPr>
        <w:t xml:space="preserve"> przypadku wykazania w podstawie dysponowania: „zasoby innych podmiotów”, do oferty należy dołączyć zobowiązanie tych po</w:t>
      </w:r>
      <w:r w:rsidR="007321BF" w:rsidRPr="0096063E">
        <w:rPr>
          <w:rFonts w:ascii="Trebuchet MS" w:hAnsi="Trebuchet MS" w:cs="Tahoma"/>
          <w:i/>
          <w:sz w:val="18"/>
          <w:szCs w:val="18"/>
        </w:rPr>
        <w:t>dmiotów do oddania Wykonawcy do </w:t>
      </w:r>
      <w:r w:rsidRPr="0096063E">
        <w:rPr>
          <w:rFonts w:ascii="Trebuchet MS" w:hAnsi="Trebuchet MS" w:cs="Tahoma"/>
          <w:i/>
          <w:sz w:val="18"/>
          <w:szCs w:val="18"/>
        </w:rPr>
        <w:t xml:space="preserve">dyspozycji niezbędnych zasobów na potrzeby wykonania zamówienia (sporządzony wg załącznika nr </w:t>
      </w:r>
      <w:r w:rsidR="004B48AF" w:rsidRPr="0096063E">
        <w:rPr>
          <w:rFonts w:ascii="Trebuchet MS" w:hAnsi="Trebuchet MS" w:cs="Tahoma"/>
          <w:i/>
          <w:sz w:val="18"/>
          <w:szCs w:val="18"/>
        </w:rPr>
        <w:t>5</w:t>
      </w:r>
      <w:r w:rsidRPr="0096063E">
        <w:rPr>
          <w:rFonts w:ascii="Trebuchet MS" w:hAnsi="Trebuchet MS" w:cs="Tahoma"/>
          <w:i/>
          <w:sz w:val="18"/>
          <w:szCs w:val="18"/>
        </w:rPr>
        <w:t xml:space="preserve"> SIWZ</w:t>
      </w:r>
      <w:r w:rsidR="007321BF" w:rsidRPr="0096063E">
        <w:rPr>
          <w:rFonts w:ascii="Trebuchet MS" w:hAnsi="Trebuchet MS" w:cs="Tahoma"/>
          <w:i/>
          <w:sz w:val="18"/>
          <w:szCs w:val="18"/>
        </w:rPr>
        <w:t>)</w:t>
      </w:r>
    </w:p>
    <w:p w14:paraId="1E00242A" w14:textId="77777777" w:rsidR="00BD43D4" w:rsidRPr="007F6FE7" w:rsidRDefault="00BD43D4" w:rsidP="00BD43D4">
      <w:pPr>
        <w:tabs>
          <w:tab w:val="left" w:leader="dot" w:pos="16920"/>
        </w:tabs>
        <w:ind w:left="4678" w:right="1222"/>
        <w:rPr>
          <w:rFonts w:ascii="Trebuchet MS" w:hAnsi="Trebuchet MS"/>
          <w:i/>
          <w:sz w:val="20"/>
          <w:szCs w:val="20"/>
        </w:rPr>
      </w:pPr>
    </w:p>
    <w:p w14:paraId="3BE43101" w14:textId="77777777" w:rsidR="00980105" w:rsidRDefault="00980105" w:rsidP="008C406B">
      <w:pPr>
        <w:spacing w:line="276" w:lineRule="auto"/>
        <w:ind w:left="9923"/>
        <w:jc w:val="center"/>
        <w:rPr>
          <w:rFonts w:ascii="Trebuchet MS" w:eastAsia="Calibri" w:hAnsi="Trebuchet MS" w:cs="Arial"/>
          <w:b/>
          <w:sz w:val="20"/>
          <w:szCs w:val="20"/>
          <w:lang w:eastAsia="en-US"/>
        </w:rPr>
      </w:pPr>
    </w:p>
    <w:p w14:paraId="6A3FF488" w14:textId="77777777" w:rsidR="008C406B" w:rsidRPr="009E13C8" w:rsidRDefault="008C406B" w:rsidP="008C406B">
      <w:pPr>
        <w:spacing w:line="276" w:lineRule="auto"/>
        <w:ind w:left="9923"/>
        <w:jc w:val="center"/>
        <w:rPr>
          <w:rFonts w:ascii="Trebuchet MS" w:eastAsia="Calibri" w:hAnsi="Trebuchet MS" w:cs="Arial"/>
          <w:b/>
          <w:sz w:val="20"/>
          <w:szCs w:val="20"/>
          <w:lang w:eastAsia="en-US"/>
        </w:rPr>
      </w:pPr>
      <w:r w:rsidRPr="009E13C8">
        <w:rPr>
          <w:rFonts w:ascii="Trebuchet MS" w:eastAsia="Calibri" w:hAnsi="Trebuchet MS" w:cs="Arial"/>
          <w:b/>
          <w:sz w:val="20"/>
          <w:szCs w:val="20"/>
          <w:lang w:eastAsia="en-US"/>
        </w:rPr>
        <w:t>PODPIS</w:t>
      </w:r>
    </w:p>
    <w:p w14:paraId="3294EC5C" w14:textId="77777777" w:rsidR="008C406B" w:rsidRPr="007F6FE7" w:rsidRDefault="008C406B" w:rsidP="008C406B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163C4EEE" w14:textId="77777777" w:rsidR="008C406B" w:rsidRPr="007F6FE7" w:rsidRDefault="008C406B" w:rsidP="008C406B">
      <w:pPr>
        <w:spacing w:line="276" w:lineRule="auto"/>
        <w:jc w:val="both"/>
        <w:rPr>
          <w:rFonts w:ascii="Trebuchet MS" w:eastAsia="Calibri" w:hAnsi="Trebuchet MS" w:cs="Arial"/>
          <w:sz w:val="20"/>
          <w:szCs w:val="20"/>
          <w:lang w:eastAsia="en-US"/>
        </w:rPr>
      </w:pPr>
    </w:p>
    <w:p w14:paraId="22ACBB35" w14:textId="77777777" w:rsidR="008C406B" w:rsidRPr="007F6FE7" w:rsidRDefault="008C406B" w:rsidP="008C406B">
      <w:pPr>
        <w:tabs>
          <w:tab w:val="left" w:leader="dot" w:pos="16920"/>
        </w:tabs>
        <w:ind w:left="4678" w:right="112"/>
        <w:jc w:val="right"/>
        <w:rPr>
          <w:rFonts w:ascii="Trebuchet MS" w:hAnsi="Trebuchet MS"/>
          <w:i/>
          <w:sz w:val="20"/>
          <w:szCs w:val="20"/>
        </w:rPr>
      </w:pPr>
      <w:r w:rsidRPr="007F6FE7">
        <w:rPr>
          <w:rFonts w:ascii="Trebuchet MS" w:hAnsi="Trebuchet MS"/>
          <w:i/>
          <w:sz w:val="20"/>
          <w:szCs w:val="20"/>
        </w:rPr>
        <w:t>………………………………………………………………………</w:t>
      </w:r>
    </w:p>
    <w:p w14:paraId="3EDAA2F5" w14:textId="6D4696F6" w:rsidR="008C406B" w:rsidRPr="008C406B" w:rsidRDefault="008C406B" w:rsidP="008C406B">
      <w:pPr>
        <w:ind w:left="9498"/>
        <w:jc w:val="center"/>
        <w:rPr>
          <w:rFonts w:ascii="Trebuchet MS" w:hAnsi="Trebuchet MS"/>
          <w:b/>
          <w:sz w:val="16"/>
          <w:szCs w:val="16"/>
        </w:rPr>
      </w:pPr>
      <w:r w:rsidRPr="008C406B">
        <w:rPr>
          <w:rFonts w:ascii="Trebuchet MS" w:hAnsi="Trebuchet MS"/>
          <w:sz w:val="16"/>
          <w:szCs w:val="16"/>
        </w:rPr>
        <w:t>czytelny podpis lub podpis na pieczęci imiennej osoby upoważnionej do składania oświadczeń w imieniu Wykonawcy</w:t>
      </w:r>
    </w:p>
    <w:p w14:paraId="28917818" w14:textId="77777777" w:rsidR="006B0E41" w:rsidRPr="007F6FE7" w:rsidRDefault="006B0E41" w:rsidP="006B0E41">
      <w:pPr>
        <w:tabs>
          <w:tab w:val="left" w:leader="dot" w:pos="16920"/>
        </w:tabs>
        <w:ind w:left="4678" w:right="1222"/>
        <w:rPr>
          <w:rFonts w:ascii="Trebuchet MS" w:hAnsi="Trebuchet MS"/>
          <w:i/>
          <w:sz w:val="20"/>
          <w:szCs w:val="20"/>
        </w:rPr>
      </w:pPr>
    </w:p>
    <w:sectPr w:rsidR="006B0E41" w:rsidRPr="007F6FE7" w:rsidSect="00D70251">
      <w:headerReference w:type="first" r:id="rId8"/>
      <w:pgSz w:w="16839" w:h="11907" w:orient="landscape" w:code="9"/>
      <w:pgMar w:top="992" w:right="1418" w:bottom="924" w:left="1418" w:header="567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95EED" w14:textId="77777777" w:rsidR="00554862" w:rsidRDefault="00554862">
      <w:r>
        <w:separator/>
      </w:r>
    </w:p>
  </w:endnote>
  <w:endnote w:type="continuationSeparator" w:id="0">
    <w:p w14:paraId="4932E58D" w14:textId="77777777" w:rsidR="00554862" w:rsidRDefault="00554862">
      <w:r>
        <w:continuationSeparator/>
      </w:r>
    </w:p>
  </w:endnote>
  <w:endnote w:type="continuationNotice" w:id="1">
    <w:p w14:paraId="670C865D" w14:textId="77777777" w:rsidR="00554862" w:rsidRDefault="0055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AD742" w14:textId="77777777" w:rsidR="00554862" w:rsidRDefault="00554862">
      <w:r>
        <w:separator/>
      </w:r>
    </w:p>
  </w:footnote>
  <w:footnote w:type="continuationSeparator" w:id="0">
    <w:p w14:paraId="449FDEF6" w14:textId="77777777" w:rsidR="00554862" w:rsidRDefault="00554862">
      <w:r>
        <w:continuationSeparator/>
      </w:r>
    </w:p>
  </w:footnote>
  <w:footnote w:type="continuationNotice" w:id="1">
    <w:p w14:paraId="66779A69" w14:textId="77777777" w:rsidR="00554862" w:rsidRDefault="005548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6953F" w14:textId="2F72B20E" w:rsidR="00554862" w:rsidRPr="007C7951" w:rsidRDefault="00554862" w:rsidP="007C7951">
    <w:pPr>
      <w:pStyle w:val="Nagwek"/>
    </w:pPr>
    <w:r w:rsidRPr="00BD68BD">
      <w:rPr>
        <w:rFonts w:ascii="Trebuchet MS" w:hAnsi="Trebuchet MS" w:cs="Tahoma"/>
        <w:sz w:val="20"/>
        <w:szCs w:val="20"/>
      </w:rPr>
      <w:t>Numer referencyjny: MŚ-ZP-</w:t>
    </w:r>
    <w:r>
      <w:rPr>
        <w:rFonts w:ascii="Trebuchet MS" w:hAnsi="Trebuchet MS" w:cs="Tahoma"/>
        <w:sz w:val="20"/>
        <w:szCs w:val="20"/>
      </w:rPr>
      <w:t>WW</w:t>
    </w:r>
    <w:r w:rsidRPr="00BD68BD">
      <w:rPr>
        <w:rFonts w:ascii="Trebuchet MS" w:hAnsi="Trebuchet MS" w:cs="Tahoma"/>
        <w:sz w:val="20"/>
        <w:szCs w:val="20"/>
      </w:rPr>
      <w:t>-333-</w:t>
    </w:r>
    <w:r>
      <w:rPr>
        <w:rFonts w:ascii="Trebuchet MS" w:hAnsi="Trebuchet MS" w:cs="Tahoma"/>
        <w:sz w:val="20"/>
        <w:szCs w:val="20"/>
      </w:rPr>
      <w:t>13/18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EBA6550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ascii="Trebuchet MS" w:hAnsi="Trebuchet MS" w:cs="Tahoma" w:hint="default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2214"/>
        </w:tabs>
        <w:ind w:left="22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34"/>
        </w:tabs>
        <w:ind w:left="293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4"/>
        </w:tabs>
        <w:ind w:left="3654" w:hanging="2160"/>
      </w:pPr>
      <w:rPr>
        <w:rFonts w:cs="Times New Roman" w:hint="default"/>
      </w:rPr>
    </w:lvl>
  </w:abstractNum>
  <w:abstractNum w:abstractNumId="1" w15:restartNumberingAfterBreak="0">
    <w:nsid w:val="00000003"/>
    <w:multiLevelType w:val="singleLevel"/>
    <w:tmpl w:val="EFAC1BC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 w15:restartNumberingAfterBreak="0">
    <w:nsid w:val="00000004"/>
    <w:multiLevelType w:val="multilevel"/>
    <w:tmpl w:val="9C0C2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67EAE9C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rebuchet MS" w:eastAsia="Times New Roman" w:hAnsi="Trebuchet M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51E8B8E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5" w15:restartNumberingAfterBreak="0">
    <w:nsid w:val="00000008"/>
    <w:multiLevelType w:val="multilevel"/>
    <w:tmpl w:val="BB30B698"/>
    <w:name w:val="WW8Num8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ascii="Trebuchet MS" w:hAnsi="Trebuchet MS" w:cs="Tahoma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00000009"/>
    <w:multiLevelType w:val="singleLevel"/>
    <w:tmpl w:val="384873D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0"/>
      </w:rPr>
    </w:lvl>
  </w:abstractNum>
  <w:abstractNum w:abstractNumId="7" w15:restartNumberingAfterBreak="0">
    <w:nsid w:val="0000000B"/>
    <w:multiLevelType w:val="singleLevel"/>
    <w:tmpl w:val="953A42E4"/>
    <w:name w:val="WW8Num11"/>
    <w:lvl w:ilvl="0">
      <w:start w:val="1"/>
      <w:numFmt w:val="decimal"/>
      <w:lvlText w:val="1.%1."/>
      <w:lvlJc w:val="left"/>
      <w:pPr>
        <w:tabs>
          <w:tab w:val="num" w:pos="922"/>
        </w:tabs>
        <w:ind w:left="922" w:hanging="562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8" w15:restartNumberingAfterBreak="0">
    <w:nsid w:val="0000000E"/>
    <w:multiLevelType w:val="singleLevel"/>
    <w:tmpl w:val="FA46D84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 w:val="0"/>
        <w:sz w:val="22"/>
        <w:szCs w:val="20"/>
      </w:rPr>
    </w:lvl>
  </w:abstractNum>
  <w:abstractNum w:abstractNumId="9" w15:restartNumberingAfterBreak="0">
    <w:nsid w:val="0000000F"/>
    <w:multiLevelType w:val="multilevel"/>
    <w:tmpl w:val="6E6491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rebuchet MS" w:hAnsi="Trebuchet MS" w:cs="Trebuchet MS"/>
        <w:b w:val="0"/>
        <w:bCs w:val="0"/>
        <w:sz w:val="20"/>
        <w:szCs w:val="20"/>
      </w:rPr>
    </w:lvl>
  </w:abstractNum>
  <w:abstractNum w:abstractNumId="10" w15:restartNumberingAfterBreak="0">
    <w:nsid w:val="00000011"/>
    <w:multiLevelType w:val="singleLevel"/>
    <w:tmpl w:val="C15EBAE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Cs/>
        <w:sz w:val="20"/>
        <w:szCs w:val="20"/>
      </w:rPr>
    </w:lvl>
  </w:abstractNum>
  <w:abstractNum w:abstractNumId="11" w15:restartNumberingAfterBreak="0">
    <w:nsid w:val="00000013"/>
    <w:multiLevelType w:val="multilevel"/>
    <w:tmpl w:val="ACA0EEB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2" w15:restartNumberingAfterBreak="0">
    <w:nsid w:val="00000014"/>
    <w:multiLevelType w:val="singleLevel"/>
    <w:tmpl w:val="42C638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3" w15:restartNumberingAfterBreak="0">
    <w:nsid w:val="01302B03"/>
    <w:multiLevelType w:val="hybridMultilevel"/>
    <w:tmpl w:val="B026591A"/>
    <w:lvl w:ilvl="0" w:tplc="AE3E1B8A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1DA4398"/>
    <w:multiLevelType w:val="hybridMultilevel"/>
    <w:tmpl w:val="E1B8DDBE"/>
    <w:lvl w:ilvl="0" w:tplc="E8F0C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954D73"/>
    <w:multiLevelType w:val="hybridMultilevel"/>
    <w:tmpl w:val="0BC4A760"/>
    <w:lvl w:ilvl="0" w:tplc="3352615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16FAA6">
      <w:start w:val="1"/>
      <w:numFmt w:val="decimal"/>
      <w:lvlText w:val="%2."/>
      <w:lvlJc w:val="left"/>
      <w:pPr>
        <w:tabs>
          <w:tab w:val="num" w:pos="180"/>
        </w:tabs>
        <w:ind w:left="540" w:hanging="360"/>
      </w:pPr>
      <w:rPr>
        <w:rFonts w:hint="default"/>
        <w:b w:val="0"/>
      </w:rPr>
    </w:lvl>
    <w:lvl w:ilvl="2" w:tplc="95D471CE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030048E4"/>
    <w:multiLevelType w:val="multilevel"/>
    <w:tmpl w:val="47829B0C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17" w15:restartNumberingAfterBreak="0">
    <w:nsid w:val="032E190D"/>
    <w:multiLevelType w:val="hybridMultilevel"/>
    <w:tmpl w:val="8506A6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3C84E2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F62B45"/>
    <w:multiLevelType w:val="hybridMultilevel"/>
    <w:tmpl w:val="FC8E70A2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44509D7"/>
    <w:multiLevelType w:val="hybridMultilevel"/>
    <w:tmpl w:val="465A6B32"/>
    <w:lvl w:ilvl="0" w:tplc="E7AAE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B285534" w:tentative="1">
      <w:start w:val="1"/>
      <w:numFmt w:val="lowerLetter"/>
      <w:lvlText w:val="%2."/>
      <w:lvlJc w:val="left"/>
      <w:pPr>
        <w:ind w:left="1440" w:hanging="360"/>
      </w:pPr>
    </w:lvl>
    <w:lvl w:ilvl="2" w:tplc="1AEC557C" w:tentative="1">
      <w:start w:val="1"/>
      <w:numFmt w:val="lowerRoman"/>
      <w:lvlText w:val="%3."/>
      <w:lvlJc w:val="right"/>
      <w:pPr>
        <w:ind w:left="2160" w:hanging="180"/>
      </w:pPr>
    </w:lvl>
    <w:lvl w:ilvl="3" w:tplc="DB9207DC" w:tentative="1">
      <w:start w:val="1"/>
      <w:numFmt w:val="decimal"/>
      <w:lvlText w:val="%4."/>
      <w:lvlJc w:val="left"/>
      <w:pPr>
        <w:ind w:left="2880" w:hanging="360"/>
      </w:pPr>
    </w:lvl>
    <w:lvl w:ilvl="4" w:tplc="DF3A3738" w:tentative="1">
      <w:start w:val="1"/>
      <w:numFmt w:val="lowerLetter"/>
      <w:lvlText w:val="%5."/>
      <w:lvlJc w:val="left"/>
      <w:pPr>
        <w:ind w:left="3600" w:hanging="360"/>
      </w:pPr>
    </w:lvl>
    <w:lvl w:ilvl="5" w:tplc="A9943D72" w:tentative="1">
      <w:start w:val="1"/>
      <w:numFmt w:val="lowerRoman"/>
      <w:lvlText w:val="%6."/>
      <w:lvlJc w:val="right"/>
      <w:pPr>
        <w:ind w:left="4320" w:hanging="180"/>
      </w:pPr>
    </w:lvl>
    <w:lvl w:ilvl="6" w:tplc="C8EED818" w:tentative="1">
      <w:start w:val="1"/>
      <w:numFmt w:val="decimal"/>
      <w:lvlText w:val="%7."/>
      <w:lvlJc w:val="left"/>
      <w:pPr>
        <w:ind w:left="5040" w:hanging="360"/>
      </w:pPr>
    </w:lvl>
    <w:lvl w:ilvl="7" w:tplc="A2703C18" w:tentative="1">
      <w:start w:val="1"/>
      <w:numFmt w:val="lowerLetter"/>
      <w:lvlText w:val="%8."/>
      <w:lvlJc w:val="left"/>
      <w:pPr>
        <w:ind w:left="5760" w:hanging="360"/>
      </w:pPr>
    </w:lvl>
    <w:lvl w:ilvl="8" w:tplc="F1AAB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6C53E6"/>
    <w:multiLevelType w:val="multilevel"/>
    <w:tmpl w:val="D50227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56071A5"/>
    <w:multiLevelType w:val="hybridMultilevel"/>
    <w:tmpl w:val="75CC98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05E54B04"/>
    <w:multiLevelType w:val="hybridMultilevel"/>
    <w:tmpl w:val="765E5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70911FE"/>
    <w:multiLevelType w:val="hybridMultilevel"/>
    <w:tmpl w:val="C540E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2A0F2D"/>
    <w:multiLevelType w:val="multilevel"/>
    <w:tmpl w:val="74F449DE"/>
    <w:lvl w:ilvl="0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928" w:hanging="720"/>
      </w:pPr>
      <w:rPr>
        <w:rFonts w:ascii="Trebuchet MS" w:eastAsia="Cambria Math" w:hAnsi="Trebuchet MS" w:cs="Times New Roman"/>
        <w:lang w:val="pl-PL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8" w:hanging="2160"/>
      </w:pPr>
      <w:rPr>
        <w:rFonts w:hint="default"/>
      </w:rPr>
    </w:lvl>
  </w:abstractNum>
  <w:abstractNum w:abstractNumId="26" w15:restartNumberingAfterBreak="0">
    <w:nsid w:val="092620AF"/>
    <w:multiLevelType w:val="hybridMultilevel"/>
    <w:tmpl w:val="1370054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09343908"/>
    <w:multiLevelType w:val="hybridMultilevel"/>
    <w:tmpl w:val="365A92A0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A4C3525"/>
    <w:multiLevelType w:val="hybridMultilevel"/>
    <w:tmpl w:val="F0940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160781"/>
    <w:multiLevelType w:val="hybridMultilevel"/>
    <w:tmpl w:val="265ACF12"/>
    <w:lvl w:ilvl="0" w:tplc="B3009044">
      <w:start w:val="1"/>
      <w:numFmt w:val="decimal"/>
      <w:lvlText w:val="%1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1" w:hanging="360"/>
      </w:pPr>
    </w:lvl>
    <w:lvl w:ilvl="2" w:tplc="0415001B" w:tentative="1">
      <w:start w:val="1"/>
      <w:numFmt w:val="lowerRoman"/>
      <w:lvlText w:val="%3."/>
      <w:lvlJc w:val="right"/>
      <w:pPr>
        <w:ind w:left="1391" w:hanging="180"/>
      </w:pPr>
    </w:lvl>
    <w:lvl w:ilvl="3" w:tplc="0415000F" w:tentative="1">
      <w:start w:val="1"/>
      <w:numFmt w:val="decimal"/>
      <w:lvlText w:val="%4."/>
      <w:lvlJc w:val="left"/>
      <w:pPr>
        <w:ind w:left="2111" w:hanging="360"/>
      </w:pPr>
    </w:lvl>
    <w:lvl w:ilvl="4" w:tplc="04150019" w:tentative="1">
      <w:start w:val="1"/>
      <w:numFmt w:val="lowerLetter"/>
      <w:lvlText w:val="%5."/>
      <w:lvlJc w:val="left"/>
      <w:pPr>
        <w:ind w:left="2831" w:hanging="360"/>
      </w:pPr>
    </w:lvl>
    <w:lvl w:ilvl="5" w:tplc="0415001B" w:tentative="1">
      <w:start w:val="1"/>
      <w:numFmt w:val="lowerRoman"/>
      <w:lvlText w:val="%6."/>
      <w:lvlJc w:val="right"/>
      <w:pPr>
        <w:ind w:left="3551" w:hanging="180"/>
      </w:pPr>
    </w:lvl>
    <w:lvl w:ilvl="6" w:tplc="0415000F" w:tentative="1">
      <w:start w:val="1"/>
      <w:numFmt w:val="decimal"/>
      <w:lvlText w:val="%7."/>
      <w:lvlJc w:val="left"/>
      <w:pPr>
        <w:ind w:left="4271" w:hanging="360"/>
      </w:pPr>
    </w:lvl>
    <w:lvl w:ilvl="7" w:tplc="04150019" w:tentative="1">
      <w:start w:val="1"/>
      <w:numFmt w:val="lowerLetter"/>
      <w:lvlText w:val="%8."/>
      <w:lvlJc w:val="left"/>
      <w:pPr>
        <w:ind w:left="4991" w:hanging="360"/>
      </w:pPr>
    </w:lvl>
    <w:lvl w:ilvl="8" w:tplc="0415001B" w:tentative="1">
      <w:start w:val="1"/>
      <w:numFmt w:val="lowerRoman"/>
      <w:lvlText w:val="%9."/>
      <w:lvlJc w:val="right"/>
      <w:pPr>
        <w:ind w:left="5711" w:hanging="180"/>
      </w:pPr>
    </w:lvl>
  </w:abstractNum>
  <w:abstractNum w:abstractNumId="30" w15:restartNumberingAfterBreak="0">
    <w:nsid w:val="0C4A32CF"/>
    <w:multiLevelType w:val="multilevel"/>
    <w:tmpl w:val="674E8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0D5525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0E737E47"/>
    <w:multiLevelType w:val="multilevel"/>
    <w:tmpl w:val="010A3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24781C"/>
    <w:multiLevelType w:val="multilevel"/>
    <w:tmpl w:val="93549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105C46A3"/>
    <w:multiLevelType w:val="hybridMultilevel"/>
    <w:tmpl w:val="307677FC"/>
    <w:lvl w:ilvl="0" w:tplc="882C6730">
      <w:start w:val="2"/>
      <w:numFmt w:val="lowerLetter"/>
      <w:lvlText w:val="%1."/>
      <w:lvlJc w:val="left"/>
      <w:pPr>
        <w:ind w:left="4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0B06753"/>
    <w:multiLevelType w:val="multilevel"/>
    <w:tmpl w:val="E62820B6"/>
    <w:lvl w:ilvl="0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bullet"/>
      <w:lvlText w:val=""/>
      <w:lvlJc w:val="left"/>
      <w:pPr>
        <w:ind w:left="1290" w:hanging="504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94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bullet"/>
      <w:lvlText w:val=""/>
      <w:lvlJc w:val="left"/>
      <w:pPr>
        <w:ind w:left="2298" w:hanging="792"/>
      </w:pPr>
      <w:rPr>
        <w:rFonts w:ascii="Symbol" w:hAnsi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ind w:left="280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</w:lvl>
    <w:lvl w:ilvl="7">
      <w:start w:val="1"/>
      <w:numFmt w:val="decimal"/>
      <w:lvlText w:val="%1.%2.%3.%4.%5.%6.%7.%8."/>
      <w:lvlJc w:val="left"/>
      <w:pPr>
        <w:ind w:left="3810" w:hanging="1224"/>
      </w:pPr>
    </w:lvl>
    <w:lvl w:ilvl="8">
      <w:start w:val="1"/>
      <w:numFmt w:val="decimal"/>
      <w:lvlText w:val="%1.%2.%3.%4.%5.%6.%7.%8.%9."/>
      <w:lvlJc w:val="left"/>
      <w:pPr>
        <w:ind w:left="4386" w:hanging="1440"/>
      </w:pPr>
    </w:lvl>
  </w:abstractNum>
  <w:abstractNum w:abstractNumId="36" w15:restartNumberingAfterBreak="0">
    <w:nsid w:val="10B769B6"/>
    <w:multiLevelType w:val="hybridMultilevel"/>
    <w:tmpl w:val="5B02ECCC"/>
    <w:lvl w:ilvl="0" w:tplc="CF88143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DD25B9"/>
    <w:multiLevelType w:val="multilevel"/>
    <w:tmpl w:val="F814A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0EF4B60"/>
    <w:multiLevelType w:val="hybridMultilevel"/>
    <w:tmpl w:val="E52C77D8"/>
    <w:lvl w:ilvl="0" w:tplc="790C47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ED6324"/>
    <w:multiLevelType w:val="hybridMultilevel"/>
    <w:tmpl w:val="4D0A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5506DB"/>
    <w:multiLevelType w:val="hybridMultilevel"/>
    <w:tmpl w:val="5B625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CE133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3763F51"/>
    <w:multiLevelType w:val="multilevel"/>
    <w:tmpl w:val="17686888"/>
    <w:lvl w:ilvl="0">
      <w:start w:val="5"/>
      <w:numFmt w:val="decimal"/>
      <w:lvlText w:val="%1."/>
      <w:lvlJc w:val="left"/>
      <w:pPr>
        <w:tabs>
          <w:tab w:val="num" w:pos="2163"/>
        </w:tabs>
        <w:ind w:left="2163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3" w15:restartNumberingAfterBreak="0">
    <w:nsid w:val="14386B18"/>
    <w:multiLevelType w:val="multilevel"/>
    <w:tmpl w:val="93A0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149D7456"/>
    <w:multiLevelType w:val="hybridMultilevel"/>
    <w:tmpl w:val="C4022E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4DB585B"/>
    <w:multiLevelType w:val="hybridMultilevel"/>
    <w:tmpl w:val="A1CC8AA6"/>
    <w:lvl w:ilvl="0" w:tplc="0C382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602EA6"/>
    <w:multiLevelType w:val="hybridMultilevel"/>
    <w:tmpl w:val="C56E909E"/>
    <w:lvl w:ilvl="0" w:tplc="9294C9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7" w15:restartNumberingAfterBreak="0">
    <w:nsid w:val="158F3442"/>
    <w:multiLevelType w:val="hybridMultilevel"/>
    <w:tmpl w:val="854C3EF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159C3F8A"/>
    <w:multiLevelType w:val="multilevel"/>
    <w:tmpl w:val="45B80B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17F420EF"/>
    <w:multiLevelType w:val="multilevel"/>
    <w:tmpl w:val="0415001F"/>
    <w:numStyleLink w:val="Styl2"/>
  </w:abstractNum>
  <w:abstractNum w:abstractNumId="50" w15:restartNumberingAfterBreak="0">
    <w:nsid w:val="1820345C"/>
    <w:multiLevelType w:val="hybridMultilevel"/>
    <w:tmpl w:val="9F3AF5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8330C07"/>
    <w:multiLevelType w:val="hybridMultilevel"/>
    <w:tmpl w:val="E7961F88"/>
    <w:lvl w:ilvl="0" w:tplc="A852FB0E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92C6023"/>
    <w:multiLevelType w:val="hybridMultilevel"/>
    <w:tmpl w:val="B5040386"/>
    <w:lvl w:ilvl="0" w:tplc="2BF6DD0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760" w:hanging="360"/>
      </w:pPr>
    </w:lvl>
    <w:lvl w:ilvl="2" w:tplc="0415001B" w:tentative="1">
      <w:start w:val="1"/>
      <w:numFmt w:val="lowerRoman"/>
      <w:lvlText w:val="%3."/>
      <w:lvlJc w:val="right"/>
      <w:pPr>
        <w:ind w:left="-40" w:hanging="180"/>
      </w:pPr>
    </w:lvl>
    <w:lvl w:ilvl="3" w:tplc="0415000F" w:tentative="1">
      <w:start w:val="1"/>
      <w:numFmt w:val="decimal"/>
      <w:lvlText w:val="%4."/>
      <w:lvlJc w:val="left"/>
      <w:pPr>
        <w:ind w:left="680" w:hanging="360"/>
      </w:pPr>
    </w:lvl>
    <w:lvl w:ilvl="4" w:tplc="04150019" w:tentative="1">
      <w:start w:val="1"/>
      <w:numFmt w:val="lowerLetter"/>
      <w:lvlText w:val="%5."/>
      <w:lvlJc w:val="left"/>
      <w:pPr>
        <w:ind w:left="1400" w:hanging="360"/>
      </w:pPr>
    </w:lvl>
    <w:lvl w:ilvl="5" w:tplc="0415001B" w:tentative="1">
      <w:start w:val="1"/>
      <w:numFmt w:val="lowerRoman"/>
      <w:lvlText w:val="%6."/>
      <w:lvlJc w:val="right"/>
      <w:pPr>
        <w:ind w:left="2120" w:hanging="180"/>
      </w:pPr>
    </w:lvl>
    <w:lvl w:ilvl="6" w:tplc="0415000F" w:tentative="1">
      <w:start w:val="1"/>
      <w:numFmt w:val="decimal"/>
      <w:lvlText w:val="%7."/>
      <w:lvlJc w:val="left"/>
      <w:pPr>
        <w:ind w:left="2840" w:hanging="360"/>
      </w:pPr>
    </w:lvl>
    <w:lvl w:ilvl="7" w:tplc="04150019" w:tentative="1">
      <w:start w:val="1"/>
      <w:numFmt w:val="lowerLetter"/>
      <w:lvlText w:val="%8."/>
      <w:lvlJc w:val="left"/>
      <w:pPr>
        <w:ind w:left="3560" w:hanging="360"/>
      </w:pPr>
    </w:lvl>
    <w:lvl w:ilvl="8" w:tplc="0415001B" w:tentative="1">
      <w:start w:val="1"/>
      <w:numFmt w:val="lowerRoman"/>
      <w:lvlText w:val="%9."/>
      <w:lvlJc w:val="right"/>
      <w:pPr>
        <w:ind w:left="4280" w:hanging="180"/>
      </w:pPr>
    </w:lvl>
  </w:abstractNum>
  <w:abstractNum w:abstractNumId="53" w15:restartNumberingAfterBreak="0">
    <w:nsid w:val="196C0C34"/>
    <w:multiLevelType w:val="hybridMultilevel"/>
    <w:tmpl w:val="B024F6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1A236C54"/>
    <w:multiLevelType w:val="hybridMultilevel"/>
    <w:tmpl w:val="17CEBF0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AFB4F9F"/>
    <w:multiLevelType w:val="hybridMultilevel"/>
    <w:tmpl w:val="A056880E"/>
    <w:lvl w:ilvl="0" w:tplc="5EC29FE2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1B362C23"/>
    <w:multiLevelType w:val="hybridMultilevel"/>
    <w:tmpl w:val="E220AAB0"/>
    <w:lvl w:ilvl="0" w:tplc="536CF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7" w15:restartNumberingAfterBreak="0">
    <w:nsid w:val="1C690D8C"/>
    <w:multiLevelType w:val="multilevel"/>
    <w:tmpl w:val="9378D7F4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58" w15:restartNumberingAfterBreak="0">
    <w:nsid w:val="1C9B195C"/>
    <w:multiLevelType w:val="multilevel"/>
    <w:tmpl w:val="0A7A3754"/>
    <w:styleLink w:val="Styl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D260065"/>
    <w:multiLevelType w:val="multilevel"/>
    <w:tmpl w:val="845A1218"/>
    <w:lvl w:ilvl="0">
      <w:start w:val="1"/>
      <w:numFmt w:val="decimal"/>
      <w:lvlText w:val="2.%1."/>
      <w:lvlJc w:val="left"/>
      <w:pPr>
        <w:ind w:left="1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0" w15:restartNumberingAfterBreak="0">
    <w:nsid w:val="1D921DB0"/>
    <w:multiLevelType w:val="multilevel"/>
    <w:tmpl w:val="D0CC9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DEB6C84"/>
    <w:multiLevelType w:val="hybridMultilevel"/>
    <w:tmpl w:val="B696075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2" w15:restartNumberingAfterBreak="0">
    <w:nsid w:val="1DFF6E7D"/>
    <w:multiLevelType w:val="hybridMultilevel"/>
    <w:tmpl w:val="ACB42726"/>
    <w:lvl w:ilvl="0" w:tplc="04150011">
      <w:start w:val="1"/>
      <w:numFmt w:val="decimal"/>
      <w:lvlText w:val="%1)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1" w:tplc="DD40791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color w:val="auto"/>
      </w:rPr>
    </w:lvl>
    <w:lvl w:ilvl="2" w:tplc="AC8E6358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3" w:tplc="53E4B18A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ED505A3"/>
    <w:multiLevelType w:val="multilevel"/>
    <w:tmpl w:val="0415001F"/>
    <w:numStyleLink w:val="Styl4"/>
  </w:abstractNum>
  <w:abstractNum w:abstractNumId="64" w15:restartNumberingAfterBreak="0">
    <w:nsid w:val="1FA41CC8"/>
    <w:multiLevelType w:val="multilevel"/>
    <w:tmpl w:val="D306392C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 w15:restartNumberingAfterBreak="0">
    <w:nsid w:val="1FA778A8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6" w15:restartNumberingAfterBreak="0">
    <w:nsid w:val="21BB4378"/>
    <w:multiLevelType w:val="hybridMultilevel"/>
    <w:tmpl w:val="BA5272A8"/>
    <w:lvl w:ilvl="0" w:tplc="E8F0C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3C8630B"/>
    <w:multiLevelType w:val="multilevel"/>
    <w:tmpl w:val="18C49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Roman"/>
      <w:lvlText w:val="%6."/>
      <w:lvlJc w:val="righ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24AA3837"/>
    <w:multiLevelType w:val="hybridMultilevel"/>
    <w:tmpl w:val="C61E0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50860E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0" w15:restartNumberingAfterBreak="0">
    <w:nsid w:val="2533497E"/>
    <w:multiLevelType w:val="hybridMultilevel"/>
    <w:tmpl w:val="66CE5B42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1" w15:restartNumberingAfterBreak="0">
    <w:nsid w:val="25EA298B"/>
    <w:multiLevelType w:val="hybridMultilevel"/>
    <w:tmpl w:val="E26603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66948F6"/>
    <w:multiLevelType w:val="multilevel"/>
    <w:tmpl w:val="0415001F"/>
    <w:styleLink w:val="Styl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26890BC3"/>
    <w:multiLevelType w:val="hybridMultilevel"/>
    <w:tmpl w:val="D5907FAA"/>
    <w:lvl w:ilvl="0" w:tplc="D17AAC4C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69276EE"/>
    <w:multiLevelType w:val="multilevel"/>
    <w:tmpl w:val="078E0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Letter"/>
      <w:lvlText w:val="%6."/>
      <w:lvlJc w:val="left"/>
      <w:pPr>
        <w:ind w:left="2736" w:hanging="936"/>
      </w:pPr>
      <w:rPr>
        <w:rFonts w:ascii="Trebuchet MS" w:hAnsi="Trebuchet MS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26BD616C"/>
    <w:multiLevelType w:val="multilevel"/>
    <w:tmpl w:val="39362EE4"/>
    <w:lvl w:ilvl="0">
      <w:start w:val="1"/>
      <w:numFmt w:val="upperRoman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76" w15:restartNumberingAfterBreak="0">
    <w:nsid w:val="26ED1C17"/>
    <w:multiLevelType w:val="hybridMultilevel"/>
    <w:tmpl w:val="9C22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5028D"/>
    <w:multiLevelType w:val="hybridMultilevel"/>
    <w:tmpl w:val="35CAF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8021A93"/>
    <w:multiLevelType w:val="hybridMultilevel"/>
    <w:tmpl w:val="92C4E42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5E4A9924">
      <w:start w:val="1"/>
      <w:numFmt w:val="decimal"/>
      <w:lvlText w:val="%2)"/>
      <w:lvlJc w:val="left"/>
      <w:pPr>
        <w:ind w:left="1931" w:hanging="360"/>
      </w:pPr>
      <w:rPr>
        <w:rFonts w:ascii="Trebuchet MS" w:hAnsi="Trebuchet MS" w:hint="default"/>
        <w:sz w:val="20"/>
        <w:szCs w:val="20"/>
      </w:rPr>
    </w:lvl>
    <w:lvl w:ilvl="2" w:tplc="04150001">
      <w:start w:val="1"/>
      <w:numFmt w:val="bullet"/>
      <w:lvlText w:val=""/>
      <w:lvlJc w:val="left"/>
      <w:pPr>
        <w:ind w:left="2651" w:hanging="180"/>
      </w:pPr>
      <w:rPr>
        <w:rFonts w:ascii="Symbol" w:hAnsi="Symbol" w:hint="default"/>
      </w:rPr>
    </w:lvl>
    <w:lvl w:ilvl="3" w:tplc="F03CE51A">
      <w:start w:val="1"/>
      <w:numFmt w:val="lowerLetter"/>
      <w:lvlText w:val="%4."/>
      <w:lvlJc w:val="left"/>
      <w:pPr>
        <w:ind w:left="3371" w:hanging="360"/>
      </w:pPr>
      <w:rPr>
        <w:rFonts w:ascii="Trebuchet MS" w:eastAsia="Times New Roman" w:hAnsi="Trebuchet MS" w:cs="Times New Roman" w:hint="default"/>
        <w:sz w:val="20"/>
        <w:szCs w:val="20"/>
      </w:rPr>
    </w:lvl>
    <w:lvl w:ilvl="4" w:tplc="0415001B">
      <w:start w:val="1"/>
      <w:numFmt w:val="lowerRoman"/>
      <w:lvlText w:val="%5."/>
      <w:lvlJc w:val="right"/>
      <w:pPr>
        <w:ind w:left="4091" w:hanging="360"/>
      </w:pPr>
    </w:lvl>
    <w:lvl w:ilvl="5" w:tplc="04150001">
      <w:start w:val="1"/>
      <w:numFmt w:val="bullet"/>
      <w:lvlText w:val=""/>
      <w:lvlJc w:val="left"/>
      <w:pPr>
        <w:ind w:left="4811" w:hanging="18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28601746"/>
    <w:multiLevelType w:val="hybridMultilevel"/>
    <w:tmpl w:val="15805006"/>
    <w:lvl w:ilvl="0" w:tplc="8538512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29236520"/>
    <w:multiLevelType w:val="hybridMultilevel"/>
    <w:tmpl w:val="B2D058E0"/>
    <w:lvl w:ilvl="0" w:tplc="6C74239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424066"/>
    <w:multiLevelType w:val="hybridMultilevel"/>
    <w:tmpl w:val="861421C2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BFB69E6"/>
    <w:multiLevelType w:val="hybridMultilevel"/>
    <w:tmpl w:val="87CAE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CE92A98"/>
    <w:multiLevelType w:val="multilevel"/>
    <w:tmpl w:val="5BAC3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D066BA1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2DD21B17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6" w15:restartNumberingAfterBreak="0">
    <w:nsid w:val="2EBF037B"/>
    <w:multiLevelType w:val="hybridMultilevel"/>
    <w:tmpl w:val="8BC0B1A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F00408D"/>
    <w:multiLevelType w:val="hybridMultilevel"/>
    <w:tmpl w:val="2BD85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099076A"/>
    <w:multiLevelType w:val="multilevel"/>
    <w:tmpl w:val="6234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9" w15:restartNumberingAfterBreak="0">
    <w:nsid w:val="31C04003"/>
    <w:multiLevelType w:val="hybridMultilevel"/>
    <w:tmpl w:val="EDA0D4A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0" w15:restartNumberingAfterBreak="0">
    <w:nsid w:val="31F072D7"/>
    <w:multiLevelType w:val="multilevel"/>
    <w:tmpl w:val="BCA20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1" w15:restartNumberingAfterBreak="0">
    <w:nsid w:val="34D75352"/>
    <w:multiLevelType w:val="hybridMultilevel"/>
    <w:tmpl w:val="6150B5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53B4F42"/>
    <w:multiLevelType w:val="hybridMultilevel"/>
    <w:tmpl w:val="D4E051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38F24B9A"/>
    <w:multiLevelType w:val="multilevel"/>
    <w:tmpl w:val="37E8112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39651B62"/>
    <w:multiLevelType w:val="multilevel"/>
    <w:tmpl w:val="46A0E506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 w15:restartNumberingAfterBreak="0">
    <w:nsid w:val="39676A2B"/>
    <w:multiLevelType w:val="hybridMultilevel"/>
    <w:tmpl w:val="92646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CFA796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7" w15:restartNumberingAfterBreak="0">
    <w:nsid w:val="3E422908"/>
    <w:multiLevelType w:val="hybridMultilevel"/>
    <w:tmpl w:val="5282C032"/>
    <w:lvl w:ilvl="0" w:tplc="C324BA44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E56363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E742EE5"/>
    <w:multiLevelType w:val="hybridMultilevel"/>
    <w:tmpl w:val="79E6D59E"/>
    <w:lvl w:ilvl="0" w:tplc="72ACB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EB612D2"/>
    <w:multiLevelType w:val="multilevel"/>
    <w:tmpl w:val="E0B63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3F7C35D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2" w15:restartNumberingAfterBreak="0">
    <w:nsid w:val="407D39D3"/>
    <w:multiLevelType w:val="hybridMultilevel"/>
    <w:tmpl w:val="A2BA42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40857A47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04" w15:restartNumberingAfterBreak="0">
    <w:nsid w:val="40AE1218"/>
    <w:multiLevelType w:val="multilevel"/>
    <w:tmpl w:val="450A0A88"/>
    <w:lvl w:ilvl="0"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419372C5"/>
    <w:multiLevelType w:val="hybridMultilevel"/>
    <w:tmpl w:val="B2249370"/>
    <w:lvl w:ilvl="0" w:tplc="106E8C4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AEA1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0EA22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34C0049"/>
    <w:multiLevelType w:val="multilevel"/>
    <w:tmpl w:val="DBF87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43CD403A"/>
    <w:multiLevelType w:val="hybridMultilevel"/>
    <w:tmpl w:val="B53A194A"/>
    <w:name w:val="WW8Num122"/>
    <w:lvl w:ilvl="0" w:tplc="9210F054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rebuchet MS" w:hAnsi="Trebuchet MS" w:cs="Tahoma" w:hint="default"/>
        <w:b w:val="0"/>
        <w:color w:val="auto"/>
        <w:sz w:val="20"/>
        <w:szCs w:val="20"/>
      </w:rPr>
    </w:lvl>
    <w:lvl w:ilvl="1" w:tplc="5E8444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B9D82E96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44430938"/>
    <w:multiLevelType w:val="hybridMultilevel"/>
    <w:tmpl w:val="9C90E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AC3307"/>
    <w:multiLevelType w:val="hybridMultilevel"/>
    <w:tmpl w:val="891C5C14"/>
    <w:lvl w:ilvl="0" w:tplc="325A231E">
      <w:start w:val="1"/>
      <w:numFmt w:val="decimal"/>
      <w:lvlText w:val="%1)"/>
      <w:lvlJc w:val="left"/>
      <w:pPr>
        <w:ind w:left="19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0" w15:restartNumberingAfterBreak="0">
    <w:nsid w:val="44D14FCF"/>
    <w:multiLevelType w:val="hybridMultilevel"/>
    <w:tmpl w:val="5D5ADA40"/>
    <w:lvl w:ilvl="0" w:tplc="872631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E774A">
      <w:start w:val="1"/>
      <w:numFmt w:val="decimal"/>
      <w:lvlText w:val="%5)"/>
      <w:lvlJc w:val="left"/>
      <w:pPr>
        <w:ind w:left="3600" w:hanging="360"/>
      </w:pPr>
      <w:rPr>
        <w:rFonts w:ascii="Trebuchet MS" w:hAnsi="Trebuchet MS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FB080F"/>
    <w:multiLevelType w:val="multilevel"/>
    <w:tmpl w:val="959878A8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2" w15:restartNumberingAfterBreak="0">
    <w:nsid w:val="455B6AA4"/>
    <w:multiLevelType w:val="hybridMultilevel"/>
    <w:tmpl w:val="D20E20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45690CF7"/>
    <w:multiLevelType w:val="multilevel"/>
    <w:tmpl w:val="03C027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14" w15:restartNumberingAfterBreak="0">
    <w:nsid w:val="45B44D49"/>
    <w:multiLevelType w:val="hybridMultilevel"/>
    <w:tmpl w:val="7BD64A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45D36214"/>
    <w:multiLevelType w:val="hybridMultilevel"/>
    <w:tmpl w:val="73167C8C"/>
    <w:styleLink w:val="Styl211"/>
    <w:lvl w:ilvl="0" w:tplc="85EC3FF8">
      <w:start w:val="1"/>
      <w:numFmt w:val="decimal"/>
      <w:lvlText w:val="%1."/>
      <w:lvlJc w:val="left"/>
      <w:pPr>
        <w:ind w:left="1713" w:hanging="360"/>
      </w:pPr>
      <w:rPr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6" w15:restartNumberingAfterBreak="0">
    <w:nsid w:val="46056DC5"/>
    <w:multiLevelType w:val="hybridMultilevel"/>
    <w:tmpl w:val="D43EE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6060C82"/>
    <w:multiLevelType w:val="hybridMultilevel"/>
    <w:tmpl w:val="ED543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66D0084"/>
    <w:multiLevelType w:val="hybridMultilevel"/>
    <w:tmpl w:val="D098D65C"/>
    <w:lvl w:ilvl="0" w:tplc="0F768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D3492A"/>
    <w:multiLevelType w:val="hybridMultilevel"/>
    <w:tmpl w:val="21BC7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78E57EC"/>
    <w:multiLevelType w:val="hybridMultilevel"/>
    <w:tmpl w:val="C9766FE6"/>
    <w:lvl w:ilvl="0" w:tplc="3F143BA0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1" w15:restartNumberingAfterBreak="0">
    <w:nsid w:val="481A5262"/>
    <w:multiLevelType w:val="hybridMultilevel"/>
    <w:tmpl w:val="8F701F3E"/>
    <w:lvl w:ilvl="0" w:tplc="5712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471DBC"/>
    <w:multiLevelType w:val="multilevel"/>
    <w:tmpl w:val="7BA4AE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48BA5CE9"/>
    <w:multiLevelType w:val="hybridMultilevel"/>
    <w:tmpl w:val="3DDC8764"/>
    <w:lvl w:ilvl="0" w:tplc="7C184960">
      <w:start w:val="1"/>
      <w:numFmt w:val="decimal"/>
      <w:lvlText w:val="%1)"/>
      <w:lvlJc w:val="left"/>
      <w:pPr>
        <w:ind w:left="927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4" w15:restartNumberingAfterBreak="0">
    <w:nsid w:val="49C012B0"/>
    <w:multiLevelType w:val="hybridMultilevel"/>
    <w:tmpl w:val="89EA5F16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4CC60DE9"/>
    <w:multiLevelType w:val="hybridMultilevel"/>
    <w:tmpl w:val="84DA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E2222FD"/>
    <w:multiLevelType w:val="hybridMultilevel"/>
    <w:tmpl w:val="D60C3808"/>
    <w:lvl w:ilvl="0" w:tplc="02A608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4455BD"/>
    <w:multiLevelType w:val="hybridMultilevel"/>
    <w:tmpl w:val="DF4A9C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EDE6F15"/>
    <w:multiLevelType w:val="hybridMultilevel"/>
    <w:tmpl w:val="88664B8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4F2753B1"/>
    <w:multiLevelType w:val="hybridMultilevel"/>
    <w:tmpl w:val="C6E8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2E96D0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1" w15:restartNumberingAfterBreak="0">
    <w:nsid w:val="55903A47"/>
    <w:multiLevelType w:val="hybridMultilevel"/>
    <w:tmpl w:val="DA625D56"/>
    <w:lvl w:ilvl="0" w:tplc="3FC27B4C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76" w:hanging="360"/>
      </w:pPr>
    </w:lvl>
    <w:lvl w:ilvl="2" w:tplc="0415001B" w:tentative="1">
      <w:start w:val="1"/>
      <w:numFmt w:val="lowerRoman"/>
      <w:lvlText w:val="%3."/>
      <w:lvlJc w:val="right"/>
      <w:pPr>
        <w:ind w:left="1296" w:hanging="180"/>
      </w:pPr>
    </w:lvl>
    <w:lvl w:ilvl="3" w:tplc="0415000F" w:tentative="1">
      <w:start w:val="1"/>
      <w:numFmt w:val="decimal"/>
      <w:lvlText w:val="%4."/>
      <w:lvlJc w:val="left"/>
      <w:pPr>
        <w:ind w:left="2016" w:hanging="360"/>
      </w:pPr>
    </w:lvl>
    <w:lvl w:ilvl="4" w:tplc="04150019" w:tentative="1">
      <w:start w:val="1"/>
      <w:numFmt w:val="lowerLetter"/>
      <w:lvlText w:val="%5."/>
      <w:lvlJc w:val="left"/>
      <w:pPr>
        <w:ind w:left="2736" w:hanging="360"/>
      </w:pPr>
    </w:lvl>
    <w:lvl w:ilvl="5" w:tplc="0415001B" w:tentative="1">
      <w:start w:val="1"/>
      <w:numFmt w:val="lowerRoman"/>
      <w:lvlText w:val="%6."/>
      <w:lvlJc w:val="right"/>
      <w:pPr>
        <w:ind w:left="3456" w:hanging="180"/>
      </w:pPr>
    </w:lvl>
    <w:lvl w:ilvl="6" w:tplc="0415000F" w:tentative="1">
      <w:start w:val="1"/>
      <w:numFmt w:val="decimal"/>
      <w:lvlText w:val="%7."/>
      <w:lvlJc w:val="left"/>
      <w:pPr>
        <w:ind w:left="4176" w:hanging="360"/>
      </w:pPr>
    </w:lvl>
    <w:lvl w:ilvl="7" w:tplc="04150019" w:tentative="1">
      <w:start w:val="1"/>
      <w:numFmt w:val="lowerLetter"/>
      <w:lvlText w:val="%8."/>
      <w:lvlJc w:val="left"/>
      <w:pPr>
        <w:ind w:left="4896" w:hanging="360"/>
      </w:pPr>
    </w:lvl>
    <w:lvl w:ilvl="8" w:tplc="0415001B" w:tentative="1">
      <w:start w:val="1"/>
      <w:numFmt w:val="lowerRoman"/>
      <w:lvlText w:val="%9."/>
      <w:lvlJc w:val="right"/>
      <w:pPr>
        <w:ind w:left="5616" w:hanging="180"/>
      </w:pPr>
    </w:lvl>
  </w:abstractNum>
  <w:abstractNum w:abstractNumId="132" w15:restartNumberingAfterBreak="0">
    <w:nsid w:val="57EF2AC6"/>
    <w:multiLevelType w:val="multilevel"/>
    <w:tmpl w:val="8EBE8B5A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rebuchet MS" w:eastAsia="Times New Roman" w:hAnsi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58F333E9"/>
    <w:multiLevelType w:val="hybridMultilevel"/>
    <w:tmpl w:val="064E2DBA"/>
    <w:lvl w:ilvl="0" w:tplc="5BC04DBE">
      <w:start w:val="1"/>
      <w:numFmt w:val="decimal"/>
      <w:lvlText w:val="%1)"/>
      <w:lvlJc w:val="left"/>
      <w:pPr>
        <w:ind w:left="1800" w:hanging="360"/>
      </w:pPr>
      <w:rPr>
        <w:rFonts w:ascii="Trebuchet MS" w:hAnsi="Trebuchet MS" w:cs="Segoe UI" w:hint="default"/>
        <w:u w:val="single"/>
      </w:r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4" w15:restartNumberingAfterBreak="0">
    <w:nsid w:val="596128F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598B04E2"/>
    <w:multiLevelType w:val="multilevel"/>
    <w:tmpl w:val="AA4EEE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0"/>
        <w:szCs w:val="20"/>
        <w:u w:val="single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36" w15:restartNumberingAfterBreak="0">
    <w:nsid w:val="59C52298"/>
    <w:multiLevelType w:val="hybridMultilevel"/>
    <w:tmpl w:val="FBD81DC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59D507C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8" w15:restartNumberingAfterBreak="0">
    <w:nsid w:val="5A18159D"/>
    <w:multiLevelType w:val="hybridMultilevel"/>
    <w:tmpl w:val="938A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A535AED"/>
    <w:multiLevelType w:val="multilevel"/>
    <w:tmpl w:val="0B2A8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0" w15:restartNumberingAfterBreak="0">
    <w:nsid w:val="5A540A3F"/>
    <w:multiLevelType w:val="hybridMultilevel"/>
    <w:tmpl w:val="7BD62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07EAAF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B035152"/>
    <w:multiLevelType w:val="hybridMultilevel"/>
    <w:tmpl w:val="D5047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5BDC449F"/>
    <w:multiLevelType w:val="hybridMultilevel"/>
    <w:tmpl w:val="782E0A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5BEF198B"/>
    <w:multiLevelType w:val="hybridMultilevel"/>
    <w:tmpl w:val="2F9015F2"/>
    <w:lvl w:ilvl="0" w:tplc="3DD472F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4" w15:restartNumberingAfterBreak="0">
    <w:nsid w:val="5C503386"/>
    <w:multiLevelType w:val="hybridMultilevel"/>
    <w:tmpl w:val="21CE33F2"/>
    <w:lvl w:ilvl="0" w:tplc="B126898C">
      <w:numFmt w:val="bullet"/>
      <w:lvlText w:val="·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D357D5E"/>
    <w:multiLevelType w:val="hybridMultilevel"/>
    <w:tmpl w:val="B5924D0E"/>
    <w:lvl w:ilvl="0" w:tplc="EC946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E326B6F"/>
    <w:multiLevelType w:val="multilevel"/>
    <w:tmpl w:val="2C6A2A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47" w15:restartNumberingAfterBreak="0">
    <w:nsid w:val="5E7C124D"/>
    <w:multiLevelType w:val="hybridMultilevel"/>
    <w:tmpl w:val="ACDE341E"/>
    <w:lvl w:ilvl="0" w:tplc="444EF52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8" w15:restartNumberingAfterBreak="0">
    <w:nsid w:val="60264E9C"/>
    <w:multiLevelType w:val="multilevel"/>
    <w:tmpl w:val="CAD6E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9" w15:restartNumberingAfterBreak="0">
    <w:nsid w:val="604E5F04"/>
    <w:multiLevelType w:val="hybridMultilevel"/>
    <w:tmpl w:val="13D05E2A"/>
    <w:lvl w:ilvl="0" w:tplc="0E60E712">
      <w:start w:val="1"/>
      <w:numFmt w:val="decimal"/>
      <w:lvlText w:val="%1)"/>
      <w:lvlJc w:val="left"/>
      <w:pPr>
        <w:tabs>
          <w:tab w:val="num" w:pos="2986"/>
        </w:tabs>
        <w:ind w:left="29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6"/>
        </w:tabs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</w:lvl>
  </w:abstractNum>
  <w:abstractNum w:abstractNumId="150" w15:restartNumberingAfterBreak="0">
    <w:nsid w:val="6072374D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1" w15:restartNumberingAfterBreak="0">
    <w:nsid w:val="6152461F"/>
    <w:multiLevelType w:val="hybridMultilevel"/>
    <w:tmpl w:val="BA7CB948"/>
    <w:lvl w:ilvl="0" w:tplc="9D567BFE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2633BDF"/>
    <w:multiLevelType w:val="hybridMultilevel"/>
    <w:tmpl w:val="1B5A9398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3" w15:restartNumberingAfterBreak="0">
    <w:nsid w:val="631D108D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4" w15:restartNumberingAfterBreak="0">
    <w:nsid w:val="64097FE9"/>
    <w:multiLevelType w:val="multilevel"/>
    <w:tmpl w:val="DF288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5" w15:restartNumberingAfterBreak="0">
    <w:nsid w:val="661571BD"/>
    <w:multiLevelType w:val="hybridMultilevel"/>
    <w:tmpl w:val="2CB43F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66CD1F85"/>
    <w:multiLevelType w:val="multilevel"/>
    <w:tmpl w:val="A196941C"/>
    <w:styleLink w:val="Styl41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pStyle w:val="Nagwek3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157" w15:restartNumberingAfterBreak="0">
    <w:nsid w:val="69B101D3"/>
    <w:multiLevelType w:val="multilevel"/>
    <w:tmpl w:val="6858758E"/>
    <w:styleLink w:val="Styl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B05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8" w15:restartNumberingAfterBreak="0">
    <w:nsid w:val="6A2F562E"/>
    <w:multiLevelType w:val="hybridMultilevel"/>
    <w:tmpl w:val="8E20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A522B23"/>
    <w:multiLevelType w:val="multilevel"/>
    <w:tmpl w:val="1F4C18A4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0" w15:restartNumberingAfterBreak="0">
    <w:nsid w:val="6A71407B"/>
    <w:multiLevelType w:val="hybridMultilevel"/>
    <w:tmpl w:val="356C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A7E245F"/>
    <w:multiLevelType w:val="hybridMultilevel"/>
    <w:tmpl w:val="2F7873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B90291"/>
    <w:multiLevelType w:val="hybridMultilevel"/>
    <w:tmpl w:val="522CF882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3" w15:restartNumberingAfterBreak="0">
    <w:nsid w:val="6B16692F"/>
    <w:multiLevelType w:val="hybridMultilevel"/>
    <w:tmpl w:val="E1EA9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CE26EF8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5" w15:restartNumberingAfterBreak="0">
    <w:nsid w:val="6E114FFF"/>
    <w:multiLevelType w:val="multilevel"/>
    <w:tmpl w:val="3B1CEAB6"/>
    <w:lvl w:ilvl="0">
      <w:start w:val="1"/>
      <w:numFmt w:val="lowerLetter"/>
      <w:lvlText w:val="%1)"/>
      <w:lvlJc w:val="left"/>
      <w:rPr>
        <w:rFonts w:ascii="Trebuchet MS" w:eastAsia="Times New Roman" w:hAnsi="Trebuchet MS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6" w15:restartNumberingAfterBreak="0">
    <w:nsid w:val="6E1F5FFA"/>
    <w:multiLevelType w:val="hybridMultilevel"/>
    <w:tmpl w:val="0C50D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FF605F9"/>
    <w:multiLevelType w:val="hybridMultilevel"/>
    <w:tmpl w:val="8954E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6C790F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9" w15:restartNumberingAfterBreak="0">
    <w:nsid w:val="72BA16A2"/>
    <w:multiLevelType w:val="hybridMultilevel"/>
    <w:tmpl w:val="AD3A1656"/>
    <w:lvl w:ilvl="0" w:tplc="27AA3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2C2C91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013827"/>
    <w:multiLevelType w:val="multilevel"/>
    <w:tmpl w:val="3A5C25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171" w15:restartNumberingAfterBreak="0">
    <w:nsid w:val="733D2DA4"/>
    <w:multiLevelType w:val="multilevel"/>
    <w:tmpl w:val="20D4BF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2" w15:restartNumberingAfterBreak="0">
    <w:nsid w:val="74A07E7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3" w15:restartNumberingAfterBreak="0">
    <w:nsid w:val="74BD47D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4" w15:restartNumberingAfterBreak="0">
    <w:nsid w:val="74E65D4F"/>
    <w:multiLevelType w:val="multilevel"/>
    <w:tmpl w:val="D4008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5" w15:restartNumberingAfterBreak="0">
    <w:nsid w:val="74EA7499"/>
    <w:multiLevelType w:val="hybridMultilevel"/>
    <w:tmpl w:val="BD9A5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5B14EF5"/>
    <w:multiLevelType w:val="multilevel"/>
    <w:tmpl w:val="DE90C65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77" w15:restartNumberingAfterBreak="0">
    <w:nsid w:val="75C54FB9"/>
    <w:multiLevelType w:val="multilevel"/>
    <w:tmpl w:val="C9EC06D0"/>
    <w:lvl w:ilvl="0">
      <w:start w:val="1"/>
      <w:numFmt w:val="decimal"/>
      <w:lvlText w:val="%1."/>
      <w:lvlJc w:val="left"/>
      <w:pPr>
        <w:ind w:left="505" w:hanging="360"/>
      </w:pPr>
      <w:rPr>
        <w:rFonts w:ascii="Trebuchet MS" w:hAnsi="Trebuchet MS" w:hint="default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5" w:hanging="1800"/>
      </w:pPr>
      <w:rPr>
        <w:rFonts w:hint="default"/>
      </w:rPr>
    </w:lvl>
  </w:abstractNum>
  <w:abstractNum w:abstractNumId="178" w15:restartNumberingAfterBreak="0">
    <w:nsid w:val="7663081B"/>
    <w:multiLevelType w:val="hybridMultilevel"/>
    <w:tmpl w:val="4204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71E7A0A"/>
    <w:multiLevelType w:val="hybridMultilevel"/>
    <w:tmpl w:val="32703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751213F"/>
    <w:multiLevelType w:val="multilevel"/>
    <w:tmpl w:val="E9ACE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81" w15:restartNumberingAfterBreak="0">
    <w:nsid w:val="77647930"/>
    <w:multiLevelType w:val="multilevel"/>
    <w:tmpl w:val="DF30E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778D1B9F"/>
    <w:multiLevelType w:val="hybridMultilevel"/>
    <w:tmpl w:val="4E5EC426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7AD5C4">
      <w:start w:val="1"/>
      <w:numFmt w:val="decimal"/>
      <w:lvlText w:val="%2)"/>
      <w:lvlJc w:val="left"/>
      <w:pPr>
        <w:ind w:left="1440" w:hanging="360"/>
      </w:pPr>
      <w:rPr>
        <w:rFonts w:ascii="Trebuchet MS" w:hAnsi="Trebuchet MS" w:hint="default"/>
        <w:b w:val="0"/>
      </w:rPr>
    </w:lvl>
    <w:lvl w:ilvl="2" w:tplc="738A1A62">
      <w:start w:val="1"/>
      <w:numFmt w:val="lowerLetter"/>
      <w:lvlText w:val="%3.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7D92495"/>
    <w:multiLevelType w:val="multilevel"/>
    <w:tmpl w:val="6950B7B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Courier New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4" w15:restartNumberingAfterBreak="0">
    <w:nsid w:val="7A5D1E09"/>
    <w:multiLevelType w:val="hybridMultilevel"/>
    <w:tmpl w:val="0A50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AF31AC4"/>
    <w:multiLevelType w:val="hybridMultilevel"/>
    <w:tmpl w:val="E52A1D8C"/>
    <w:lvl w:ilvl="0" w:tplc="041CF27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B04151F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87" w15:restartNumberingAfterBreak="0">
    <w:nsid w:val="7B6F2A68"/>
    <w:multiLevelType w:val="hybridMultilevel"/>
    <w:tmpl w:val="7B282204"/>
    <w:lvl w:ilvl="0" w:tplc="3FFCF28E">
      <w:start w:val="1"/>
      <w:numFmt w:val="decimal"/>
      <w:lvlText w:val="%1."/>
      <w:lvlJc w:val="left"/>
      <w:pPr>
        <w:ind w:left="288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8" w15:restartNumberingAfterBreak="0">
    <w:nsid w:val="7D7B1F19"/>
    <w:multiLevelType w:val="hybridMultilevel"/>
    <w:tmpl w:val="B6D21FE4"/>
    <w:name w:val="WW8Num72"/>
    <w:lvl w:ilvl="0" w:tplc="77C06698">
      <w:start w:val="1"/>
      <w:numFmt w:val="decimal"/>
      <w:lvlText w:val="%1)"/>
      <w:lvlJc w:val="left"/>
      <w:pPr>
        <w:tabs>
          <w:tab w:val="num" w:pos="432"/>
        </w:tabs>
        <w:ind w:left="432" w:hanging="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D7C5232"/>
    <w:multiLevelType w:val="multilevel"/>
    <w:tmpl w:val="DC344478"/>
    <w:styleLink w:val="Styl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0" w15:restartNumberingAfterBreak="0">
    <w:nsid w:val="7D8C3331"/>
    <w:multiLevelType w:val="hybridMultilevel"/>
    <w:tmpl w:val="36468C86"/>
    <w:lvl w:ilvl="0" w:tplc="ADE48586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822" w:hanging="360"/>
      </w:pPr>
    </w:lvl>
    <w:lvl w:ilvl="2" w:tplc="0415001B" w:tentative="1">
      <w:start w:val="1"/>
      <w:numFmt w:val="lowerRoman"/>
      <w:lvlText w:val="%3."/>
      <w:lvlJc w:val="right"/>
      <w:pPr>
        <w:ind w:left="1542" w:hanging="180"/>
      </w:pPr>
    </w:lvl>
    <w:lvl w:ilvl="3" w:tplc="0415000F" w:tentative="1">
      <w:start w:val="1"/>
      <w:numFmt w:val="decimal"/>
      <w:lvlText w:val="%4."/>
      <w:lvlJc w:val="left"/>
      <w:pPr>
        <w:ind w:left="2262" w:hanging="360"/>
      </w:pPr>
    </w:lvl>
    <w:lvl w:ilvl="4" w:tplc="04150019" w:tentative="1">
      <w:start w:val="1"/>
      <w:numFmt w:val="lowerLetter"/>
      <w:lvlText w:val="%5."/>
      <w:lvlJc w:val="left"/>
      <w:pPr>
        <w:ind w:left="2982" w:hanging="360"/>
      </w:pPr>
    </w:lvl>
    <w:lvl w:ilvl="5" w:tplc="0415001B" w:tentative="1">
      <w:start w:val="1"/>
      <w:numFmt w:val="lowerRoman"/>
      <w:lvlText w:val="%6."/>
      <w:lvlJc w:val="right"/>
      <w:pPr>
        <w:ind w:left="3702" w:hanging="180"/>
      </w:pPr>
    </w:lvl>
    <w:lvl w:ilvl="6" w:tplc="0415000F" w:tentative="1">
      <w:start w:val="1"/>
      <w:numFmt w:val="decimal"/>
      <w:lvlText w:val="%7."/>
      <w:lvlJc w:val="left"/>
      <w:pPr>
        <w:ind w:left="4422" w:hanging="360"/>
      </w:pPr>
    </w:lvl>
    <w:lvl w:ilvl="7" w:tplc="04150019" w:tentative="1">
      <w:start w:val="1"/>
      <w:numFmt w:val="lowerLetter"/>
      <w:lvlText w:val="%8."/>
      <w:lvlJc w:val="left"/>
      <w:pPr>
        <w:ind w:left="5142" w:hanging="360"/>
      </w:pPr>
    </w:lvl>
    <w:lvl w:ilvl="8" w:tplc="0415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191" w15:restartNumberingAfterBreak="0">
    <w:nsid w:val="7EF855B5"/>
    <w:multiLevelType w:val="hybridMultilevel"/>
    <w:tmpl w:val="A2181F4C"/>
    <w:lvl w:ilvl="0" w:tplc="5DF4CA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F0361B1"/>
    <w:multiLevelType w:val="hybridMultilevel"/>
    <w:tmpl w:val="32263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TimesNewRomanPS" w:hAnsi="TimesNewRomanP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TimesNewRomanPS" w:hAnsi="TimesNewRomanP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TimesNewRomanPS" w:hAnsi="TimesNewRomanPS" w:hint="default"/>
      </w:rPr>
    </w:lvl>
  </w:abstractNum>
  <w:abstractNum w:abstractNumId="193" w15:restartNumberingAfterBreak="0">
    <w:nsid w:val="7F7F08D2"/>
    <w:multiLevelType w:val="hybridMultilevel"/>
    <w:tmpl w:val="62944EEC"/>
    <w:lvl w:ilvl="0" w:tplc="C6BED98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62"/>
  </w:num>
  <w:num w:numId="3">
    <w:abstractNumId w:val="181"/>
  </w:num>
  <w:num w:numId="4">
    <w:abstractNumId w:val="140"/>
  </w:num>
  <w:num w:numId="5">
    <w:abstractNumId w:val="156"/>
  </w:num>
  <w:num w:numId="6">
    <w:abstractNumId w:val="66"/>
  </w:num>
  <w:num w:numId="7">
    <w:abstractNumId w:val="106"/>
  </w:num>
  <w:num w:numId="8">
    <w:abstractNumId w:val="189"/>
  </w:num>
  <w:num w:numId="9">
    <w:abstractNumId w:val="54"/>
  </w:num>
  <w:num w:numId="10">
    <w:abstractNumId w:val="76"/>
  </w:num>
  <w:num w:numId="11">
    <w:abstractNumId w:val="125"/>
  </w:num>
  <w:num w:numId="12">
    <w:abstractNumId w:val="177"/>
  </w:num>
  <w:num w:numId="13">
    <w:abstractNumId w:val="79"/>
  </w:num>
  <w:num w:numId="14">
    <w:abstractNumId w:val="21"/>
  </w:num>
  <w:num w:numId="15">
    <w:abstractNumId w:val="132"/>
  </w:num>
  <w:num w:numId="16">
    <w:abstractNumId w:val="42"/>
  </w:num>
  <w:num w:numId="17">
    <w:abstractNumId w:val="84"/>
  </w:num>
  <w:num w:numId="18">
    <w:abstractNumId w:val="134"/>
  </w:num>
  <w:num w:numId="19">
    <w:abstractNumId w:val="72"/>
  </w:num>
  <w:num w:numId="20">
    <w:abstractNumId w:val="157"/>
  </w:num>
  <w:num w:numId="21">
    <w:abstractNumId w:val="6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3"/>
  </w:num>
  <w:num w:numId="23">
    <w:abstractNumId w:val="122"/>
  </w:num>
  <w:num w:numId="24">
    <w:abstractNumId w:val="146"/>
  </w:num>
  <w:num w:numId="25">
    <w:abstractNumId w:val="58"/>
  </w:num>
  <w:num w:numId="26">
    <w:abstractNumId w:val="93"/>
  </w:num>
  <w:num w:numId="27">
    <w:abstractNumId w:val="91"/>
  </w:num>
  <w:num w:numId="28">
    <w:abstractNumId w:val="31"/>
  </w:num>
  <w:num w:numId="29">
    <w:abstractNumId w:val="136"/>
  </w:num>
  <w:num w:numId="30">
    <w:abstractNumId w:val="174"/>
  </w:num>
  <w:num w:numId="31">
    <w:abstractNumId w:val="154"/>
  </w:num>
  <w:num w:numId="32">
    <w:abstractNumId w:val="16"/>
  </w:num>
  <w:num w:numId="33">
    <w:abstractNumId w:val="37"/>
  </w:num>
  <w:num w:numId="34">
    <w:abstractNumId w:val="98"/>
  </w:num>
  <w:num w:numId="35">
    <w:abstractNumId w:val="100"/>
  </w:num>
  <w:num w:numId="36">
    <w:abstractNumId w:val="60"/>
  </w:num>
  <w:num w:numId="37">
    <w:abstractNumId w:val="61"/>
  </w:num>
  <w:num w:numId="38">
    <w:abstractNumId w:val="78"/>
  </w:num>
  <w:num w:numId="39">
    <w:abstractNumId w:val="67"/>
  </w:num>
  <w:num w:numId="40">
    <w:abstractNumId w:val="74"/>
  </w:num>
  <w:num w:numId="41">
    <w:abstractNumId w:val="35"/>
  </w:num>
  <w:num w:numId="42">
    <w:abstractNumId w:val="34"/>
  </w:num>
  <w:num w:numId="43">
    <w:abstractNumId w:val="170"/>
  </w:num>
  <w:num w:numId="44">
    <w:abstractNumId w:val="141"/>
  </w:num>
  <w:num w:numId="45">
    <w:abstractNumId w:val="75"/>
  </w:num>
  <w:num w:numId="46">
    <w:abstractNumId w:val="59"/>
  </w:num>
  <w:num w:numId="47">
    <w:abstractNumId w:val="32"/>
  </w:num>
  <w:num w:numId="48">
    <w:abstractNumId w:val="187"/>
  </w:num>
  <w:num w:numId="49">
    <w:abstractNumId w:val="180"/>
  </w:num>
  <w:num w:numId="50">
    <w:abstractNumId w:val="14"/>
  </w:num>
  <w:num w:numId="51">
    <w:abstractNumId w:val="135"/>
  </w:num>
  <w:num w:numId="52">
    <w:abstractNumId w:val="123"/>
  </w:num>
  <w:num w:numId="53">
    <w:abstractNumId w:val="80"/>
  </w:num>
  <w:num w:numId="54">
    <w:abstractNumId w:val="20"/>
  </w:num>
  <w:num w:numId="55">
    <w:abstractNumId w:val="115"/>
  </w:num>
  <w:num w:numId="56">
    <w:abstractNumId w:val="104"/>
  </w:num>
  <w:num w:numId="57">
    <w:abstractNumId w:val="105"/>
  </w:num>
  <w:num w:numId="58">
    <w:abstractNumId w:val="41"/>
  </w:num>
  <w:num w:numId="59">
    <w:abstractNumId w:val="172"/>
  </w:num>
  <w:num w:numId="60">
    <w:abstractNumId w:val="65"/>
  </w:num>
  <w:num w:numId="61">
    <w:abstractNumId w:val="137"/>
  </w:num>
  <w:num w:numId="62">
    <w:abstractNumId w:val="85"/>
  </w:num>
  <w:num w:numId="63">
    <w:abstractNumId w:val="168"/>
  </w:num>
  <w:num w:numId="64">
    <w:abstractNumId w:val="96"/>
  </w:num>
  <w:num w:numId="65">
    <w:abstractNumId w:val="101"/>
  </w:num>
  <w:num w:numId="66">
    <w:abstractNumId w:val="173"/>
  </w:num>
  <w:num w:numId="67">
    <w:abstractNumId w:val="1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"/>
  </w:num>
  <w:num w:numId="69">
    <w:abstractNumId w:val="69"/>
  </w:num>
  <w:num w:numId="70">
    <w:abstractNumId w:val="130"/>
  </w:num>
  <w:num w:numId="71">
    <w:abstractNumId w:val="182"/>
  </w:num>
  <w:num w:numId="72">
    <w:abstractNumId w:val="49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rebuchet MS" w:hAnsi="Trebuchet MS" w:hint="default"/>
          <w:color w:val="auto"/>
        </w:rPr>
      </w:lvl>
    </w:lvlOverride>
  </w:num>
  <w:num w:numId="73">
    <w:abstractNumId w:val="114"/>
  </w:num>
  <w:num w:numId="74">
    <w:abstractNumId w:val="186"/>
  </w:num>
  <w:num w:numId="75">
    <w:abstractNumId w:val="89"/>
  </w:num>
  <w:num w:numId="76">
    <w:abstractNumId w:val="143"/>
  </w:num>
  <w:num w:numId="77">
    <w:abstractNumId w:val="153"/>
  </w:num>
  <w:num w:numId="78">
    <w:abstractNumId w:val="176"/>
  </w:num>
  <w:num w:numId="79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0"/>
  </w:num>
  <w:num w:numId="81">
    <w:abstractNumId w:val="111"/>
  </w:num>
  <w:num w:numId="82">
    <w:abstractNumId w:val="120"/>
  </w:num>
  <w:num w:numId="83">
    <w:abstractNumId w:val="109"/>
  </w:num>
  <w:num w:numId="84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3"/>
  </w:num>
  <w:num w:numId="86">
    <w:abstractNumId w:val="22"/>
  </w:num>
  <w:num w:numId="87">
    <w:abstractNumId w:val="19"/>
  </w:num>
  <w:num w:numId="88">
    <w:abstractNumId w:val="124"/>
  </w:num>
  <w:num w:numId="89">
    <w:abstractNumId w:val="47"/>
  </w:num>
  <w:num w:numId="90">
    <w:abstractNumId w:val="51"/>
  </w:num>
  <w:num w:numId="91">
    <w:abstractNumId w:val="142"/>
  </w:num>
  <w:num w:numId="92">
    <w:abstractNumId w:val="44"/>
  </w:num>
  <w:num w:numId="93">
    <w:abstractNumId w:val="159"/>
  </w:num>
  <w:num w:numId="94">
    <w:abstractNumId w:val="179"/>
  </w:num>
  <w:num w:numId="95">
    <w:abstractNumId w:val="94"/>
  </w:num>
  <w:num w:numId="96">
    <w:abstractNumId w:val="112"/>
  </w:num>
  <w:num w:numId="97">
    <w:abstractNumId w:val="175"/>
  </w:num>
  <w:num w:numId="98">
    <w:abstractNumId w:val="102"/>
  </w:num>
  <w:num w:numId="99">
    <w:abstractNumId w:val="108"/>
  </w:num>
  <w:num w:numId="100">
    <w:abstractNumId w:val="144"/>
  </w:num>
  <w:num w:numId="101">
    <w:abstractNumId w:val="116"/>
  </w:num>
  <w:num w:numId="102">
    <w:abstractNumId w:val="127"/>
  </w:num>
  <w:num w:numId="103">
    <w:abstractNumId w:val="43"/>
  </w:num>
  <w:num w:numId="104">
    <w:abstractNumId w:val="86"/>
  </w:num>
  <w:num w:numId="105">
    <w:abstractNumId w:val="81"/>
  </w:num>
  <w:num w:numId="106">
    <w:abstractNumId w:val="128"/>
  </w:num>
  <w:num w:numId="107">
    <w:abstractNumId w:val="71"/>
  </w:num>
  <w:num w:numId="108">
    <w:abstractNumId w:val="193"/>
  </w:num>
  <w:num w:numId="109">
    <w:abstractNumId w:val="138"/>
  </w:num>
  <w:num w:numId="110">
    <w:abstractNumId w:val="119"/>
  </w:num>
  <w:num w:numId="111">
    <w:abstractNumId w:val="178"/>
  </w:num>
  <w:num w:numId="112">
    <w:abstractNumId w:val="165"/>
  </w:num>
  <w:num w:numId="113">
    <w:abstractNumId w:val="17"/>
  </w:num>
  <w:num w:numId="114">
    <w:abstractNumId w:val="167"/>
  </w:num>
  <w:num w:numId="115">
    <w:abstractNumId w:val="158"/>
  </w:num>
  <w:num w:numId="116">
    <w:abstractNumId w:val="155"/>
  </w:num>
  <w:num w:numId="117">
    <w:abstractNumId w:val="68"/>
  </w:num>
  <w:num w:numId="118">
    <w:abstractNumId w:val="23"/>
  </w:num>
  <w:num w:numId="119">
    <w:abstractNumId w:val="95"/>
  </w:num>
  <w:num w:numId="120">
    <w:abstractNumId w:val="28"/>
  </w:num>
  <w:num w:numId="121">
    <w:abstractNumId w:val="77"/>
  </w:num>
  <w:num w:numId="122">
    <w:abstractNumId w:val="24"/>
  </w:num>
  <w:num w:numId="123">
    <w:abstractNumId w:val="39"/>
  </w:num>
  <w:num w:numId="124">
    <w:abstractNumId w:val="40"/>
  </w:num>
  <w:num w:numId="125">
    <w:abstractNumId w:val="129"/>
  </w:num>
  <w:num w:numId="126">
    <w:abstractNumId w:val="82"/>
  </w:num>
  <w:num w:numId="127">
    <w:abstractNumId w:val="87"/>
  </w:num>
  <w:num w:numId="128">
    <w:abstractNumId w:val="166"/>
  </w:num>
  <w:num w:numId="129">
    <w:abstractNumId w:val="184"/>
  </w:num>
  <w:num w:numId="130">
    <w:abstractNumId w:val="117"/>
  </w:num>
  <w:num w:numId="131">
    <w:abstractNumId w:val="160"/>
  </w:num>
  <w:num w:numId="132">
    <w:abstractNumId w:val="164"/>
  </w:num>
  <w:num w:numId="133">
    <w:abstractNumId w:val="70"/>
  </w:num>
  <w:num w:numId="134">
    <w:abstractNumId w:val="163"/>
  </w:num>
  <w:num w:numId="135">
    <w:abstractNumId w:val="50"/>
  </w:num>
  <w:num w:numId="136">
    <w:abstractNumId w:val="113"/>
  </w:num>
  <w:num w:numId="137">
    <w:abstractNumId w:val="149"/>
  </w:num>
  <w:num w:numId="138">
    <w:abstractNumId w:val="97"/>
  </w:num>
  <w:num w:numId="139">
    <w:abstractNumId w:val="25"/>
  </w:num>
  <w:num w:numId="140">
    <w:abstractNumId w:val="92"/>
  </w:num>
  <w:num w:numId="141">
    <w:abstractNumId w:val="27"/>
  </w:num>
  <w:num w:numId="142">
    <w:abstractNumId w:val="192"/>
  </w:num>
  <w:num w:numId="143">
    <w:abstractNumId w:val="185"/>
  </w:num>
  <w:num w:numId="144">
    <w:abstractNumId w:val="45"/>
  </w:num>
  <w:num w:numId="145">
    <w:abstractNumId w:val="126"/>
  </w:num>
  <w:num w:numId="146">
    <w:abstractNumId w:val="171"/>
  </w:num>
  <w:num w:numId="147">
    <w:abstractNumId w:val="147"/>
  </w:num>
  <w:num w:numId="148">
    <w:abstractNumId w:val="46"/>
  </w:num>
  <w:num w:numId="149">
    <w:abstractNumId w:val="161"/>
  </w:num>
  <w:num w:numId="150">
    <w:abstractNumId w:val="30"/>
  </w:num>
  <w:num w:numId="151">
    <w:abstractNumId w:val="48"/>
  </w:num>
  <w:num w:numId="152">
    <w:abstractNumId w:val="110"/>
  </w:num>
  <w:num w:numId="153">
    <w:abstractNumId w:val="13"/>
  </w:num>
  <w:num w:numId="154">
    <w:abstractNumId w:val="133"/>
  </w:num>
  <w:num w:numId="155">
    <w:abstractNumId w:val="139"/>
  </w:num>
  <w:num w:numId="156">
    <w:abstractNumId w:val="90"/>
  </w:num>
  <w:num w:numId="157">
    <w:abstractNumId w:val="53"/>
  </w:num>
  <w:num w:numId="158">
    <w:abstractNumId w:val="118"/>
  </w:num>
  <w:num w:numId="159">
    <w:abstractNumId w:val="38"/>
  </w:num>
  <w:num w:numId="160">
    <w:abstractNumId w:val="121"/>
  </w:num>
  <w:num w:numId="161">
    <w:abstractNumId w:val="55"/>
  </w:num>
  <w:num w:numId="162">
    <w:abstractNumId w:val="169"/>
  </w:num>
  <w:num w:numId="163">
    <w:abstractNumId w:val="151"/>
  </w:num>
  <w:num w:numId="164">
    <w:abstractNumId w:val="33"/>
  </w:num>
  <w:num w:numId="165">
    <w:abstractNumId w:val="190"/>
  </w:num>
  <w:num w:numId="166">
    <w:abstractNumId w:val="99"/>
  </w:num>
  <w:num w:numId="167">
    <w:abstractNumId w:val="56"/>
  </w:num>
  <w:num w:numId="168">
    <w:abstractNumId w:val="131"/>
  </w:num>
  <w:num w:numId="169">
    <w:abstractNumId w:val="29"/>
  </w:num>
  <w:num w:numId="170">
    <w:abstractNumId w:val="57"/>
  </w:num>
  <w:num w:numId="171">
    <w:abstractNumId w:val="88"/>
  </w:num>
  <w:num w:numId="172">
    <w:abstractNumId w:val="52"/>
  </w:num>
  <w:num w:numId="173">
    <w:abstractNumId w:val="148"/>
  </w:num>
  <w:num w:numId="174">
    <w:abstractNumId w:val="191"/>
  </w:num>
  <w:num w:numId="175">
    <w:abstractNumId w:val="73"/>
  </w:num>
  <w:num w:numId="176">
    <w:abstractNumId w:val="145"/>
  </w:num>
  <w:num w:numId="177">
    <w:abstractNumId w:val="36"/>
  </w:num>
  <w:num w:numId="178">
    <w:abstractNumId w:val="64"/>
  </w:num>
  <w:num w:numId="179">
    <w:abstractNumId w:val="26"/>
  </w:num>
  <w:num w:numId="180">
    <w:abstractNumId w:val="162"/>
  </w:num>
  <w:num w:numId="181">
    <w:abstractNumId w:val="152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8A"/>
    <w:rsid w:val="00000208"/>
    <w:rsid w:val="000009AE"/>
    <w:rsid w:val="00000B08"/>
    <w:rsid w:val="00000D74"/>
    <w:rsid w:val="00001623"/>
    <w:rsid w:val="00001A8A"/>
    <w:rsid w:val="00001A9D"/>
    <w:rsid w:val="00002691"/>
    <w:rsid w:val="00003594"/>
    <w:rsid w:val="00004028"/>
    <w:rsid w:val="000053D5"/>
    <w:rsid w:val="000064C9"/>
    <w:rsid w:val="000069F9"/>
    <w:rsid w:val="00007FD4"/>
    <w:rsid w:val="00010162"/>
    <w:rsid w:val="00011AA1"/>
    <w:rsid w:val="0001306D"/>
    <w:rsid w:val="0001548C"/>
    <w:rsid w:val="000156D3"/>
    <w:rsid w:val="000170FC"/>
    <w:rsid w:val="000203FD"/>
    <w:rsid w:val="000229F3"/>
    <w:rsid w:val="00023A5D"/>
    <w:rsid w:val="00023D6F"/>
    <w:rsid w:val="00024FE4"/>
    <w:rsid w:val="00025A74"/>
    <w:rsid w:val="000264CD"/>
    <w:rsid w:val="00027543"/>
    <w:rsid w:val="00030435"/>
    <w:rsid w:val="00030EF0"/>
    <w:rsid w:val="00031524"/>
    <w:rsid w:val="0003331C"/>
    <w:rsid w:val="00034352"/>
    <w:rsid w:val="0003497C"/>
    <w:rsid w:val="0003619D"/>
    <w:rsid w:val="0003697E"/>
    <w:rsid w:val="00037657"/>
    <w:rsid w:val="00037C24"/>
    <w:rsid w:val="00040726"/>
    <w:rsid w:val="00040ABA"/>
    <w:rsid w:val="0004235C"/>
    <w:rsid w:val="00043978"/>
    <w:rsid w:val="00043DC6"/>
    <w:rsid w:val="00044DBA"/>
    <w:rsid w:val="000452B1"/>
    <w:rsid w:val="00045447"/>
    <w:rsid w:val="00046141"/>
    <w:rsid w:val="000461FE"/>
    <w:rsid w:val="00046A3B"/>
    <w:rsid w:val="0004703B"/>
    <w:rsid w:val="00047492"/>
    <w:rsid w:val="00047EDA"/>
    <w:rsid w:val="0005021A"/>
    <w:rsid w:val="000507F9"/>
    <w:rsid w:val="000515E4"/>
    <w:rsid w:val="00051B8B"/>
    <w:rsid w:val="000528BD"/>
    <w:rsid w:val="0005364C"/>
    <w:rsid w:val="00054F38"/>
    <w:rsid w:val="00055DA1"/>
    <w:rsid w:val="000560B6"/>
    <w:rsid w:val="000564E3"/>
    <w:rsid w:val="000568A7"/>
    <w:rsid w:val="000605A3"/>
    <w:rsid w:val="00061221"/>
    <w:rsid w:val="00062016"/>
    <w:rsid w:val="00063E88"/>
    <w:rsid w:val="000649E6"/>
    <w:rsid w:val="000662CD"/>
    <w:rsid w:val="0006681A"/>
    <w:rsid w:val="00066F4B"/>
    <w:rsid w:val="00067975"/>
    <w:rsid w:val="00071291"/>
    <w:rsid w:val="000727B4"/>
    <w:rsid w:val="00072F81"/>
    <w:rsid w:val="00073833"/>
    <w:rsid w:val="000743C5"/>
    <w:rsid w:val="00075014"/>
    <w:rsid w:val="0007568C"/>
    <w:rsid w:val="000759EC"/>
    <w:rsid w:val="00076A03"/>
    <w:rsid w:val="00081418"/>
    <w:rsid w:val="00081B35"/>
    <w:rsid w:val="000822B4"/>
    <w:rsid w:val="0008248D"/>
    <w:rsid w:val="00082850"/>
    <w:rsid w:val="00082AB4"/>
    <w:rsid w:val="0008359F"/>
    <w:rsid w:val="00083812"/>
    <w:rsid w:val="00083B3F"/>
    <w:rsid w:val="00084059"/>
    <w:rsid w:val="00084079"/>
    <w:rsid w:val="00084864"/>
    <w:rsid w:val="0008486F"/>
    <w:rsid w:val="000851AC"/>
    <w:rsid w:val="00085261"/>
    <w:rsid w:val="0008606E"/>
    <w:rsid w:val="00086360"/>
    <w:rsid w:val="00086650"/>
    <w:rsid w:val="00086CB7"/>
    <w:rsid w:val="000923BE"/>
    <w:rsid w:val="000935E1"/>
    <w:rsid w:val="00094776"/>
    <w:rsid w:val="00095D53"/>
    <w:rsid w:val="00096B35"/>
    <w:rsid w:val="000979F3"/>
    <w:rsid w:val="00097CBC"/>
    <w:rsid w:val="000A02B2"/>
    <w:rsid w:val="000A09F8"/>
    <w:rsid w:val="000A0BFD"/>
    <w:rsid w:val="000A14C2"/>
    <w:rsid w:val="000A3767"/>
    <w:rsid w:val="000A3982"/>
    <w:rsid w:val="000A45D1"/>
    <w:rsid w:val="000A4D6E"/>
    <w:rsid w:val="000A58AB"/>
    <w:rsid w:val="000A6249"/>
    <w:rsid w:val="000A726A"/>
    <w:rsid w:val="000A72E8"/>
    <w:rsid w:val="000A7D40"/>
    <w:rsid w:val="000A7DD1"/>
    <w:rsid w:val="000B00D5"/>
    <w:rsid w:val="000B0290"/>
    <w:rsid w:val="000B0BD1"/>
    <w:rsid w:val="000B0D20"/>
    <w:rsid w:val="000B103D"/>
    <w:rsid w:val="000B13E8"/>
    <w:rsid w:val="000B1746"/>
    <w:rsid w:val="000B1CB8"/>
    <w:rsid w:val="000B292B"/>
    <w:rsid w:val="000B5C5B"/>
    <w:rsid w:val="000B6E5A"/>
    <w:rsid w:val="000B7289"/>
    <w:rsid w:val="000B750F"/>
    <w:rsid w:val="000B7639"/>
    <w:rsid w:val="000B79BF"/>
    <w:rsid w:val="000C16A9"/>
    <w:rsid w:val="000C1A49"/>
    <w:rsid w:val="000C2C72"/>
    <w:rsid w:val="000C3C78"/>
    <w:rsid w:val="000C55A9"/>
    <w:rsid w:val="000C66C2"/>
    <w:rsid w:val="000C7121"/>
    <w:rsid w:val="000C79E2"/>
    <w:rsid w:val="000C7A58"/>
    <w:rsid w:val="000D0775"/>
    <w:rsid w:val="000D0CE7"/>
    <w:rsid w:val="000D0F85"/>
    <w:rsid w:val="000D14D9"/>
    <w:rsid w:val="000D18EF"/>
    <w:rsid w:val="000D1B88"/>
    <w:rsid w:val="000D26AA"/>
    <w:rsid w:val="000D481F"/>
    <w:rsid w:val="000D4F95"/>
    <w:rsid w:val="000D50C8"/>
    <w:rsid w:val="000D5899"/>
    <w:rsid w:val="000D5CEF"/>
    <w:rsid w:val="000E12A4"/>
    <w:rsid w:val="000E23DC"/>
    <w:rsid w:val="000E3438"/>
    <w:rsid w:val="000E34B0"/>
    <w:rsid w:val="000E4BDE"/>
    <w:rsid w:val="000E52EE"/>
    <w:rsid w:val="000E567F"/>
    <w:rsid w:val="000E5D2F"/>
    <w:rsid w:val="000E6126"/>
    <w:rsid w:val="000E6AF6"/>
    <w:rsid w:val="000F008A"/>
    <w:rsid w:val="000F10F6"/>
    <w:rsid w:val="000F169F"/>
    <w:rsid w:val="000F1A1C"/>
    <w:rsid w:val="000F1F09"/>
    <w:rsid w:val="000F2713"/>
    <w:rsid w:val="000F35F5"/>
    <w:rsid w:val="000F4806"/>
    <w:rsid w:val="000F4A55"/>
    <w:rsid w:val="000F63C0"/>
    <w:rsid w:val="000F7380"/>
    <w:rsid w:val="0010003A"/>
    <w:rsid w:val="001005AA"/>
    <w:rsid w:val="00100C0B"/>
    <w:rsid w:val="00100E03"/>
    <w:rsid w:val="00100F6E"/>
    <w:rsid w:val="001016AC"/>
    <w:rsid w:val="00102EA2"/>
    <w:rsid w:val="001038F0"/>
    <w:rsid w:val="00103CD6"/>
    <w:rsid w:val="00106212"/>
    <w:rsid w:val="00106BCD"/>
    <w:rsid w:val="001072CD"/>
    <w:rsid w:val="001078B0"/>
    <w:rsid w:val="0011008D"/>
    <w:rsid w:val="0011061D"/>
    <w:rsid w:val="001131A1"/>
    <w:rsid w:val="00113541"/>
    <w:rsid w:val="00113D9A"/>
    <w:rsid w:val="001141EF"/>
    <w:rsid w:val="0011436A"/>
    <w:rsid w:val="001152B5"/>
    <w:rsid w:val="0011571B"/>
    <w:rsid w:val="0011593D"/>
    <w:rsid w:val="001179B9"/>
    <w:rsid w:val="00117F8F"/>
    <w:rsid w:val="00120338"/>
    <w:rsid w:val="001203D2"/>
    <w:rsid w:val="001207F3"/>
    <w:rsid w:val="001209A1"/>
    <w:rsid w:val="00121C79"/>
    <w:rsid w:val="0012214A"/>
    <w:rsid w:val="00124FF8"/>
    <w:rsid w:val="00125B4C"/>
    <w:rsid w:val="001278D1"/>
    <w:rsid w:val="00131115"/>
    <w:rsid w:val="00131164"/>
    <w:rsid w:val="00131676"/>
    <w:rsid w:val="00131DA4"/>
    <w:rsid w:val="001334B3"/>
    <w:rsid w:val="00134C07"/>
    <w:rsid w:val="00134F43"/>
    <w:rsid w:val="00135C4C"/>
    <w:rsid w:val="0013624A"/>
    <w:rsid w:val="0013642C"/>
    <w:rsid w:val="001403CE"/>
    <w:rsid w:val="00141D75"/>
    <w:rsid w:val="00141DF1"/>
    <w:rsid w:val="00143FB9"/>
    <w:rsid w:val="00144D94"/>
    <w:rsid w:val="001461DF"/>
    <w:rsid w:val="0014633D"/>
    <w:rsid w:val="001463EF"/>
    <w:rsid w:val="00146ABD"/>
    <w:rsid w:val="00147464"/>
    <w:rsid w:val="00147554"/>
    <w:rsid w:val="0014794B"/>
    <w:rsid w:val="00150743"/>
    <w:rsid w:val="00151E55"/>
    <w:rsid w:val="0015306E"/>
    <w:rsid w:val="00153726"/>
    <w:rsid w:val="00154F12"/>
    <w:rsid w:val="00156991"/>
    <w:rsid w:val="00156B4D"/>
    <w:rsid w:val="00161CFB"/>
    <w:rsid w:val="00162C3E"/>
    <w:rsid w:val="00163366"/>
    <w:rsid w:val="00163D78"/>
    <w:rsid w:val="00163D84"/>
    <w:rsid w:val="00165144"/>
    <w:rsid w:val="001702FA"/>
    <w:rsid w:val="001706C3"/>
    <w:rsid w:val="00170CBA"/>
    <w:rsid w:val="00171E3D"/>
    <w:rsid w:val="0017222C"/>
    <w:rsid w:val="00174BCF"/>
    <w:rsid w:val="00174EE6"/>
    <w:rsid w:val="00174FEF"/>
    <w:rsid w:val="00175597"/>
    <w:rsid w:val="00175656"/>
    <w:rsid w:val="001768FF"/>
    <w:rsid w:val="00177C8C"/>
    <w:rsid w:val="001804FB"/>
    <w:rsid w:val="001806B1"/>
    <w:rsid w:val="00181003"/>
    <w:rsid w:val="00182271"/>
    <w:rsid w:val="00183120"/>
    <w:rsid w:val="001837BF"/>
    <w:rsid w:val="00185F82"/>
    <w:rsid w:val="00185FCB"/>
    <w:rsid w:val="0018612F"/>
    <w:rsid w:val="0018642D"/>
    <w:rsid w:val="0018646F"/>
    <w:rsid w:val="00186BD4"/>
    <w:rsid w:val="00186F85"/>
    <w:rsid w:val="0018703C"/>
    <w:rsid w:val="001871E4"/>
    <w:rsid w:val="00187477"/>
    <w:rsid w:val="00187581"/>
    <w:rsid w:val="00187C4F"/>
    <w:rsid w:val="0019058A"/>
    <w:rsid w:val="00190EF2"/>
    <w:rsid w:val="0019178D"/>
    <w:rsid w:val="00192670"/>
    <w:rsid w:val="00192E03"/>
    <w:rsid w:val="00193123"/>
    <w:rsid w:val="001942AD"/>
    <w:rsid w:val="00196058"/>
    <w:rsid w:val="0019605D"/>
    <w:rsid w:val="001976E0"/>
    <w:rsid w:val="0019791E"/>
    <w:rsid w:val="00197C62"/>
    <w:rsid w:val="00197F1A"/>
    <w:rsid w:val="001A03BB"/>
    <w:rsid w:val="001A15B8"/>
    <w:rsid w:val="001A3405"/>
    <w:rsid w:val="001A4467"/>
    <w:rsid w:val="001A5076"/>
    <w:rsid w:val="001A5A1F"/>
    <w:rsid w:val="001A60A7"/>
    <w:rsid w:val="001A6446"/>
    <w:rsid w:val="001A6B04"/>
    <w:rsid w:val="001A6C4A"/>
    <w:rsid w:val="001A7279"/>
    <w:rsid w:val="001B0578"/>
    <w:rsid w:val="001B08E2"/>
    <w:rsid w:val="001B1B41"/>
    <w:rsid w:val="001B2248"/>
    <w:rsid w:val="001B368F"/>
    <w:rsid w:val="001B55DA"/>
    <w:rsid w:val="001B5C43"/>
    <w:rsid w:val="001B5F3F"/>
    <w:rsid w:val="001B6ED5"/>
    <w:rsid w:val="001B6FFF"/>
    <w:rsid w:val="001B74EE"/>
    <w:rsid w:val="001B7726"/>
    <w:rsid w:val="001B7DE1"/>
    <w:rsid w:val="001B7FFD"/>
    <w:rsid w:val="001C0A94"/>
    <w:rsid w:val="001C144A"/>
    <w:rsid w:val="001C2611"/>
    <w:rsid w:val="001C4E75"/>
    <w:rsid w:val="001C4F97"/>
    <w:rsid w:val="001C54EF"/>
    <w:rsid w:val="001C5662"/>
    <w:rsid w:val="001C5B27"/>
    <w:rsid w:val="001C769C"/>
    <w:rsid w:val="001D0D98"/>
    <w:rsid w:val="001D1595"/>
    <w:rsid w:val="001D377F"/>
    <w:rsid w:val="001D57A3"/>
    <w:rsid w:val="001E03FF"/>
    <w:rsid w:val="001E0B04"/>
    <w:rsid w:val="001E2445"/>
    <w:rsid w:val="001E3362"/>
    <w:rsid w:val="001E4217"/>
    <w:rsid w:val="001E64B7"/>
    <w:rsid w:val="001E68B1"/>
    <w:rsid w:val="001E68DD"/>
    <w:rsid w:val="001E6FF7"/>
    <w:rsid w:val="001E7AF0"/>
    <w:rsid w:val="001E7E64"/>
    <w:rsid w:val="001F0590"/>
    <w:rsid w:val="001F3396"/>
    <w:rsid w:val="001F39D3"/>
    <w:rsid w:val="001F3E5A"/>
    <w:rsid w:val="001F49B5"/>
    <w:rsid w:val="001F4CB3"/>
    <w:rsid w:val="001F53EC"/>
    <w:rsid w:val="001F5EC4"/>
    <w:rsid w:val="001F6179"/>
    <w:rsid w:val="001F6837"/>
    <w:rsid w:val="00202918"/>
    <w:rsid w:val="00203A7E"/>
    <w:rsid w:val="00203E01"/>
    <w:rsid w:val="00204835"/>
    <w:rsid w:val="00204E1A"/>
    <w:rsid w:val="0020558B"/>
    <w:rsid w:val="00205976"/>
    <w:rsid w:val="00205B60"/>
    <w:rsid w:val="00206420"/>
    <w:rsid w:val="00207604"/>
    <w:rsid w:val="00213492"/>
    <w:rsid w:val="00213AD8"/>
    <w:rsid w:val="00214026"/>
    <w:rsid w:val="002153AF"/>
    <w:rsid w:val="002154AC"/>
    <w:rsid w:val="002168F0"/>
    <w:rsid w:val="00217FEC"/>
    <w:rsid w:val="00220851"/>
    <w:rsid w:val="00220BA8"/>
    <w:rsid w:val="00221497"/>
    <w:rsid w:val="00221D33"/>
    <w:rsid w:val="00222C22"/>
    <w:rsid w:val="00222FDD"/>
    <w:rsid w:val="00223C3A"/>
    <w:rsid w:val="00225B8D"/>
    <w:rsid w:val="00225BE1"/>
    <w:rsid w:val="002266A2"/>
    <w:rsid w:val="00232C6B"/>
    <w:rsid w:val="00232E65"/>
    <w:rsid w:val="00233A94"/>
    <w:rsid w:val="00234661"/>
    <w:rsid w:val="00234B71"/>
    <w:rsid w:val="002355F3"/>
    <w:rsid w:val="00237E24"/>
    <w:rsid w:val="0024015B"/>
    <w:rsid w:val="00240432"/>
    <w:rsid w:val="00240B07"/>
    <w:rsid w:val="00241042"/>
    <w:rsid w:val="0024105F"/>
    <w:rsid w:val="00242FF3"/>
    <w:rsid w:val="00243585"/>
    <w:rsid w:val="00243E77"/>
    <w:rsid w:val="00243EE9"/>
    <w:rsid w:val="0024418A"/>
    <w:rsid w:val="00245367"/>
    <w:rsid w:val="00245840"/>
    <w:rsid w:val="00246E92"/>
    <w:rsid w:val="0024715A"/>
    <w:rsid w:val="00247F1F"/>
    <w:rsid w:val="00251C6E"/>
    <w:rsid w:val="00251CDC"/>
    <w:rsid w:val="00252125"/>
    <w:rsid w:val="00253A87"/>
    <w:rsid w:val="00253DD5"/>
    <w:rsid w:val="00255483"/>
    <w:rsid w:val="0025636A"/>
    <w:rsid w:val="00256692"/>
    <w:rsid w:val="00256D98"/>
    <w:rsid w:val="002570D6"/>
    <w:rsid w:val="00257120"/>
    <w:rsid w:val="00257212"/>
    <w:rsid w:val="0025742B"/>
    <w:rsid w:val="002622BE"/>
    <w:rsid w:val="002631D8"/>
    <w:rsid w:val="002648C4"/>
    <w:rsid w:val="00264E47"/>
    <w:rsid w:val="00265E7A"/>
    <w:rsid w:val="00266039"/>
    <w:rsid w:val="002661A0"/>
    <w:rsid w:val="00266E3F"/>
    <w:rsid w:val="0026768F"/>
    <w:rsid w:val="00267D40"/>
    <w:rsid w:val="0027069D"/>
    <w:rsid w:val="00270C21"/>
    <w:rsid w:val="002711CF"/>
    <w:rsid w:val="00271332"/>
    <w:rsid w:val="00271A24"/>
    <w:rsid w:val="00271A6D"/>
    <w:rsid w:val="00273184"/>
    <w:rsid w:val="00274474"/>
    <w:rsid w:val="00275170"/>
    <w:rsid w:val="00275220"/>
    <w:rsid w:val="00276E99"/>
    <w:rsid w:val="00277758"/>
    <w:rsid w:val="002800AD"/>
    <w:rsid w:val="00281665"/>
    <w:rsid w:val="0028182A"/>
    <w:rsid w:val="00281A03"/>
    <w:rsid w:val="002821D6"/>
    <w:rsid w:val="00282FD4"/>
    <w:rsid w:val="00283CB2"/>
    <w:rsid w:val="00284729"/>
    <w:rsid w:val="002855E9"/>
    <w:rsid w:val="00290522"/>
    <w:rsid w:val="00290FC3"/>
    <w:rsid w:val="0029182C"/>
    <w:rsid w:val="00291EF3"/>
    <w:rsid w:val="00293BE4"/>
    <w:rsid w:val="00295042"/>
    <w:rsid w:val="002960CA"/>
    <w:rsid w:val="002A096E"/>
    <w:rsid w:val="002A09D6"/>
    <w:rsid w:val="002A1E5F"/>
    <w:rsid w:val="002A22CF"/>
    <w:rsid w:val="002A2453"/>
    <w:rsid w:val="002A3081"/>
    <w:rsid w:val="002A37E9"/>
    <w:rsid w:val="002A54AA"/>
    <w:rsid w:val="002A5644"/>
    <w:rsid w:val="002A5A35"/>
    <w:rsid w:val="002A6DE3"/>
    <w:rsid w:val="002A7166"/>
    <w:rsid w:val="002A7AC9"/>
    <w:rsid w:val="002B03A4"/>
    <w:rsid w:val="002B0834"/>
    <w:rsid w:val="002B0E7A"/>
    <w:rsid w:val="002B2871"/>
    <w:rsid w:val="002B357E"/>
    <w:rsid w:val="002B39AC"/>
    <w:rsid w:val="002B3B3F"/>
    <w:rsid w:val="002B5478"/>
    <w:rsid w:val="002B5538"/>
    <w:rsid w:val="002B6F70"/>
    <w:rsid w:val="002C00A4"/>
    <w:rsid w:val="002C0F97"/>
    <w:rsid w:val="002C196A"/>
    <w:rsid w:val="002C28ED"/>
    <w:rsid w:val="002C31DA"/>
    <w:rsid w:val="002C4ADC"/>
    <w:rsid w:val="002C627E"/>
    <w:rsid w:val="002C70BC"/>
    <w:rsid w:val="002C7641"/>
    <w:rsid w:val="002C7774"/>
    <w:rsid w:val="002D02AB"/>
    <w:rsid w:val="002D16C7"/>
    <w:rsid w:val="002D18E6"/>
    <w:rsid w:val="002D1BF8"/>
    <w:rsid w:val="002D2EC7"/>
    <w:rsid w:val="002D34A3"/>
    <w:rsid w:val="002D48B0"/>
    <w:rsid w:val="002D63E6"/>
    <w:rsid w:val="002D6F69"/>
    <w:rsid w:val="002E00B6"/>
    <w:rsid w:val="002E0634"/>
    <w:rsid w:val="002E0989"/>
    <w:rsid w:val="002E19CE"/>
    <w:rsid w:val="002E1CE9"/>
    <w:rsid w:val="002E30A5"/>
    <w:rsid w:val="002E3669"/>
    <w:rsid w:val="002E3728"/>
    <w:rsid w:val="002E3BD5"/>
    <w:rsid w:val="002E3D47"/>
    <w:rsid w:val="002E3F2E"/>
    <w:rsid w:val="002E65B2"/>
    <w:rsid w:val="002F024B"/>
    <w:rsid w:val="002F377E"/>
    <w:rsid w:val="002F4155"/>
    <w:rsid w:val="002F4C51"/>
    <w:rsid w:val="002F4CDB"/>
    <w:rsid w:val="002F6CAF"/>
    <w:rsid w:val="0030039B"/>
    <w:rsid w:val="0030071A"/>
    <w:rsid w:val="00300AB3"/>
    <w:rsid w:val="00300AF3"/>
    <w:rsid w:val="00300B60"/>
    <w:rsid w:val="00300E9D"/>
    <w:rsid w:val="00301999"/>
    <w:rsid w:val="00301DBE"/>
    <w:rsid w:val="003034E0"/>
    <w:rsid w:val="00303948"/>
    <w:rsid w:val="00303C13"/>
    <w:rsid w:val="003055A6"/>
    <w:rsid w:val="00307148"/>
    <w:rsid w:val="00307490"/>
    <w:rsid w:val="00311536"/>
    <w:rsid w:val="003115EB"/>
    <w:rsid w:val="003163E7"/>
    <w:rsid w:val="003166FB"/>
    <w:rsid w:val="00320028"/>
    <w:rsid w:val="00320CC3"/>
    <w:rsid w:val="00321198"/>
    <w:rsid w:val="00321F73"/>
    <w:rsid w:val="00322FDC"/>
    <w:rsid w:val="00324DA2"/>
    <w:rsid w:val="00330506"/>
    <w:rsid w:val="003306D0"/>
    <w:rsid w:val="003328AB"/>
    <w:rsid w:val="00333754"/>
    <w:rsid w:val="00333DC6"/>
    <w:rsid w:val="003349B6"/>
    <w:rsid w:val="00336040"/>
    <w:rsid w:val="00337A77"/>
    <w:rsid w:val="003409FA"/>
    <w:rsid w:val="00340F0C"/>
    <w:rsid w:val="00342141"/>
    <w:rsid w:val="00342B8A"/>
    <w:rsid w:val="003440CF"/>
    <w:rsid w:val="00345FA2"/>
    <w:rsid w:val="003466AC"/>
    <w:rsid w:val="00346E3E"/>
    <w:rsid w:val="00346FC5"/>
    <w:rsid w:val="00350271"/>
    <w:rsid w:val="003503F1"/>
    <w:rsid w:val="00350CA3"/>
    <w:rsid w:val="003551C1"/>
    <w:rsid w:val="00356ABB"/>
    <w:rsid w:val="00356BED"/>
    <w:rsid w:val="00356E24"/>
    <w:rsid w:val="00357442"/>
    <w:rsid w:val="003617FC"/>
    <w:rsid w:val="00361892"/>
    <w:rsid w:val="00362433"/>
    <w:rsid w:val="00362D36"/>
    <w:rsid w:val="00363472"/>
    <w:rsid w:val="003645A8"/>
    <w:rsid w:val="0036588A"/>
    <w:rsid w:val="003658E4"/>
    <w:rsid w:val="003670EB"/>
    <w:rsid w:val="003678C5"/>
    <w:rsid w:val="00367934"/>
    <w:rsid w:val="00370BCA"/>
    <w:rsid w:val="003715C1"/>
    <w:rsid w:val="003715E9"/>
    <w:rsid w:val="00373129"/>
    <w:rsid w:val="00373349"/>
    <w:rsid w:val="00373666"/>
    <w:rsid w:val="00374928"/>
    <w:rsid w:val="0037535E"/>
    <w:rsid w:val="00376DAB"/>
    <w:rsid w:val="00376FCD"/>
    <w:rsid w:val="003813F4"/>
    <w:rsid w:val="00381952"/>
    <w:rsid w:val="00381CE8"/>
    <w:rsid w:val="00382ED3"/>
    <w:rsid w:val="00384B05"/>
    <w:rsid w:val="00385993"/>
    <w:rsid w:val="00385EFB"/>
    <w:rsid w:val="0038621A"/>
    <w:rsid w:val="0038666F"/>
    <w:rsid w:val="00387D0C"/>
    <w:rsid w:val="0039167F"/>
    <w:rsid w:val="0039196D"/>
    <w:rsid w:val="003924DE"/>
    <w:rsid w:val="003927F2"/>
    <w:rsid w:val="00393F8D"/>
    <w:rsid w:val="003A01EB"/>
    <w:rsid w:val="003A1607"/>
    <w:rsid w:val="003A1FCC"/>
    <w:rsid w:val="003A31CE"/>
    <w:rsid w:val="003A4268"/>
    <w:rsid w:val="003A4CA3"/>
    <w:rsid w:val="003A52F4"/>
    <w:rsid w:val="003A5505"/>
    <w:rsid w:val="003A5AE9"/>
    <w:rsid w:val="003A5EAD"/>
    <w:rsid w:val="003A6D6B"/>
    <w:rsid w:val="003A7B49"/>
    <w:rsid w:val="003B0272"/>
    <w:rsid w:val="003B1A8C"/>
    <w:rsid w:val="003B1B2F"/>
    <w:rsid w:val="003B35A9"/>
    <w:rsid w:val="003B379D"/>
    <w:rsid w:val="003B41D6"/>
    <w:rsid w:val="003B43B7"/>
    <w:rsid w:val="003B4815"/>
    <w:rsid w:val="003B68B1"/>
    <w:rsid w:val="003B740D"/>
    <w:rsid w:val="003B7A8B"/>
    <w:rsid w:val="003C0037"/>
    <w:rsid w:val="003C07A8"/>
    <w:rsid w:val="003C22F4"/>
    <w:rsid w:val="003C271E"/>
    <w:rsid w:val="003C3699"/>
    <w:rsid w:val="003C3809"/>
    <w:rsid w:val="003C4E24"/>
    <w:rsid w:val="003C5085"/>
    <w:rsid w:val="003C53EF"/>
    <w:rsid w:val="003C7DD3"/>
    <w:rsid w:val="003D32DB"/>
    <w:rsid w:val="003D39B0"/>
    <w:rsid w:val="003D4126"/>
    <w:rsid w:val="003D4896"/>
    <w:rsid w:val="003D5F03"/>
    <w:rsid w:val="003E01AE"/>
    <w:rsid w:val="003E0591"/>
    <w:rsid w:val="003E0B5B"/>
    <w:rsid w:val="003E1510"/>
    <w:rsid w:val="003E17A8"/>
    <w:rsid w:val="003E2BE5"/>
    <w:rsid w:val="003E3552"/>
    <w:rsid w:val="003E3767"/>
    <w:rsid w:val="003E3C72"/>
    <w:rsid w:val="003E5327"/>
    <w:rsid w:val="003E5BB3"/>
    <w:rsid w:val="003E731A"/>
    <w:rsid w:val="003E73B2"/>
    <w:rsid w:val="003E758E"/>
    <w:rsid w:val="003F12BD"/>
    <w:rsid w:val="003F18CB"/>
    <w:rsid w:val="003F29F7"/>
    <w:rsid w:val="003F3B3A"/>
    <w:rsid w:val="003F3EC0"/>
    <w:rsid w:val="003F6AC2"/>
    <w:rsid w:val="003F71A3"/>
    <w:rsid w:val="0040030B"/>
    <w:rsid w:val="00401444"/>
    <w:rsid w:val="00401C3D"/>
    <w:rsid w:val="0040376B"/>
    <w:rsid w:val="0040380C"/>
    <w:rsid w:val="00404477"/>
    <w:rsid w:val="00404B81"/>
    <w:rsid w:val="00405069"/>
    <w:rsid w:val="00405856"/>
    <w:rsid w:val="00407BE7"/>
    <w:rsid w:val="00407E70"/>
    <w:rsid w:val="00410018"/>
    <w:rsid w:val="00410153"/>
    <w:rsid w:val="00410228"/>
    <w:rsid w:val="00410473"/>
    <w:rsid w:val="004118BE"/>
    <w:rsid w:val="004118D5"/>
    <w:rsid w:val="00411961"/>
    <w:rsid w:val="00412422"/>
    <w:rsid w:val="00412B4A"/>
    <w:rsid w:val="00412D78"/>
    <w:rsid w:val="00412E38"/>
    <w:rsid w:val="004132F8"/>
    <w:rsid w:val="00413D79"/>
    <w:rsid w:val="00414691"/>
    <w:rsid w:val="004146ED"/>
    <w:rsid w:val="004146EF"/>
    <w:rsid w:val="0041497F"/>
    <w:rsid w:val="00414C7C"/>
    <w:rsid w:val="00414DEA"/>
    <w:rsid w:val="00416191"/>
    <w:rsid w:val="00416518"/>
    <w:rsid w:val="004172AC"/>
    <w:rsid w:val="004176C0"/>
    <w:rsid w:val="00420064"/>
    <w:rsid w:val="0042084C"/>
    <w:rsid w:val="00421DDF"/>
    <w:rsid w:val="00422CCC"/>
    <w:rsid w:val="004234EB"/>
    <w:rsid w:val="00423E20"/>
    <w:rsid w:val="00423EA3"/>
    <w:rsid w:val="0042588B"/>
    <w:rsid w:val="00426497"/>
    <w:rsid w:val="00427DB0"/>
    <w:rsid w:val="00427EED"/>
    <w:rsid w:val="00431C1E"/>
    <w:rsid w:val="00432E9D"/>
    <w:rsid w:val="004345B9"/>
    <w:rsid w:val="00434DA0"/>
    <w:rsid w:val="00435B8E"/>
    <w:rsid w:val="00436270"/>
    <w:rsid w:val="004364CF"/>
    <w:rsid w:val="00440117"/>
    <w:rsid w:val="0044073D"/>
    <w:rsid w:val="004419ED"/>
    <w:rsid w:val="00441F29"/>
    <w:rsid w:val="0044342D"/>
    <w:rsid w:val="004438A7"/>
    <w:rsid w:val="0044398F"/>
    <w:rsid w:val="00444604"/>
    <w:rsid w:val="00444C1B"/>
    <w:rsid w:val="00445406"/>
    <w:rsid w:val="0044652B"/>
    <w:rsid w:val="0044709C"/>
    <w:rsid w:val="00447285"/>
    <w:rsid w:val="0044744B"/>
    <w:rsid w:val="00447B8B"/>
    <w:rsid w:val="00447BDE"/>
    <w:rsid w:val="00450724"/>
    <w:rsid w:val="004522C3"/>
    <w:rsid w:val="00454401"/>
    <w:rsid w:val="00454BCA"/>
    <w:rsid w:val="00455B0A"/>
    <w:rsid w:val="00455C6A"/>
    <w:rsid w:val="00456C64"/>
    <w:rsid w:val="00456CF1"/>
    <w:rsid w:val="00456D64"/>
    <w:rsid w:val="004574ED"/>
    <w:rsid w:val="004612B6"/>
    <w:rsid w:val="00461619"/>
    <w:rsid w:val="00461817"/>
    <w:rsid w:val="00461ADF"/>
    <w:rsid w:val="004621D1"/>
    <w:rsid w:val="0046366E"/>
    <w:rsid w:val="00463C40"/>
    <w:rsid w:val="00463E79"/>
    <w:rsid w:val="00464E33"/>
    <w:rsid w:val="004660B6"/>
    <w:rsid w:val="00466600"/>
    <w:rsid w:val="00466896"/>
    <w:rsid w:val="00467670"/>
    <w:rsid w:val="004700C8"/>
    <w:rsid w:val="0047092C"/>
    <w:rsid w:val="00470BB4"/>
    <w:rsid w:val="00470FA3"/>
    <w:rsid w:val="0047121D"/>
    <w:rsid w:val="004721EC"/>
    <w:rsid w:val="00474889"/>
    <w:rsid w:val="004758D7"/>
    <w:rsid w:val="004758E2"/>
    <w:rsid w:val="004763B7"/>
    <w:rsid w:val="004766C9"/>
    <w:rsid w:val="004767A2"/>
    <w:rsid w:val="00477DCB"/>
    <w:rsid w:val="00480B62"/>
    <w:rsid w:val="00480E43"/>
    <w:rsid w:val="0048285D"/>
    <w:rsid w:val="00482A4B"/>
    <w:rsid w:val="0048397E"/>
    <w:rsid w:val="00483B04"/>
    <w:rsid w:val="00484D1B"/>
    <w:rsid w:val="00485BB7"/>
    <w:rsid w:val="0048661C"/>
    <w:rsid w:val="00487695"/>
    <w:rsid w:val="004903A9"/>
    <w:rsid w:val="0049160A"/>
    <w:rsid w:val="00492617"/>
    <w:rsid w:val="00492783"/>
    <w:rsid w:val="0049281E"/>
    <w:rsid w:val="0049293C"/>
    <w:rsid w:val="00494606"/>
    <w:rsid w:val="004958D9"/>
    <w:rsid w:val="00495AAE"/>
    <w:rsid w:val="00496183"/>
    <w:rsid w:val="00497015"/>
    <w:rsid w:val="00497115"/>
    <w:rsid w:val="004A14F2"/>
    <w:rsid w:val="004A1860"/>
    <w:rsid w:val="004A2022"/>
    <w:rsid w:val="004A241C"/>
    <w:rsid w:val="004A2500"/>
    <w:rsid w:val="004A37A5"/>
    <w:rsid w:val="004A4CB0"/>
    <w:rsid w:val="004A5C16"/>
    <w:rsid w:val="004A63E6"/>
    <w:rsid w:val="004B00A0"/>
    <w:rsid w:val="004B08EF"/>
    <w:rsid w:val="004B0C05"/>
    <w:rsid w:val="004B10B4"/>
    <w:rsid w:val="004B16BE"/>
    <w:rsid w:val="004B17AC"/>
    <w:rsid w:val="004B2914"/>
    <w:rsid w:val="004B44D4"/>
    <w:rsid w:val="004B459C"/>
    <w:rsid w:val="004B48AF"/>
    <w:rsid w:val="004B4CC8"/>
    <w:rsid w:val="004B5844"/>
    <w:rsid w:val="004B7A12"/>
    <w:rsid w:val="004C095E"/>
    <w:rsid w:val="004C1EBA"/>
    <w:rsid w:val="004C2B71"/>
    <w:rsid w:val="004C360C"/>
    <w:rsid w:val="004C5644"/>
    <w:rsid w:val="004C56AD"/>
    <w:rsid w:val="004C6177"/>
    <w:rsid w:val="004D0F30"/>
    <w:rsid w:val="004D15C8"/>
    <w:rsid w:val="004D1DC8"/>
    <w:rsid w:val="004D2694"/>
    <w:rsid w:val="004D2C9C"/>
    <w:rsid w:val="004D3948"/>
    <w:rsid w:val="004D3B54"/>
    <w:rsid w:val="004D43FC"/>
    <w:rsid w:val="004D493A"/>
    <w:rsid w:val="004D5FDF"/>
    <w:rsid w:val="004D6AC8"/>
    <w:rsid w:val="004D7F1E"/>
    <w:rsid w:val="004E1A16"/>
    <w:rsid w:val="004E30C4"/>
    <w:rsid w:val="004E3453"/>
    <w:rsid w:val="004E354E"/>
    <w:rsid w:val="004E3711"/>
    <w:rsid w:val="004E3B83"/>
    <w:rsid w:val="004E49AB"/>
    <w:rsid w:val="004E5D5C"/>
    <w:rsid w:val="004E6327"/>
    <w:rsid w:val="004E79D7"/>
    <w:rsid w:val="004F0A7C"/>
    <w:rsid w:val="004F328C"/>
    <w:rsid w:val="004F345C"/>
    <w:rsid w:val="004F37F6"/>
    <w:rsid w:val="004F4041"/>
    <w:rsid w:val="004F455F"/>
    <w:rsid w:val="004F4A97"/>
    <w:rsid w:val="004F521D"/>
    <w:rsid w:val="004F547A"/>
    <w:rsid w:val="004F5CD4"/>
    <w:rsid w:val="004F5F35"/>
    <w:rsid w:val="004F62AA"/>
    <w:rsid w:val="004F6E17"/>
    <w:rsid w:val="004F7873"/>
    <w:rsid w:val="005000C9"/>
    <w:rsid w:val="005015D4"/>
    <w:rsid w:val="00502E15"/>
    <w:rsid w:val="00503193"/>
    <w:rsid w:val="0050394E"/>
    <w:rsid w:val="00503B5F"/>
    <w:rsid w:val="00504283"/>
    <w:rsid w:val="005051C4"/>
    <w:rsid w:val="00505E8B"/>
    <w:rsid w:val="005060BF"/>
    <w:rsid w:val="00506275"/>
    <w:rsid w:val="0050642C"/>
    <w:rsid w:val="00506E20"/>
    <w:rsid w:val="00507601"/>
    <w:rsid w:val="00507841"/>
    <w:rsid w:val="00507C82"/>
    <w:rsid w:val="005104C3"/>
    <w:rsid w:val="00512974"/>
    <w:rsid w:val="00512E7E"/>
    <w:rsid w:val="00513415"/>
    <w:rsid w:val="00515152"/>
    <w:rsid w:val="005171E7"/>
    <w:rsid w:val="00517DDE"/>
    <w:rsid w:val="0052130A"/>
    <w:rsid w:val="00522BEF"/>
    <w:rsid w:val="00523688"/>
    <w:rsid w:val="0052381F"/>
    <w:rsid w:val="00524E98"/>
    <w:rsid w:val="005252E7"/>
    <w:rsid w:val="00525AB0"/>
    <w:rsid w:val="00525AC9"/>
    <w:rsid w:val="00527613"/>
    <w:rsid w:val="005307D4"/>
    <w:rsid w:val="00530AC8"/>
    <w:rsid w:val="00530B9F"/>
    <w:rsid w:val="00531836"/>
    <w:rsid w:val="00532A3E"/>
    <w:rsid w:val="00534001"/>
    <w:rsid w:val="00534DDC"/>
    <w:rsid w:val="005352FB"/>
    <w:rsid w:val="00536E50"/>
    <w:rsid w:val="00537E2E"/>
    <w:rsid w:val="005408F2"/>
    <w:rsid w:val="00541B4A"/>
    <w:rsid w:val="00541BD0"/>
    <w:rsid w:val="00542719"/>
    <w:rsid w:val="00543565"/>
    <w:rsid w:val="0054485F"/>
    <w:rsid w:val="00544A98"/>
    <w:rsid w:val="00545B3C"/>
    <w:rsid w:val="00547E5B"/>
    <w:rsid w:val="005504C7"/>
    <w:rsid w:val="00551239"/>
    <w:rsid w:val="005524B8"/>
    <w:rsid w:val="00553A22"/>
    <w:rsid w:val="005542F3"/>
    <w:rsid w:val="0055440F"/>
    <w:rsid w:val="00554862"/>
    <w:rsid w:val="00554E7B"/>
    <w:rsid w:val="0055691A"/>
    <w:rsid w:val="00556C45"/>
    <w:rsid w:val="00560000"/>
    <w:rsid w:val="005604D0"/>
    <w:rsid w:val="0056206C"/>
    <w:rsid w:val="00562073"/>
    <w:rsid w:val="005631A4"/>
    <w:rsid w:val="0056380D"/>
    <w:rsid w:val="005647BE"/>
    <w:rsid w:val="0056585D"/>
    <w:rsid w:val="00566B1C"/>
    <w:rsid w:val="00566EFB"/>
    <w:rsid w:val="005674E3"/>
    <w:rsid w:val="005678FD"/>
    <w:rsid w:val="0057120D"/>
    <w:rsid w:val="00571225"/>
    <w:rsid w:val="0057143E"/>
    <w:rsid w:val="005714EC"/>
    <w:rsid w:val="005725E2"/>
    <w:rsid w:val="00572CDF"/>
    <w:rsid w:val="005740FB"/>
    <w:rsid w:val="005747A1"/>
    <w:rsid w:val="00574912"/>
    <w:rsid w:val="00575FF9"/>
    <w:rsid w:val="00577121"/>
    <w:rsid w:val="005814DF"/>
    <w:rsid w:val="00581DF8"/>
    <w:rsid w:val="00581E5C"/>
    <w:rsid w:val="00582C93"/>
    <w:rsid w:val="00582F8D"/>
    <w:rsid w:val="00583BAB"/>
    <w:rsid w:val="00583F51"/>
    <w:rsid w:val="00585974"/>
    <w:rsid w:val="00585E15"/>
    <w:rsid w:val="0058647E"/>
    <w:rsid w:val="00586BCE"/>
    <w:rsid w:val="00587173"/>
    <w:rsid w:val="005876F7"/>
    <w:rsid w:val="00587CE4"/>
    <w:rsid w:val="005909A0"/>
    <w:rsid w:val="00591C88"/>
    <w:rsid w:val="0059408B"/>
    <w:rsid w:val="005941E7"/>
    <w:rsid w:val="0059491D"/>
    <w:rsid w:val="00595CA1"/>
    <w:rsid w:val="005966D0"/>
    <w:rsid w:val="00596D51"/>
    <w:rsid w:val="005971A9"/>
    <w:rsid w:val="005A0600"/>
    <w:rsid w:val="005A07AB"/>
    <w:rsid w:val="005A0818"/>
    <w:rsid w:val="005A09B6"/>
    <w:rsid w:val="005A20F8"/>
    <w:rsid w:val="005A2165"/>
    <w:rsid w:val="005A30FF"/>
    <w:rsid w:val="005A33D2"/>
    <w:rsid w:val="005A6D5C"/>
    <w:rsid w:val="005B072C"/>
    <w:rsid w:val="005B1799"/>
    <w:rsid w:val="005B17A6"/>
    <w:rsid w:val="005B2609"/>
    <w:rsid w:val="005B2644"/>
    <w:rsid w:val="005B41C1"/>
    <w:rsid w:val="005B46B5"/>
    <w:rsid w:val="005B4B8F"/>
    <w:rsid w:val="005B4C79"/>
    <w:rsid w:val="005B5D49"/>
    <w:rsid w:val="005B668A"/>
    <w:rsid w:val="005B70E9"/>
    <w:rsid w:val="005C0ADE"/>
    <w:rsid w:val="005C0EA4"/>
    <w:rsid w:val="005C0FB3"/>
    <w:rsid w:val="005C15BD"/>
    <w:rsid w:val="005C18F9"/>
    <w:rsid w:val="005C1CE1"/>
    <w:rsid w:val="005C3221"/>
    <w:rsid w:val="005C4A8E"/>
    <w:rsid w:val="005C5FDA"/>
    <w:rsid w:val="005D0F48"/>
    <w:rsid w:val="005D119F"/>
    <w:rsid w:val="005D4223"/>
    <w:rsid w:val="005D547A"/>
    <w:rsid w:val="005D5AFA"/>
    <w:rsid w:val="005D687B"/>
    <w:rsid w:val="005D6D78"/>
    <w:rsid w:val="005D742E"/>
    <w:rsid w:val="005D7648"/>
    <w:rsid w:val="005D7A73"/>
    <w:rsid w:val="005D7B4B"/>
    <w:rsid w:val="005E0051"/>
    <w:rsid w:val="005E204A"/>
    <w:rsid w:val="005E2234"/>
    <w:rsid w:val="005E3BA3"/>
    <w:rsid w:val="005E3EAE"/>
    <w:rsid w:val="005E4AA5"/>
    <w:rsid w:val="005E4F63"/>
    <w:rsid w:val="005E5C35"/>
    <w:rsid w:val="005E5F3D"/>
    <w:rsid w:val="005E67B4"/>
    <w:rsid w:val="005E7A7F"/>
    <w:rsid w:val="005E7E25"/>
    <w:rsid w:val="005F0E4A"/>
    <w:rsid w:val="005F27D0"/>
    <w:rsid w:val="005F397E"/>
    <w:rsid w:val="005F481F"/>
    <w:rsid w:val="005F49C9"/>
    <w:rsid w:val="005F4A68"/>
    <w:rsid w:val="005F5C9E"/>
    <w:rsid w:val="005F6509"/>
    <w:rsid w:val="005F6CEF"/>
    <w:rsid w:val="005F6FD9"/>
    <w:rsid w:val="005F7B3E"/>
    <w:rsid w:val="006000A3"/>
    <w:rsid w:val="0060062A"/>
    <w:rsid w:val="006014F7"/>
    <w:rsid w:val="00602B2A"/>
    <w:rsid w:val="0060392B"/>
    <w:rsid w:val="00604341"/>
    <w:rsid w:val="00604A1B"/>
    <w:rsid w:val="00604AF4"/>
    <w:rsid w:val="0060626F"/>
    <w:rsid w:val="006070FE"/>
    <w:rsid w:val="0061022E"/>
    <w:rsid w:val="00610A76"/>
    <w:rsid w:val="00610C2F"/>
    <w:rsid w:val="00612761"/>
    <w:rsid w:val="00613E99"/>
    <w:rsid w:val="0061496F"/>
    <w:rsid w:val="00614AF5"/>
    <w:rsid w:val="00615280"/>
    <w:rsid w:val="00615812"/>
    <w:rsid w:val="0061673A"/>
    <w:rsid w:val="006169AB"/>
    <w:rsid w:val="0062032E"/>
    <w:rsid w:val="006205CA"/>
    <w:rsid w:val="00620C51"/>
    <w:rsid w:val="00621656"/>
    <w:rsid w:val="00621E24"/>
    <w:rsid w:val="006249F3"/>
    <w:rsid w:val="00624BFD"/>
    <w:rsid w:val="00624CB4"/>
    <w:rsid w:val="0062753A"/>
    <w:rsid w:val="00627FB2"/>
    <w:rsid w:val="00631533"/>
    <w:rsid w:val="0063571B"/>
    <w:rsid w:val="0063591A"/>
    <w:rsid w:val="00635A7E"/>
    <w:rsid w:val="00637770"/>
    <w:rsid w:val="006405D9"/>
    <w:rsid w:val="00640D55"/>
    <w:rsid w:val="00640F79"/>
    <w:rsid w:val="0064562B"/>
    <w:rsid w:val="00645FA1"/>
    <w:rsid w:val="00646246"/>
    <w:rsid w:val="00646AD5"/>
    <w:rsid w:val="0064740A"/>
    <w:rsid w:val="006500B8"/>
    <w:rsid w:val="00650111"/>
    <w:rsid w:val="00651482"/>
    <w:rsid w:val="006541B0"/>
    <w:rsid w:val="00656528"/>
    <w:rsid w:val="00656946"/>
    <w:rsid w:val="00656F7B"/>
    <w:rsid w:val="006627AA"/>
    <w:rsid w:val="0066457D"/>
    <w:rsid w:val="00665327"/>
    <w:rsid w:val="00665459"/>
    <w:rsid w:val="006661C1"/>
    <w:rsid w:val="006666C5"/>
    <w:rsid w:val="00667146"/>
    <w:rsid w:val="00670D90"/>
    <w:rsid w:val="00671C9D"/>
    <w:rsid w:val="00672C69"/>
    <w:rsid w:val="00672D8B"/>
    <w:rsid w:val="0067336F"/>
    <w:rsid w:val="00674703"/>
    <w:rsid w:val="00674DB2"/>
    <w:rsid w:val="00675515"/>
    <w:rsid w:val="00675CB1"/>
    <w:rsid w:val="00676116"/>
    <w:rsid w:val="0067685B"/>
    <w:rsid w:val="00677409"/>
    <w:rsid w:val="00677976"/>
    <w:rsid w:val="006805F0"/>
    <w:rsid w:val="00681B3D"/>
    <w:rsid w:val="00682EB7"/>
    <w:rsid w:val="006838B4"/>
    <w:rsid w:val="006844EB"/>
    <w:rsid w:val="00684B09"/>
    <w:rsid w:val="0068518F"/>
    <w:rsid w:val="006852E9"/>
    <w:rsid w:val="00686E96"/>
    <w:rsid w:val="006870D1"/>
    <w:rsid w:val="00690FC4"/>
    <w:rsid w:val="0069124F"/>
    <w:rsid w:val="0069188A"/>
    <w:rsid w:val="00692966"/>
    <w:rsid w:val="00692B22"/>
    <w:rsid w:val="00693351"/>
    <w:rsid w:val="00694538"/>
    <w:rsid w:val="0069549C"/>
    <w:rsid w:val="0069551D"/>
    <w:rsid w:val="006974EB"/>
    <w:rsid w:val="006978C8"/>
    <w:rsid w:val="006A0B3A"/>
    <w:rsid w:val="006A36D1"/>
    <w:rsid w:val="006A3A0D"/>
    <w:rsid w:val="006A4BA6"/>
    <w:rsid w:val="006A506E"/>
    <w:rsid w:val="006A599F"/>
    <w:rsid w:val="006A5EA2"/>
    <w:rsid w:val="006A63C3"/>
    <w:rsid w:val="006A71A4"/>
    <w:rsid w:val="006B0E41"/>
    <w:rsid w:val="006B1510"/>
    <w:rsid w:val="006B21E7"/>
    <w:rsid w:val="006B38F3"/>
    <w:rsid w:val="006B42FC"/>
    <w:rsid w:val="006B49A4"/>
    <w:rsid w:val="006B51B1"/>
    <w:rsid w:val="006B5587"/>
    <w:rsid w:val="006B6B26"/>
    <w:rsid w:val="006B79B0"/>
    <w:rsid w:val="006B7D98"/>
    <w:rsid w:val="006C07AD"/>
    <w:rsid w:val="006C1696"/>
    <w:rsid w:val="006C1A17"/>
    <w:rsid w:val="006C24E5"/>
    <w:rsid w:val="006C2D4E"/>
    <w:rsid w:val="006C3F34"/>
    <w:rsid w:val="006C4305"/>
    <w:rsid w:val="006C458C"/>
    <w:rsid w:val="006C4594"/>
    <w:rsid w:val="006C63A8"/>
    <w:rsid w:val="006C719B"/>
    <w:rsid w:val="006D0382"/>
    <w:rsid w:val="006D062A"/>
    <w:rsid w:val="006D0E2E"/>
    <w:rsid w:val="006D2FA0"/>
    <w:rsid w:val="006D53CF"/>
    <w:rsid w:val="006D53D1"/>
    <w:rsid w:val="006D5C2E"/>
    <w:rsid w:val="006D673D"/>
    <w:rsid w:val="006E0BD2"/>
    <w:rsid w:val="006E25F8"/>
    <w:rsid w:val="006E2C99"/>
    <w:rsid w:val="006E32C8"/>
    <w:rsid w:val="006E3792"/>
    <w:rsid w:val="006E5E9C"/>
    <w:rsid w:val="006E5F22"/>
    <w:rsid w:val="006E75F7"/>
    <w:rsid w:val="006E765D"/>
    <w:rsid w:val="006E7E86"/>
    <w:rsid w:val="006F16C3"/>
    <w:rsid w:val="006F19BE"/>
    <w:rsid w:val="006F2F76"/>
    <w:rsid w:val="006F2F95"/>
    <w:rsid w:val="006F40A7"/>
    <w:rsid w:val="006F4B15"/>
    <w:rsid w:val="006F5192"/>
    <w:rsid w:val="006F5408"/>
    <w:rsid w:val="006F5647"/>
    <w:rsid w:val="006F5AEE"/>
    <w:rsid w:val="006F65CF"/>
    <w:rsid w:val="006F6E6D"/>
    <w:rsid w:val="00701922"/>
    <w:rsid w:val="00701AB6"/>
    <w:rsid w:val="00701CCF"/>
    <w:rsid w:val="00702875"/>
    <w:rsid w:val="00702940"/>
    <w:rsid w:val="00703882"/>
    <w:rsid w:val="00704671"/>
    <w:rsid w:val="0070705C"/>
    <w:rsid w:val="00710309"/>
    <w:rsid w:val="007114A5"/>
    <w:rsid w:val="00711626"/>
    <w:rsid w:val="00712600"/>
    <w:rsid w:val="00714A63"/>
    <w:rsid w:val="007151F3"/>
    <w:rsid w:val="0071592C"/>
    <w:rsid w:val="0071756E"/>
    <w:rsid w:val="00717C5C"/>
    <w:rsid w:val="00720872"/>
    <w:rsid w:val="00720EBA"/>
    <w:rsid w:val="00721CA5"/>
    <w:rsid w:val="00721DAF"/>
    <w:rsid w:val="00722642"/>
    <w:rsid w:val="00722E8E"/>
    <w:rsid w:val="00722ED3"/>
    <w:rsid w:val="00724A26"/>
    <w:rsid w:val="00724C69"/>
    <w:rsid w:val="00726BC1"/>
    <w:rsid w:val="0072768E"/>
    <w:rsid w:val="00730805"/>
    <w:rsid w:val="007314A7"/>
    <w:rsid w:val="00731602"/>
    <w:rsid w:val="007321BF"/>
    <w:rsid w:val="00733598"/>
    <w:rsid w:val="00733659"/>
    <w:rsid w:val="00733DE4"/>
    <w:rsid w:val="00734140"/>
    <w:rsid w:val="00735068"/>
    <w:rsid w:val="0073685A"/>
    <w:rsid w:val="00736987"/>
    <w:rsid w:val="00736A37"/>
    <w:rsid w:val="00737C43"/>
    <w:rsid w:val="00740D10"/>
    <w:rsid w:val="007426E2"/>
    <w:rsid w:val="00742B26"/>
    <w:rsid w:val="00742DC2"/>
    <w:rsid w:val="007435D9"/>
    <w:rsid w:val="007439B1"/>
    <w:rsid w:val="00743AAB"/>
    <w:rsid w:val="007442B2"/>
    <w:rsid w:val="00744A89"/>
    <w:rsid w:val="007462FB"/>
    <w:rsid w:val="007469C9"/>
    <w:rsid w:val="00747950"/>
    <w:rsid w:val="00747C2C"/>
    <w:rsid w:val="00747E65"/>
    <w:rsid w:val="00750298"/>
    <w:rsid w:val="00751193"/>
    <w:rsid w:val="00752218"/>
    <w:rsid w:val="00754F03"/>
    <w:rsid w:val="00754FB9"/>
    <w:rsid w:val="0075611D"/>
    <w:rsid w:val="00756584"/>
    <w:rsid w:val="0075764D"/>
    <w:rsid w:val="00757F10"/>
    <w:rsid w:val="007601B5"/>
    <w:rsid w:val="00760CBD"/>
    <w:rsid w:val="00762D89"/>
    <w:rsid w:val="00763B74"/>
    <w:rsid w:val="00764747"/>
    <w:rsid w:val="00764C3F"/>
    <w:rsid w:val="00765455"/>
    <w:rsid w:val="00765786"/>
    <w:rsid w:val="00765BAB"/>
    <w:rsid w:val="00765D17"/>
    <w:rsid w:val="00766AA7"/>
    <w:rsid w:val="0076738B"/>
    <w:rsid w:val="007675FF"/>
    <w:rsid w:val="0076788F"/>
    <w:rsid w:val="00767A91"/>
    <w:rsid w:val="00767AC7"/>
    <w:rsid w:val="00767C58"/>
    <w:rsid w:val="00771059"/>
    <w:rsid w:val="007722D6"/>
    <w:rsid w:val="007730B7"/>
    <w:rsid w:val="00773822"/>
    <w:rsid w:val="00773EE4"/>
    <w:rsid w:val="00775486"/>
    <w:rsid w:val="00777328"/>
    <w:rsid w:val="007802A9"/>
    <w:rsid w:val="00781733"/>
    <w:rsid w:val="00781768"/>
    <w:rsid w:val="0078204F"/>
    <w:rsid w:val="007828CC"/>
    <w:rsid w:val="007829AE"/>
    <w:rsid w:val="00782C25"/>
    <w:rsid w:val="00785950"/>
    <w:rsid w:val="00785BF5"/>
    <w:rsid w:val="007861FC"/>
    <w:rsid w:val="0078648D"/>
    <w:rsid w:val="007864E0"/>
    <w:rsid w:val="00791881"/>
    <w:rsid w:val="00792F53"/>
    <w:rsid w:val="00794998"/>
    <w:rsid w:val="007965C7"/>
    <w:rsid w:val="00796DD7"/>
    <w:rsid w:val="007A18D7"/>
    <w:rsid w:val="007A2FBC"/>
    <w:rsid w:val="007A3641"/>
    <w:rsid w:val="007A3D83"/>
    <w:rsid w:val="007A542D"/>
    <w:rsid w:val="007A5FE5"/>
    <w:rsid w:val="007A6835"/>
    <w:rsid w:val="007A77B8"/>
    <w:rsid w:val="007A7E5A"/>
    <w:rsid w:val="007B013D"/>
    <w:rsid w:val="007B096B"/>
    <w:rsid w:val="007B10EC"/>
    <w:rsid w:val="007B183C"/>
    <w:rsid w:val="007B1C9A"/>
    <w:rsid w:val="007B241E"/>
    <w:rsid w:val="007B2F6D"/>
    <w:rsid w:val="007B34FB"/>
    <w:rsid w:val="007B4B7A"/>
    <w:rsid w:val="007B595F"/>
    <w:rsid w:val="007B611E"/>
    <w:rsid w:val="007B6C08"/>
    <w:rsid w:val="007B6FC8"/>
    <w:rsid w:val="007B73B3"/>
    <w:rsid w:val="007B77B5"/>
    <w:rsid w:val="007C0A61"/>
    <w:rsid w:val="007C1D34"/>
    <w:rsid w:val="007C1F7C"/>
    <w:rsid w:val="007C224C"/>
    <w:rsid w:val="007C5D08"/>
    <w:rsid w:val="007C6839"/>
    <w:rsid w:val="007C6A8E"/>
    <w:rsid w:val="007C6F70"/>
    <w:rsid w:val="007C7951"/>
    <w:rsid w:val="007D04D2"/>
    <w:rsid w:val="007D06FB"/>
    <w:rsid w:val="007D196C"/>
    <w:rsid w:val="007D2090"/>
    <w:rsid w:val="007D3F83"/>
    <w:rsid w:val="007D457A"/>
    <w:rsid w:val="007D4ECA"/>
    <w:rsid w:val="007D6381"/>
    <w:rsid w:val="007D79BD"/>
    <w:rsid w:val="007E040E"/>
    <w:rsid w:val="007E056C"/>
    <w:rsid w:val="007E1448"/>
    <w:rsid w:val="007E17D8"/>
    <w:rsid w:val="007E196A"/>
    <w:rsid w:val="007E288A"/>
    <w:rsid w:val="007E3178"/>
    <w:rsid w:val="007E32B6"/>
    <w:rsid w:val="007E33A9"/>
    <w:rsid w:val="007E3725"/>
    <w:rsid w:val="007E4D97"/>
    <w:rsid w:val="007E51BB"/>
    <w:rsid w:val="007E568B"/>
    <w:rsid w:val="007E59EE"/>
    <w:rsid w:val="007E7C7C"/>
    <w:rsid w:val="007F0552"/>
    <w:rsid w:val="007F21CB"/>
    <w:rsid w:val="007F3418"/>
    <w:rsid w:val="007F47A2"/>
    <w:rsid w:val="007F597F"/>
    <w:rsid w:val="007F79B7"/>
    <w:rsid w:val="00800075"/>
    <w:rsid w:val="00801425"/>
    <w:rsid w:val="0080166C"/>
    <w:rsid w:val="00802470"/>
    <w:rsid w:val="00802FFE"/>
    <w:rsid w:val="0080355F"/>
    <w:rsid w:val="00804533"/>
    <w:rsid w:val="00804BBD"/>
    <w:rsid w:val="00804D1F"/>
    <w:rsid w:val="0080500D"/>
    <w:rsid w:val="00807097"/>
    <w:rsid w:val="00810710"/>
    <w:rsid w:val="008123CA"/>
    <w:rsid w:val="00812B8A"/>
    <w:rsid w:val="0081429E"/>
    <w:rsid w:val="0081542A"/>
    <w:rsid w:val="0081575B"/>
    <w:rsid w:val="00816181"/>
    <w:rsid w:val="00816BB4"/>
    <w:rsid w:val="00822A8D"/>
    <w:rsid w:val="00822B7C"/>
    <w:rsid w:val="00822BE4"/>
    <w:rsid w:val="00822D76"/>
    <w:rsid w:val="00823A58"/>
    <w:rsid w:val="00824574"/>
    <w:rsid w:val="0082620F"/>
    <w:rsid w:val="0082634C"/>
    <w:rsid w:val="00826872"/>
    <w:rsid w:val="00826CA3"/>
    <w:rsid w:val="00827138"/>
    <w:rsid w:val="00827398"/>
    <w:rsid w:val="00827631"/>
    <w:rsid w:val="008277D5"/>
    <w:rsid w:val="008312CA"/>
    <w:rsid w:val="00831CDF"/>
    <w:rsid w:val="00833A4B"/>
    <w:rsid w:val="00833FDD"/>
    <w:rsid w:val="00835B67"/>
    <w:rsid w:val="00835D3E"/>
    <w:rsid w:val="00835D3F"/>
    <w:rsid w:val="008360FC"/>
    <w:rsid w:val="0084017F"/>
    <w:rsid w:val="008411C5"/>
    <w:rsid w:val="00841B55"/>
    <w:rsid w:val="00842B0F"/>
    <w:rsid w:val="00843625"/>
    <w:rsid w:val="0084445A"/>
    <w:rsid w:val="00846082"/>
    <w:rsid w:val="00847693"/>
    <w:rsid w:val="00847D0A"/>
    <w:rsid w:val="00850860"/>
    <w:rsid w:val="00850DC7"/>
    <w:rsid w:val="008516C6"/>
    <w:rsid w:val="00851874"/>
    <w:rsid w:val="00851983"/>
    <w:rsid w:val="00851B8B"/>
    <w:rsid w:val="0085257C"/>
    <w:rsid w:val="008525E3"/>
    <w:rsid w:val="008532E0"/>
    <w:rsid w:val="00853CE5"/>
    <w:rsid w:val="00854B6C"/>
    <w:rsid w:val="00854F44"/>
    <w:rsid w:val="00855540"/>
    <w:rsid w:val="00855B9D"/>
    <w:rsid w:val="00856201"/>
    <w:rsid w:val="008568F9"/>
    <w:rsid w:val="00856F1C"/>
    <w:rsid w:val="00856FAA"/>
    <w:rsid w:val="008600FD"/>
    <w:rsid w:val="008603C0"/>
    <w:rsid w:val="008618CF"/>
    <w:rsid w:val="008629D2"/>
    <w:rsid w:val="0086448E"/>
    <w:rsid w:val="00864535"/>
    <w:rsid w:val="008645A5"/>
    <w:rsid w:val="008664B4"/>
    <w:rsid w:val="00866992"/>
    <w:rsid w:val="00867DF1"/>
    <w:rsid w:val="00867E6F"/>
    <w:rsid w:val="00870984"/>
    <w:rsid w:val="00870BC2"/>
    <w:rsid w:val="0087124F"/>
    <w:rsid w:val="00871F01"/>
    <w:rsid w:val="00872024"/>
    <w:rsid w:val="00872C3C"/>
    <w:rsid w:val="008735A4"/>
    <w:rsid w:val="00873CE1"/>
    <w:rsid w:val="00874ABD"/>
    <w:rsid w:val="00874E1D"/>
    <w:rsid w:val="0087505E"/>
    <w:rsid w:val="00875708"/>
    <w:rsid w:val="008762B6"/>
    <w:rsid w:val="008763AC"/>
    <w:rsid w:val="0087685C"/>
    <w:rsid w:val="00876CB4"/>
    <w:rsid w:val="00877408"/>
    <w:rsid w:val="00881622"/>
    <w:rsid w:val="00882077"/>
    <w:rsid w:val="00882678"/>
    <w:rsid w:val="00884C0C"/>
    <w:rsid w:val="00885330"/>
    <w:rsid w:val="00886CE7"/>
    <w:rsid w:val="00886DA5"/>
    <w:rsid w:val="00887BAB"/>
    <w:rsid w:val="00890847"/>
    <w:rsid w:val="00890A2D"/>
    <w:rsid w:val="00890DA6"/>
    <w:rsid w:val="008913BF"/>
    <w:rsid w:val="008923EC"/>
    <w:rsid w:val="00893FAE"/>
    <w:rsid w:val="00894E76"/>
    <w:rsid w:val="00895EC7"/>
    <w:rsid w:val="008974F6"/>
    <w:rsid w:val="00897ECA"/>
    <w:rsid w:val="008A0454"/>
    <w:rsid w:val="008A1BE2"/>
    <w:rsid w:val="008A1C3B"/>
    <w:rsid w:val="008A388C"/>
    <w:rsid w:val="008A3F22"/>
    <w:rsid w:val="008A4003"/>
    <w:rsid w:val="008A5F7A"/>
    <w:rsid w:val="008B0FDA"/>
    <w:rsid w:val="008B1D90"/>
    <w:rsid w:val="008B21BD"/>
    <w:rsid w:val="008B26BF"/>
    <w:rsid w:val="008B325A"/>
    <w:rsid w:val="008B3583"/>
    <w:rsid w:val="008B36A1"/>
    <w:rsid w:val="008B5622"/>
    <w:rsid w:val="008B5AE2"/>
    <w:rsid w:val="008B5B45"/>
    <w:rsid w:val="008B5E28"/>
    <w:rsid w:val="008C0CC8"/>
    <w:rsid w:val="008C0F12"/>
    <w:rsid w:val="008C230C"/>
    <w:rsid w:val="008C2A6D"/>
    <w:rsid w:val="008C2AE7"/>
    <w:rsid w:val="008C39BF"/>
    <w:rsid w:val="008C3BF9"/>
    <w:rsid w:val="008C406B"/>
    <w:rsid w:val="008C5CFD"/>
    <w:rsid w:val="008C7241"/>
    <w:rsid w:val="008C75BC"/>
    <w:rsid w:val="008D00B4"/>
    <w:rsid w:val="008D01B1"/>
    <w:rsid w:val="008D04DA"/>
    <w:rsid w:val="008D0C31"/>
    <w:rsid w:val="008D1253"/>
    <w:rsid w:val="008D12A5"/>
    <w:rsid w:val="008D3CBB"/>
    <w:rsid w:val="008D43A1"/>
    <w:rsid w:val="008D567B"/>
    <w:rsid w:val="008D6234"/>
    <w:rsid w:val="008D66C9"/>
    <w:rsid w:val="008D6CD6"/>
    <w:rsid w:val="008D6F4F"/>
    <w:rsid w:val="008E07E7"/>
    <w:rsid w:val="008E0E40"/>
    <w:rsid w:val="008E31C5"/>
    <w:rsid w:val="008E40E4"/>
    <w:rsid w:val="008E4CB7"/>
    <w:rsid w:val="008E6E02"/>
    <w:rsid w:val="008E6EEA"/>
    <w:rsid w:val="008E7081"/>
    <w:rsid w:val="008F0EE9"/>
    <w:rsid w:val="008F25FE"/>
    <w:rsid w:val="008F2EFB"/>
    <w:rsid w:val="008F67AC"/>
    <w:rsid w:val="008F7CE2"/>
    <w:rsid w:val="008F7EFA"/>
    <w:rsid w:val="009008A7"/>
    <w:rsid w:val="00900939"/>
    <w:rsid w:val="00900F3F"/>
    <w:rsid w:val="00903061"/>
    <w:rsid w:val="00903384"/>
    <w:rsid w:val="00903B82"/>
    <w:rsid w:val="0090436E"/>
    <w:rsid w:val="009049CC"/>
    <w:rsid w:val="009054AF"/>
    <w:rsid w:val="009055F1"/>
    <w:rsid w:val="00907483"/>
    <w:rsid w:val="00907FDC"/>
    <w:rsid w:val="00910D5F"/>
    <w:rsid w:val="00911E8D"/>
    <w:rsid w:val="00912E28"/>
    <w:rsid w:val="009137FE"/>
    <w:rsid w:val="0091396D"/>
    <w:rsid w:val="00913C1F"/>
    <w:rsid w:val="00914406"/>
    <w:rsid w:val="00915D87"/>
    <w:rsid w:val="00917874"/>
    <w:rsid w:val="0092195F"/>
    <w:rsid w:val="00922526"/>
    <w:rsid w:val="00922699"/>
    <w:rsid w:val="00922925"/>
    <w:rsid w:val="00922AF2"/>
    <w:rsid w:val="009238B7"/>
    <w:rsid w:val="00923C3B"/>
    <w:rsid w:val="00924414"/>
    <w:rsid w:val="009270FF"/>
    <w:rsid w:val="00933475"/>
    <w:rsid w:val="009339C7"/>
    <w:rsid w:val="009359E3"/>
    <w:rsid w:val="00935B31"/>
    <w:rsid w:val="0093654E"/>
    <w:rsid w:val="00936E71"/>
    <w:rsid w:val="00937B8E"/>
    <w:rsid w:val="009407E1"/>
    <w:rsid w:val="00940F0A"/>
    <w:rsid w:val="00942448"/>
    <w:rsid w:val="00942579"/>
    <w:rsid w:val="00942E00"/>
    <w:rsid w:val="0094419B"/>
    <w:rsid w:val="00944378"/>
    <w:rsid w:val="009446D1"/>
    <w:rsid w:val="00944BE5"/>
    <w:rsid w:val="00944CCD"/>
    <w:rsid w:val="009467A1"/>
    <w:rsid w:val="00950CA9"/>
    <w:rsid w:val="00950DE7"/>
    <w:rsid w:val="00950EC9"/>
    <w:rsid w:val="0095398D"/>
    <w:rsid w:val="009540D0"/>
    <w:rsid w:val="00954320"/>
    <w:rsid w:val="00954FFA"/>
    <w:rsid w:val="00955848"/>
    <w:rsid w:val="009567F2"/>
    <w:rsid w:val="00956D4F"/>
    <w:rsid w:val="00957899"/>
    <w:rsid w:val="009601B2"/>
    <w:rsid w:val="0096063E"/>
    <w:rsid w:val="00961187"/>
    <w:rsid w:val="00961245"/>
    <w:rsid w:val="009616A6"/>
    <w:rsid w:val="0096391D"/>
    <w:rsid w:val="00964DF0"/>
    <w:rsid w:val="00966D91"/>
    <w:rsid w:val="00967129"/>
    <w:rsid w:val="00967C4C"/>
    <w:rsid w:val="00967EFB"/>
    <w:rsid w:val="0097037F"/>
    <w:rsid w:val="00970569"/>
    <w:rsid w:val="009708E6"/>
    <w:rsid w:val="00971105"/>
    <w:rsid w:val="00971AFD"/>
    <w:rsid w:val="009727D1"/>
    <w:rsid w:val="00972895"/>
    <w:rsid w:val="0097308A"/>
    <w:rsid w:val="00973857"/>
    <w:rsid w:val="00975553"/>
    <w:rsid w:val="00975868"/>
    <w:rsid w:val="00976ECA"/>
    <w:rsid w:val="009779CC"/>
    <w:rsid w:val="00980105"/>
    <w:rsid w:val="0098052B"/>
    <w:rsid w:val="0098122D"/>
    <w:rsid w:val="00982593"/>
    <w:rsid w:val="00982723"/>
    <w:rsid w:val="00985107"/>
    <w:rsid w:val="0098516D"/>
    <w:rsid w:val="009856CA"/>
    <w:rsid w:val="009866C1"/>
    <w:rsid w:val="00987BC5"/>
    <w:rsid w:val="0099030D"/>
    <w:rsid w:val="00990433"/>
    <w:rsid w:val="00991044"/>
    <w:rsid w:val="009925A5"/>
    <w:rsid w:val="00993CEF"/>
    <w:rsid w:val="00993ED5"/>
    <w:rsid w:val="00994094"/>
    <w:rsid w:val="00994367"/>
    <w:rsid w:val="00995A21"/>
    <w:rsid w:val="00995C32"/>
    <w:rsid w:val="0099743F"/>
    <w:rsid w:val="009974C2"/>
    <w:rsid w:val="009A0198"/>
    <w:rsid w:val="009A0EEB"/>
    <w:rsid w:val="009A1CB3"/>
    <w:rsid w:val="009A3E70"/>
    <w:rsid w:val="009A4789"/>
    <w:rsid w:val="009A61F8"/>
    <w:rsid w:val="009A6FB8"/>
    <w:rsid w:val="009A7394"/>
    <w:rsid w:val="009B036C"/>
    <w:rsid w:val="009B06E8"/>
    <w:rsid w:val="009B0D2A"/>
    <w:rsid w:val="009B1F0B"/>
    <w:rsid w:val="009B4D8B"/>
    <w:rsid w:val="009B4E70"/>
    <w:rsid w:val="009B505D"/>
    <w:rsid w:val="009B61F2"/>
    <w:rsid w:val="009B63E8"/>
    <w:rsid w:val="009C2E59"/>
    <w:rsid w:val="009C416F"/>
    <w:rsid w:val="009C49FD"/>
    <w:rsid w:val="009C4FAE"/>
    <w:rsid w:val="009C53A6"/>
    <w:rsid w:val="009C545E"/>
    <w:rsid w:val="009C547C"/>
    <w:rsid w:val="009C5BB7"/>
    <w:rsid w:val="009C5C00"/>
    <w:rsid w:val="009C6115"/>
    <w:rsid w:val="009C6E27"/>
    <w:rsid w:val="009D0D99"/>
    <w:rsid w:val="009D1941"/>
    <w:rsid w:val="009D2476"/>
    <w:rsid w:val="009D3AA2"/>
    <w:rsid w:val="009D5263"/>
    <w:rsid w:val="009D6EC2"/>
    <w:rsid w:val="009D704B"/>
    <w:rsid w:val="009D78BC"/>
    <w:rsid w:val="009D7D8F"/>
    <w:rsid w:val="009E0223"/>
    <w:rsid w:val="009E0366"/>
    <w:rsid w:val="009E045E"/>
    <w:rsid w:val="009E13C8"/>
    <w:rsid w:val="009E1C9A"/>
    <w:rsid w:val="009E292C"/>
    <w:rsid w:val="009E2BF3"/>
    <w:rsid w:val="009E3350"/>
    <w:rsid w:val="009E37B7"/>
    <w:rsid w:val="009E4B98"/>
    <w:rsid w:val="009E629A"/>
    <w:rsid w:val="009E6511"/>
    <w:rsid w:val="009E74B9"/>
    <w:rsid w:val="009E775D"/>
    <w:rsid w:val="009E7A2E"/>
    <w:rsid w:val="009F071E"/>
    <w:rsid w:val="009F1174"/>
    <w:rsid w:val="009F2826"/>
    <w:rsid w:val="009F3856"/>
    <w:rsid w:val="009F3F46"/>
    <w:rsid w:val="009F7D8F"/>
    <w:rsid w:val="00A01317"/>
    <w:rsid w:val="00A014AA"/>
    <w:rsid w:val="00A016D8"/>
    <w:rsid w:val="00A01FEA"/>
    <w:rsid w:val="00A0269E"/>
    <w:rsid w:val="00A0270B"/>
    <w:rsid w:val="00A02F3E"/>
    <w:rsid w:val="00A034F4"/>
    <w:rsid w:val="00A038B1"/>
    <w:rsid w:val="00A04928"/>
    <w:rsid w:val="00A05CD7"/>
    <w:rsid w:val="00A0730E"/>
    <w:rsid w:val="00A0733E"/>
    <w:rsid w:val="00A07D29"/>
    <w:rsid w:val="00A10509"/>
    <w:rsid w:val="00A1098B"/>
    <w:rsid w:val="00A1159C"/>
    <w:rsid w:val="00A116F2"/>
    <w:rsid w:val="00A13CBE"/>
    <w:rsid w:val="00A1426C"/>
    <w:rsid w:val="00A148E4"/>
    <w:rsid w:val="00A14974"/>
    <w:rsid w:val="00A14D92"/>
    <w:rsid w:val="00A15506"/>
    <w:rsid w:val="00A155A4"/>
    <w:rsid w:val="00A162FB"/>
    <w:rsid w:val="00A1701D"/>
    <w:rsid w:val="00A174ED"/>
    <w:rsid w:val="00A17681"/>
    <w:rsid w:val="00A17AE3"/>
    <w:rsid w:val="00A20E67"/>
    <w:rsid w:val="00A20EB9"/>
    <w:rsid w:val="00A211E2"/>
    <w:rsid w:val="00A23032"/>
    <w:rsid w:val="00A230DA"/>
    <w:rsid w:val="00A2321C"/>
    <w:rsid w:val="00A23502"/>
    <w:rsid w:val="00A24629"/>
    <w:rsid w:val="00A25619"/>
    <w:rsid w:val="00A25FAB"/>
    <w:rsid w:val="00A30537"/>
    <w:rsid w:val="00A314CB"/>
    <w:rsid w:val="00A315FB"/>
    <w:rsid w:val="00A31BF7"/>
    <w:rsid w:val="00A32E06"/>
    <w:rsid w:val="00A33511"/>
    <w:rsid w:val="00A3384B"/>
    <w:rsid w:val="00A36111"/>
    <w:rsid w:val="00A36BB4"/>
    <w:rsid w:val="00A37D66"/>
    <w:rsid w:val="00A402BD"/>
    <w:rsid w:val="00A40D3C"/>
    <w:rsid w:val="00A42D75"/>
    <w:rsid w:val="00A44237"/>
    <w:rsid w:val="00A44606"/>
    <w:rsid w:val="00A46099"/>
    <w:rsid w:val="00A47C33"/>
    <w:rsid w:val="00A5003B"/>
    <w:rsid w:val="00A51F30"/>
    <w:rsid w:val="00A5248C"/>
    <w:rsid w:val="00A52A65"/>
    <w:rsid w:val="00A52CFF"/>
    <w:rsid w:val="00A5322C"/>
    <w:rsid w:val="00A53269"/>
    <w:rsid w:val="00A53326"/>
    <w:rsid w:val="00A54213"/>
    <w:rsid w:val="00A5614A"/>
    <w:rsid w:val="00A56891"/>
    <w:rsid w:val="00A57601"/>
    <w:rsid w:val="00A57C9C"/>
    <w:rsid w:val="00A62C6C"/>
    <w:rsid w:val="00A64075"/>
    <w:rsid w:val="00A648FD"/>
    <w:rsid w:val="00A71054"/>
    <w:rsid w:val="00A72715"/>
    <w:rsid w:val="00A729EA"/>
    <w:rsid w:val="00A736FB"/>
    <w:rsid w:val="00A756C9"/>
    <w:rsid w:val="00A7677D"/>
    <w:rsid w:val="00A7709C"/>
    <w:rsid w:val="00A805C1"/>
    <w:rsid w:val="00A80A2E"/>
    <w:rsid w:val="00A80C1A"/>
    <w:rsid w:val="00A81B23"/>
    <w:rsid w:val="00A86442"/>
    <w:rsid w:val="00A87101"/>
    <w:rsid w:val="00A874E6"/>
    <w:rsid w:val="00A9063E"/>
    <w:rsid w:val="00A90A4F"/>
    <w:rsid w:val="00A91584"/>
    <w:rsid w:val="00A93159"/>
    <w:rsid w:val="00A9443D"/>
    <w:rsid w:val="00A9512C"/>
    <w:rsid w:val="00A95275"/>
    <w:rsid w:val="00A953C2"/>
    <w:rsid w:val="00A95A24"/>
    <w:rsid w:val="00A96F6C"/>
    <w:rsid w:val="00A97A06"/>
    <w:rsid w:val="00AA044A"/>
    <w:rsid w:val="00AA0A83"/>
    <w:rsid w:val="00AA0D88"/>
    <w:rsid w:val="00AA1594"/>
    <w:rsid w:val="00AA3FA8"/>
    <w:rsid w:val="00AA463E"/>
    <w:rsid w:val="00AA59F5"/>
    <w:rsid w:val="00AA6C89"/>
    <w:rsid w:val="00AA6E32"/>
    <w:rsid w:val="00AA734D"/>
    <w:rsid w:val="00AA7DD9"/>
    <w:rsid w:val="00AB0A1A"/>
    <w:rsid w:val="00AB1371"/>
    <w:rsid w:val="00AB2575"/>
    <w:rsid w:val="00AB2AB2"/>
    <w:rsid w:val="00AB37F4"/>
    <w:rsid w:val="00AB5BC5"/>
    <w:rsid w:val="00AB6FA9"/>
    <w:rsid w:val="00AB7B41"/>
    <w:rsid w:val="00AB7D18"/>
    <w:rsid w:val="00AB7D8D"/>
    <w:rsid w:val="00AC0658"/>
    <w:rsid w:val="00AC0B08"/>
    <w:rsid w:val="00AC0FF8"/>
    <w:rsid w:val="00AC10E0"/>
    <w:rsid w:val="00AC1EFB"/>
    <w:rsid w:val="00AC313A"/>
    <w:rsid w:val="00AC49CB"/>
    <w:rsid w:val="00AC5B71"/>
    <w:rsid w:val="00AC5CBD"/>
    <w:rsid w:val="00AC6094"/>
    <w:rsid w:val="00AC6877"/>
    <w:rsid w:val="00AC70BB"/>
    <w:rsid w:val="00AD13B7"/>
    <w:rsid w:val="00AD1AD2"/>
    <w:rsid w:val="00AD2DF8"/>
    <w:rsid w:val="00AD356F"/>
    <w:rsid w:val="00AD3F1D"/>
    <w:rsid w:val="00AD49C6"/>
    <w:rsid w:val="00AD4EE3"/>
    <w:rsid w:val="00AD5FCA"/>
    <w:rsid w:val="00AD65A8"/>
    <w:rsid w:val="00AD6F89"/>
    <w:rsid w:val="00AD7970"/>
    <w:rsid w:val="00AD7B09"/>
    <w:rsid w:val="00AE079B"/>
    <w:rsid w:val="00AE0806"/>
    <w:rsid w:val="00AE2740"/>
    <w:rsid w:val="00AE3293"/>
    <w:rsid w:val="00AE373E"/>
    <w:rsid w:val="00AE3892"/>
    <w:rsid w:val="00AE3C6E"/>
    <w:rsid w:val="00AE40BC"/>
    <w:rsid w:val="00AE4C57"/>
    <w:rsid w:val="00AE559A"/>
    <w:rsid w:val="00AE5A4A"/>
    <w:rsid w:val="00AE66DA"/>
    <w:rsid w:val="00AE73EE"/>
    <w:rsid w:val="00AE787D"/>
    <w:rsid w:val="00AF16EB"/>
    <w:rsid w:val="00AF2F9C"/>
    <w:rsid w:val="00AF3552"/>
    <w:rsid w:val="00AF4383"/>
    <w:rsid w:val="00AF504E"/>
    <w:rsid w:val="00AF5FEC"/>
    <w:rsid w:val="00AF6344"/>
    <w:rsid w:val="00AF73C3"/>
    <w:rsid w:val="00AF7F45"/>
    <w:rsid w:val="00B003FD"/>
    <w:rsid w:val="00B007BC"/>
    <w:rsid w:val="00B011AB"/>
    <w:rsid w:val="00B016D4"/>
    <w:rsid w:val="00B023BF"/>
    <w:rsid w:val="00B03752"/>
    <w:rsid w:val="00B037C8"/>
    <w:rsid w:val="00B03BB4"/>
    <w:rsid w:val="00B0411D"/>
    <w:rsid w:val="00B04D8E"/>
    <w:rsid w:val="00B05004"/>
    <w:rsid w:val="00B064CD"/>
    <w:rsid w:val="00B06BC3"/>
    <w:rsid w:val="00B06DD6"/>
    <w:rsid w:val="00B07DD7"/>
    <w:rsid w:val="00B10085"/>
    <w:rsid w:val="00B10E63"/>
    <w:rsid w:val="00B111E5"/>
    <w:rsid w:val="00B1120C"/>
    <w:rsid w:val="00B112F3"/>
    <w:rsid w:val="00B11CB8"/>
    <w:rsid w:val="00B12775"/>
    <w:rsid w:val="00B13073"/>
    <w:rsid w:val="00B133A1"/>
    <w:rsid w:val="00B14835"/>
    <w:rsid w:val="00B15B08"/>
    <w:rsid w:val="00B161B1"/>
    <w:rsid w:val="00B1671F"/>
    <w:rsid w:val="00B16C57"/>
    <w:rsid w:val="00B17CC2"/>
    <w:rsid w:val="00B206A8"/>
    <w:rsid w:val="00B21462"/>
    <w:rsid w:val="00B216C0"/>
    <w:rsid w:val="00B22599"/>
    <w:rsid w:val="00B22F94"/>
    <w:rsid w:val="00B2332D"/>
    <w:rsid w:val="00B24488"/>
    <w:rsid w:val="00B24DEC"/>
    <w:rsid w:val="00B27FB8"/>
    <w:rsid w:val="00B30409"/>
    <w:rsid w:val="00B308E8"/>
    <w:rsid w:val="00B30DCF"/>
    <w:rsid w:val="00B30DFF"/>
    <w:rsid w:val="00B31047"/>
    <w:rsid w:val="00B32DE2"/>
    <w:rsid w:val="00B3356A"/>
    <w:rsid w:val="00B34210"/>
    <w:rsid w:val="00B34303"/>
    <w:rsid w:val="00B3502D"/>
    <w:rsid w:val="00B352C9"/>
    <w:rsid w:val="00B35D81"/>
    <w:rsid w:val="00B36B38"/>
    <w:rsid w:val="00B37E8E"/>
    <w:rsid w:val="00B40C9F"/>
    <w:rsid w:val="00B42A13"/>
    <w:rsid w:val="00B44166"/>
    <w:rsid w:val="00B44445"/>
    <w:rsid w:val="00B477C2"/>
    <w:rsid w:val="00B501EC"/>
    <w:rsid w:val="00B50267"/>
    <w:rsid w:val="00B52E69"/>
    <w:rsid w:val="00B542D8"/>
    <w:rsid w:val="00B561E4"/>
    <w:rsid w:val="00B56F73"/>
    <w:rsid w:val="00B56FEE"/>
    <w:rsid w:val="00B57F36"/>
    <w:rsid w:val="00B61158"/>
    <w:rsid w:val="00B62EF1"/>
    <w:rsid w:val="00B63F51"/>
    <w:rsid w:val="00B640C7"/>
    <w:rsid w:val="00B64C50"/>
    <w:rsid w:val="00B66EBD"/>
    <w:rsid w:val="00B673BE"/>
    <w:rsid w:val="00B70DAB"/>
    <w:rsid w:val="00B70E57"/>
    <w:rsid w:val="00B71020"/>
    <w:rsid w:val="00B7150B"/>
    <w:rsid w:val="00B721FA"/>
    <w:rsid w:val="00B724FA"/>
    <w:rsid w:val="00B72501"/>
    <w:rsid w:val="00B73BF9"/>
    <w:rsid w:val="00B73D95"/>
    <w:rsid w:val="00B77510"/>
    <w:rsid w:val="00B77F94"/>
    <w:rsid w:val="00B80EA9"/>
    <w:rsid w:val="00B81BDC"/>
    <w:rsid w:val="00B830E7"/>
    <w:rsid w:val="00B83455"/>
    <w:rsid w:val="00B83BA6"/>
    <w:rsid w:val="00B8409C"/>
    <w:rsid w:val="00B840B4"/>
    <w:rsid w:val="00B841EE"/>
    <w:rsid w:val="00B8574B"/>
    <w:rsid w:val="00B85C71"/>
    <w:rsid w:val="00B85FFD"/>
    <w:rsid w:val="00B86EF8"/>
    <w:rsid w:val="00B90647"/>
    <w:rsid w:val="00B9091E"/>
    <w:rsid w:val="00B9292D"/>
    <w:rsid w:val="00B9305A"/>
    <w:rsid w:val="00B9478F"/>
    <w:rsid w:val="00B95AA0"/>
    <w:rsid w:val="00B963DE"/>
    <w:rsid w:val="00B96543"/>
    <w:rsid w:val="00B96F65"/>
    <w:rsid w:val="00BA0261"/>
    <w:rsid w:val="00BA0B52"/>
    <w:rsid w:val="00BA0B86"/>
    <w:rsid w:val="00BA11A0"/>
    <w:rsid w:val="00BA24C0"/>
    <w:rsid w:val="00BA3CCF"/>
    <w:rsid w:val="00BA3D54"/>
    <w:rsid w:val="00BA4CED"/>
    <w:rsid w:val="00BA5D63"/>
    <w:rsid w:val="00BA61CD"/>
    <w:rsid w:val="00BA6283"/>
    <w:rsid w:val="00BB2F35"/>
    <w:rsid w:val="00BB5F5B"/>
    <w:rsid w:val="00BB6592"/>
    <w:rsid w:val="00BB6780"/>
    <w:rsid w:val="00BC0FF2"/>
    <w:rsid w:val="00BC116B"/>
    <w:rsid w:val="00BC295A"/>
    <w:rsid w:val="00BC2A81"/>
    <w:rsid w:val="00BC6F3C"/>
    <w:rsid w:val="00BC788F"/>
    <w:rsid w:val="00BD1D39"/>
    <w:rsid w:val="00BD3A70"/>
    <w:rsid w:val="00BD43D4"/>
    <w:rsid w:val="00BD4CC5"/>
    <w:rsid w:val="00BD506E"/>
    <w:rsid w:val="00BD68BD"/>
    <w:rsid w:val="00BD795A"/>
    <w:rsid w:val="00BD7E53"/>
    <w:rsid w:val="00BE1096"/>
    <w:rsid w:val="00BE23BF"/>
    <w:rsid w:val="00BE2F8F"/>
    <w:rsid w:val="00BE39C8"/>
    <w:rsid w:val="00BE3C6C"/>
    <w:rsid w:val="00BE48F3"/>
    <w:rsid w:val="00BE496F"/>
    <w:rsid w:val="00BE4B7D"/>
    <w:rsid w:val="00BE5C0A"/>
    <w:rsid w:val="00BE6C1A"/>
    <w:rsid w:val="00BE71AC"/>
    <w:rsid w:val="00BE7430"/>
    <w:rsid w:val="00BF159F"/>
    <w:rsid w:val="00BF18CA"/>
    <w:rsid w:val="00BF30DC"/>
    <w:rsid w:val="00BF315B"/>
    <w:rsid w:val="00BF3247"/>
    <w:rsid w:val="00BF412F"/>
    <w:rsid w:val="00BF41A5"/>
    <w:rsid w:val="00BF485C"/>
    <w:rsid w:val="00BF4EC4"/>
    <w:rsid w:val="00BF52D4"/>
    <w:rsid w:val="00BF5D0E"/>
    <w:rsid w:val="00BF5E17"/>
    <w:rsid w:val="00BF626A"/>
    <w:rsid w:val="00BF6D55"/>
    <w:rsid w:val="00BF6D90"/>
    <w:rsid w:val="00C00E8A"/>
    <w:rsid w:val="00C0128D"/>
    <w:rsid w:val="00C02400"/>
    <w:rsid w:val="00C031D3"/>
    <w:rsid w:val="00C03EFA"/>
    <w:rsid w:val="00C04659"/>
    <w:rsid w:val="00C0554B"/>
    <w:rsid w:val="00C06357"/>
    <w:rsid w:val="00C07A87"/>
    <w:rsid w:val="00C07BC6"/>
    <w:rsid w:val="00C100E5"/>
    <w:rsid w:val="00C105A5"/>
    <w:rsid w:val="00C117B8"/>
    <w:rsid w:val="00C11A84"/>
    <w:rsid w:val="00C121ED"/>
    <w:rsid w:val="00C127F6"/>
    <w:rsid w:val="00C140F8"/>
    <w:rsid w:val="00C14AE6"/>
    <w:rsid w:val="00C14C2C"/>
    <w:rsid w:val="00C17663"/>
    <w:rsid w:val="00C17CA8"/>
    <w:rsid w:val="00C20048"/>
    <w:rsid w:val="00C201DF"/>
    <w:rsid w:val="00C2078C"/>
    <w:rsid w:val="00C20FA7"/>
    <w:rsid w:val="00C22647"/>
    <w:rsid w:val="00C2345C"/>
    <w:rsid w:val="00C23C0F"/>
    <w:rsid w:val="00C24308"/>
    <w:rsid w:val="00C24343"/>
    <w:rsid w:val="00C24448"/>
    <w:rsid w:val="00C26D37"/>
    <w:rsid w:val="00C27D31"/>
    <w:rsid w:val="00C302F9"/>
    <w:rsid w:val="00C3077C"/>
    <w:rsid w:val="00C30830"/>
    <w:rsid w:val="00C31A05"/>
    <w:rsid w:val="00C34CBD"/>
    <w:rsid w:val="00C36698"/>
    <w:rsid w:val="00C37DB6"/>
    <w:rsid w:val="00C400AB"/>
    <w:rsid w:val="00C40707"/>
    <w:rsid w:val="00C40AD2"/>
    <w:rsid w:val="00C4219D"/>
    <w:rsid w:val="00C42729"/>
    <w:rsid w:val="00C45003"/>
    <w:rsid w:val="00C473FE"/>
    <w:rsid w:val="00C47F5B"/>
    <w:rsid w:val="00C503FC"/>
    <w:rsid w:val="00C51473"/>
    <w:rsid w:val="00C51A58"/>
    <w:rsid w:val="00C52BF5"/>
    <w:rsid w:val="00C53351"/>
    <w:rsid w:val="00C55A54"/>
    <w:rsid w:val="00C55ECB"/>
    <w:rsid w:val="00C563D5"/>
    <w:rsid w:val="00C56815"/>
    <w:rsid w:val="00C56A9F"/>
    <w:rsid w:val="00C56CC2"/>
    <w:rsid w:val="00C56E6D"/>
    <w:rsid w:val="00C57ADC"/>
    <w:rsid w:val="00C60FE5"/>
    <w:rsid w:val="00C62850"/>
    <w:rsid w:val="00C63B8F"/>
    <w:rsid w:val="00C6514E"/>
    <w:rsid w:val="00C6542D"/>
    <w:rsid w:val="00C66267"/>
    <w:rsid w:val="00C663B5"/>
    <w:rsid w:val="00C677BC"/>
    <w:rsid w:val="00C67B1E"/>
    <w:rsid w:val="00C67B2C"/>
    <w:rsid w:val="00C70E26"/>
    <w:rsid w:val="00C70EDA"/>
    <w:rsid w:val="00C713CD"/>
    <w:rsid w:val="00C72B46"/>
    <w:rsid w:val="00C733FC"/>
    <w:rsid w:val="00C73931"/>
    <w:rsid w:val="00C74A24"/>
    <w:rsid w:val="00C751D2"/>
    <w:rsid w:val="00C7529A"/>
    <w:rsid w:val="00C75E23"/>
    <w:rsid w:val="00C7622C"/>
    <w:rsid w:val="00C763B4"/>
    <w:rsid w:val="00C776C2"/>
    <w:rsid w:val="00C804A5"/>
    <w:rsid w:val="00C81D43"/>
    <w:rsid w:val="00C82CEA"/>
    <w:rsid w:val="00C8388B"/>
    <w:rsid w:val="00C838FE"/>
    <w:rsid w:val="00C83F48"/>
    <w:rsid w:val="00C8553B"/>
    <w:rsid w:val="00C8644E"/>
    <w:rsid w:val="00C8653E"/>
    <w:rsid w:val="00C86676"/>
    <w:rsid w:val="00C86767"/>
    <w:rsid w:val="00C86C19"/>
    <w:rsid w:val="00C877E4"/>
    <w:rsid w:val="00C87A4E"/>
    <w:rsid w:val="00C9069A"/>
    <w:rsid w:val="00C90708"/>
    <w:rsid w:val="00C914F6"/>
    <w:rsid w:val="00C91BEE"/>
    <w:rsid w:val="00C938B7"/>
    <w:rsid w:val="00C951C3"/>
    <w:rsid w:val="00C9541A"/>
    <w:rsid w:val="00C969C2"/>
    <w:rsid w:val="00C97107"/>
    <w:rsid w:val="00CA022D"/>
    <w:rsid w:val="00CA0FC0"/>
    <w:rsid w:val="00CA10C5"/>
    <w:rsid w:val="00CA1184"/>
    <w:rsid w:val="00CA1408"/>
    <w:rsid w:val="00CA1F55"/>
    <w:rsid w:val="00CA1F91"/>
    <w:rsid w:val="00CA2751"/>
    <w:rsid w:val="00CA27C9"/>
    <w:rsid w:val="00CA29E5"/>
    <w:rsid w:val="00CA327A"/>
    <w:rsid w:val="00CA3289"/>
    <w:rsid w:val="00CA3A74"/>
    <w:rsid w:val="00CA5026"/>
    <w:rsid w:val="00CA542B"/>
    <w:rsid w:val="00CA5947"/>
    <w:rsid w:val="00CA5F81"/>
    <w:rsid w:val="00CA615F"/>
    <w:rsid w:val="00CA74CE"/>
    <w:rsid w:val="00CA7EC6"/>
    <w:rsid w:val="00CB09AE"/>
    <w:rsid w:val="00CB13E1"/>
    <w:rsid w:val="00CB15E6"/>
    <w:rsid w:val="00CB1F5B"/>
    <w:rsid w:val="00CB4367"/>
    <w:rsid w:val="00CB44C8"/>
    <w:rsid w:val="00CB46C9"/>
    <w:rsid w:val="00CB6EBA"/>
    <w:rsid w:val="00CB7689"/>
    <w:rsid w:val="00CB7FB3"/>
    <w:rsid w:val="00CC0B93"/>
    <w:rsid w:val="00CC0CC5"/>
    <w:rsid w:val="00CC1095"/>
    <w:rsid w:val="00CC120E"/>
    <w:rsid w:val="00CC32BC"/>
    <w:rsid w:val="00CC3A2E"/>
    <w:rsid w:val="00CC49A3"/>
    <w:rsid w:val="00CC5077"/>
    <w:rsid w:val="00CC5B25"/>
    <w:rsid w:val="00CD0176"/>
    <w:rsid w:val="00CD24E2"/>
    <w:rsid w:val="00CD32A8"/>
    <w:rsid w:val="00CD470F"/>
    <w:rsid w:val="00CD5B75"/>
    <w:rsid w:val="00CD5BBF"/>
    <w:rsid w:val="00CD6043"/>
    <w:rsid w:val="00CD77A7"/>
    <w:rsid w:val="00CD7DCB"/>
    <w:rsid w:val="00CD7FA5"/>
    <w:rsid w:val="00CE3F95"/>
    <w:rsid w:val="00CE4226"/>
    <w:rsid w:val="00CE5160"/>
    <w:rsid w:val="00CE51AB"/>
    <w:rsid w:val="00CE759C"/>
    <w:rsid w:val="00CF122B"/>
    <w:rsid w:val="00CF1A60"/>
    <w:rsid w:val="00CF1FCD"/>
    <w:rsid w:val="00CF3E9D"/>
    <w:rsid w:val="00CF46EB"/>
    <w:rsid w:val="00CF4919"/>
    <w:rsid w:val="00CF4D9F"/>
    <w:rsid w:val="00CF5ACF"/>
    <w:rsid w:val="00CF5D27"/>
    <w:rsid w:val="00D00F9A"/>
    <w:rsid w:val="00D0168A"/>
    <w:rsid w:val="00D01D7A"/>
    <w:rsid w:val="00D01F43"/>
    <w:rsid w:val="00D02506"/>
    <w:rsid w:val="00D025F2"/>
    <w:rsid w:val="00D03AB6"/>
    <w:rsid w:val="00D05A66"/>
    <w:rsid w:val="00D06260"/>
    <w:rsid w:val="00D062AE"/>
    <w:rsid w:val="00D10893"/>
    <w:rsid w:val="00D11506"/>
    <w:rsid w:val="00D134E5"/>
    <w:rsid w:val="00D141AB"/>
    <w:rsid w:val="00D161AD"/>
    <w:rsid w:val="00D17C09"/>
    <w:rsid w:val="00D17E4C"/>
    <w:rsid w:val="00D21F79"/>
    <w:rsid w:val="00D22528"/>
    <w:rsid w:val="00D227F7"/>
    <w:rsid w:val="00D22CD9"/>
    <w:rsid w:val="00D2311E"/>
    <w:rsid w:val="00D235DD"/>
    <w:rsid w:val="00D24A9F"/>
    <w:rsid w:val="00D263E8"/>
    <w:rsid w:val="00D26A1C"/>
    <w:rsid w:val="00D26C90"/>
    <w:rsid w:val="00D301FB"/>
    <w:rsid w:val="00D30937"/>
    <w:rsid w:val="00D33F7F"/>
    <w:rsid w:val="00D340AF"/>
    <w:rsid w:val="00D34792"/>
    <w:rsid w:val="00D35035"/>
    <w:rsid w:val="00D35098"/>
    <w:rsid w:val="00D36425"/>
    <w:rsid w:val="00D364CC"/>
    <w:rsid w:val="00D4149A"/>
    <w:rsid w:val="00D436F7"/>
    <w:rsid w:val="00D43FEE"/>
    <w:rsid w:val="00D45DB4"/>
    <w:rsid w:val="00D45E33"/>
    <w:rsid w:val="00D462F0"/>
    <w:rsid w:val="00D469D7"/>
    <w:rsid w:val="00D47287"/>
    <w:rsid w:val="00D475BA"/>
    <w:rsid w:val="00D5086A"/>
    <w:rsid w:val="00D51D2F"/>
    <w:rsid w:val="00D5522C"/>
    <w:rsid w:val="00D556BD"/>
    <w:rsid w:val="00D55729"/>
    <w:rsid w:val="00D561C3"/>
    <w:rsid w:val="00D562E2"/>
    <w:rsid w:val="00D606E8"/>
    <w:rsid w:val="00D609AD"/>
    <w:rsid w:val="00D617B8"/>
    <w:rsid w:val="00D61885"/>
    <w:rsid w:val="00D623E5"/>
    <w:rsid w:val="00D63CCF"/>
    <w:rsid w:val="00D64FB7"/>
    <w:rsid w:val="00D65E5D"/>
    <w:rsid w:val="00D67C74"/>
    <w:rsid w:val="00D70251"/>
    <w:rsid w:val="00D70A1F"/>
    <w:rsid w:val="00D71AA8"/>
    <w:rsid w:val="00D73CC5"/>
    <w:rsid w:val="00D74989"/>
    <w:rsid w:val="00D74CEA"/>
    <w:rsid w:val="00D76495"/>
    <w:rsid w:val="00D77C40"/>
    <w:rsid w:val="00D813B3"/>
    <w:rsid w:val="00D82028"/>
    <w:rsid w:val="00D82A93"/>
    <w:rsid w:val="00D8306A"/>
    <w:rsid w:val="00D849D6"/>
    <w:rsid w:val="00D84EBD"/>
    <w:rsid w:val="00D85119"/>
    <w:rsid w:val="00D85A29"/>
    <w:rsid w:val="00D85A3A"/>
    <w:rsid w:val="00D85FF8"/>
    <w:rsid w:val="00D865D3"/>
    <w:rsid w:val="00D8661D"/>
    <w:rsid w:val="00D86F59"/>
    <w:rsid w:val="00D87963"/>
    <w:rsid w:val="00D879CD"/>
    <w:rsid w:val="00D87EBE"/>
    <w:rsid w:val="00D907A9"/>
    <w:rsid w:val="00D925A0"/>
    <w:rsid w:val="00D92EB1"/>
    <w:rsid w:val="00D93259"/>
    <w:rsid w:val="00D93340"/>
    <w:rsid w:val="00D93937"/>
    <w:rsid w:val="00D942FA"/>
    <w:rsid w:val="00D9524C"/>
    <w:rsid w:val="00D95879"/>
    <w:rsid w:val="00D97233"/>
    <w:rsid w:val="00D974A6"/>
    <w:rsid w:val="00D97B9C"/>
    <w:rsid w:val="00DA0113"/>
    <w:rsid w:val="00DA061A"/>
    <w:rsid w:val="00DA1FC6"/>
    <w:rsid w:val="00DA2108"/>
    <w:rsid w:val="00DA291B"/>
    <w:rsid w:val="00DA347C"/>
    <w:rsid w:val="00DA3769"/>
    <w:rsid w:val="00DA3E81"/>
    <w:rsid w:val="00DA530D"/>
    <w:rsid w:val="00DA5E31"/>
    <w:rsid w:val="00DA64A9"/>
    <w:rsid w:val="00DA6954"/>
    <w:rsid w:val="00DA791F"/>
    <w:rsid w:val="00DB0636"/>
    <w:rsid w:val="00DB117B"/>
    <w:rsid w:val="00DB15A1"/>
    <w:rsid w:val="00DB1E3F"/>
    <w:rsid w:val="00DB21AC"/>
    <w:rsid w:val="00DB4B28"/>
    <w:rsid w:val="00DB4D31"/>
    <w:rsid w:val="00DB6AA0"/>
    <w:rsid w:val="00DB6E2F"/>
    <w:rsid w:val="00DC0046"/>
    <w:rsid w:val="00DC0484"/>
    <w:rsid w:val="00DC0C2E"/>
    <w:rsid w:val="00DC2274"/>
    <w:rsid w:val="00DC43AE"/>
    <w:rsid w:val="00DC5066"/>
    <w:rsid w:val="00DC55FC"/>
    <w:rsid w:val="00DC625C"/>
    <w:rsid w:val="00DC62E3"/>
    <w:rsid w:val="00DC6389"/>
    <w:rsid w:val="00DC6DE5"/>
    <w:rsid w:val="00DD034B"/>
    <w:rsid w:val="00DD0961"/>
    <w:rsid w:val="00DD32D1"/>
    <w:rsid w:val="00DD4C89"/>
    <w:rsid w:val="00DD5591"/>
    <w:rsid w:val="00DD6213"/>
    <w:rsid w:val="00DD69F9"/>
    <w:rsid w:val="00DE0C48"/>
    <w:rsid w:val="00DE16CB"/>
    <w:rsid w:val="00DE1752"/>
    <w:rsid w:val="00DE3801"/>
    <w:rsid w:val="00DE3940"/>
    <w:rsid w:val="00DE4099"/>
    <w:rsid w:val="00DE4E87"/>
    <w:rsid w:val="00DE5B87"/>
    <w:rsid w:val="00DF1C4E"/>
    <w:rsid w:val="00DF2282"/>
    <w:rsid w:val="00DF2B2A"/>
    <w:rsid w:val="00DF2CA1"/>
    <w:rsid w:val="00DF31FB"/>
    <w:rsid w:val="00DF33A8"/>
    <w:rsid w:val="00DF401B"/>
    <w:rsid w:val="00DF5123"/>
    <w:rsid w:val="00DF52CE"/>
    <w:rsid w:val="00DF5379"/>
    <w:rsid w:val="00DF5461"/>
    <w:rsid w:val="00DF6D0A"/>
    <w:rsid w:val="00DF6F75"/>
    <w:rsid w:val="00DF7899"/>
    <w:rsid w:val="00DF7A9F"/>
    <w:rsid w:val="00E005E5"/>
    <w:rsid w:val="00E019B2"/>
    <w:rsid w:val="00E02BF4"/>
    <w:rsid w:val="00E05A2E"/>
    <w:rsid w:val="00E06C2D"/>
    <w:rsid w:val="00E07067"/>
    <w:rsid w:val="00E07DF4"/>
    <w:rsid w:val="00E10145"/>
    <w:rsid w:val="00E106A8"/>
    <w:rsid w:val="00E10B38"/>
    <w:rsid w:val="00E10D12"/>
    <w:rsid w:val="00E12112"/>
    <w:rsid w:val="00E139D4"/>
    <w:rsid w:val="00E13A83"/>
    <w:rsid w:val="00E144BA"/>
    <w:rsid w:val="00E14EF5"/>
    <w:rsid w:val="00E154DD"/>
    <w:rsid w:val="00E15713"/>
    <w:rsid w:val="00E15893"/>
    <w:rsid w:val="00E17BFA"/>
    <w:rsid w:val="00E2034A"/>
    <w:rsid w:val="00E2078F"/>
    <w:rsid w:val="00E209EA"/>
    <w:rsid w:val="00E21E3E"/>
    <w:rsid w:val="00E227AD"/>
    <w:rsid w:val="00E228DB"/>
    <w:rsid w:val="00E22F0F"/>
    <w:rsid w:val="00E23204"/>
    <w:rsid w:val="00E237E8"/>
    <w:rsid w:val="00E238F6"/>
    <w:rsid w:val="00E24BDB"/>
    <w:rsid w:val="00E25903"/>
    <w:rsid w:val="00E27157"/>
    <w:rsid w:val="00E275BF"/>
    <w:rsid w:val="00E27AC3"/>
    <w:rsid w:val="00E30F4D"/>
    <w:rsid w:val="00E3193D"/>
    <w:rsid w:val="00E33F5D"/>
    <w:rsid w:val="00E34A2E"/>
    <w:rsid w:val="00E35ABD"/>
    <w:rsid w:val="00E3714B"/>
    <w:rsid w:val="00E40266"/>
    <w:rsid w:val="00E429D3"/>
    <w:rsid w:val="00E42B06"/>
    <w:rsid w:val="00E42FBF"/>
    <w:rsid w:val="00E44F0D"/>
    <w:rsid w:val="00E456E0"/>
    <w:rsid w:val="00E4661D"/>
    <w:rsid w:val="00E471DF"/>
    <w:rsid w:val="00E50102"/>
    <w:rsid w:val="00E5011B"/>
    <w:rsid w:val="00E5065A"/>
    <w:rsid w:val="00E50F05"/>
    <w:rsid w:val="00E5104F"/>
    <w:rsid w:val="00E5152E"/>
    <w:rsid w:val="00E52C86"/>
    <w:rsid w:val="00E52F3F"/>
    <w:rsid w:val="00E53CFC"/>
    <w:rsid w:val="00E551BB"/>
    <w:rsid w:val="00E555DC"/>
    <w:rsid w:val="00E55979"/>
    <w:rsid w:val="00E56875"/>
    <w:rsid w:val="00E603D8"/>
    <w:rsid w:val="00E6150D"/>
    <w:rsid w:val="00E619D0"/>
    <w:rsid w:val="00E61FEC"/>
    <w:rsid w:val="00E6389E"/>
    <w:rsid w:val="00E64223"/>
    <w:rsid w:val="00E66590"/>
    <w:rsid w:val="00E666BB"/>
    <w:rsid w:val="00E7072C"/>
    <w:rsid w:val="00E712DC"/>
    <w:rsid w:val="00E71A0B"/>
    <w:rsid w:val="00E74471"/>
    <w:rsid w:val="00E748A8"/>
    <w:rsid w:val="00E74AF4"/>
    <w:rsid w:val="00E75E08"/>
    <w:rsid w:val="00E76AF3"/>
    <w:rsid w:val="00E770CA"/>
    <w:rsid w:val="00E81384"/>
    <w:rsid w:val="00E821B4"/>
    <w:rsid w:val="00E82345"/>
    <w:rsid w:val="00E82460"/>
    <w:rsid w:val="00E825CB"/>
    <w:rsid w:val="00E84D41"/>
    <w:rsid w:val="00E84DC4"/>
    <w:rsid w:val="00E85255"/>
    <w:rsid w:val="00E85955"/>
    <w:rsid w:val="00E8636B"/>
    <w:rsid w:val="00E91514"/>
    <w:rsid w:val="00E91620"/>
    <w:rsid w:val="00E92F8F"/>
    <w:rsid w:val="00E931EB"/>
    <w:rsid w:val="00EA0BD4"/>
    <w:rsid w:val="00EA0C46"/>
    <w:rsid w:val="00EA211F"/>
    <w:rsid w:val="00EA26BD"/>
    <w:rsid w:val="00EA45FC"/>
    <w:rsid w:val="00EA472B"/>
    <w:rsid w:val="00EA7B5F"/>
    <w:rsid w:val="00EB004B"/>
    <w:rsid w:val="00EB025F"/>
    <w:rsid w:val="00EB1209"/>
    <w:rsid w:val="00EB1325"/>
    <w:rsid w:val="00EB206A"/>
    <w:rsid w:val="00EB245B"/>
    <w:rsid w:val="00EB51B4"/>
    <w:rsid w:val="00EB51CB"/>
    <w:rsid w:val="00EB75E8"/>
    <w:rsid w:val="00EB771C"/>
    <w:rsid w:val="00EC09C8"/>
    <w:rsid w:val="00EC1224"/>
    <w:rsid w:val="00EC157C"/>
    <w:rsid w:val="00EC2B93"/>
    <w:rsid w:val="00EC2C9C"/>
    <w:rsid w:val="00EC2FAC"/>
    <w:rsid w:val="00EC39B4"/>
    <w:rsid w:val="00EC3D33"/>
    <w:rsid w:val="00EC428F"/>
    <w:rsid w:val="00EC4C41"/>
    <w:rsid w:val="00EC5E42"/>
    <w:rsid w:val="00EC648E"/>
    <w:rsid w:val="00ED0732"/>
    <w:rsid w:val="00ED58FC"/>
    <w:rsid w:val="00ED6198"/>
    <w:rsid w:val="00ED6E0F"/>
    <w:rsid w:val="00ED7665"/>
    <w:rsid w:val="00ED7EB2"/>
    <w:rsid w:val="00ED7F38"/>
    <w:rsid w:val="00EE0420"/>
    <w:rsid w:val="00EE0F07"/>
    <w:rsid w:val="00EE22E1"/>
    <w:rsid w:val="00EE4E30"/>
    <w:rsid w:val="00EE5157"/>
    <w:rsid w:val="00EE5BEC"/>
    <w:rsid w:val="00EE5DFC"/>
    <w:rsid w:val="00EE6024"/>
    <w:rsid w:val="00EE669D"/>
    <w:rsid w:val="00EE6EA4"/>
    <w:rsid w:val="00EE750A"/>
    <w:rsid w:val="00EE7BE8"/>
    <w:rsid w:val="00EF121D"/>
    <w:rsid w:val="00EF1CD4"/>
    <w:rsid w:val="00EF2BB0"/>
    <w:rsid w:val="00EF30E1"/>
    <w:rsid w:val="00EF34E3"/>
    <w:rsid w:val="00EF3CC0"/>
    <w:rsid w:val="00EF4566"/>
    <w:rsid w:val="00EF4A0B"/>
    <w:rsid w:val="00EF5B25"/>
    <w:rsid w:val="00EF5C37"/>
    <w:rsid w:val="00EF6D7A"/>
    <w:rsid w:val="00EF7AF6"/>
    <w:rsid w:val="00EF7BB3"/>
    <w:rsid w:val="00F0036D"/>
    <w:rsid w:val="00F006C7"/>
    <w:rsid w:val="00F006FF"/>
    <w:rsid w:val="00F007ED"/>
    <w:rsid w:val="00F02039"/>
    <w:rsid w:val="00F02198"/>
    <w:rsid w:val="00F02B1C"/>
    <w:rsid w:val="00F02B1E"/>
    <w:rsid w:val="00F032E1"/>
    <w:rsid w:val="00F03486"/>
    <w:rsid w:val="00F03EB4"/>
    <w:rsid w:val="00F0740D"/>
    <w:rsid w:val="00F10BD7"/>
    <w:rsid w:val="00F1290B"/>
    <w:rsid w:val="00F12B44"/>
    <w:rsid w:val="00F13DFA"/>
    <w:rsid w:val="00F155EB"/>
    <w:rsid w:val="00F15945"/>
    <w:rsid w:val="00F1677A"/>
    <w:rsid w:val="00F17AE0"/>
    <w:rsid w:val="00F20311"/>
    <w:rsid w:val="00F20FE4"/>
    <w:rsid w:val="00F223B5"/>
    <w:rsid w:val="00F2491F"/>
    <w:rsid w:val="00F25CD1"/>
    <w:rsid w:val="00F2650C"/>
    <w:rsid w:val="00F2684E"/>
    <w:rsid w:val="00F269D8"/>
    <w:rsid w:val="00F271A7"/>
    <w:rsid w:val="00F27AF9"/>
    <w:rsid w:val="00F27D12"/>
    <w:rsid w:val="00F30209"/>
    <w:rsid w:val="00F30245"/>
    <w:rsid w:val="00F30795"/>
    <w:rsid w:val="00F30C6B"/>
    <w:rsid w:val="00F319DA"/>
    <w:rsid w:val="00F31D90"/>
    <w:rsid w:val="00F32189"/>
    <w:rsid w:val="00F326F7"/>
    <w:rsid w:val="00F33038"/>
    <w:rsid w:val="00F337C7"/>
    <w:rsid w:val="00F33AED"/>
    <w:rsid w:val="00F344F8"/>
    <w:rsid w:val="00F3490B"/>
    <w:rsid w:val="00F34973"/>
    <w:rsid w:val="00F3558F"/>
    <w:rsid w:val="00F35DD7"/>
    <w:rsid w:val="00F36592"/>
    <w:rsid w:val="00F413D7"/>
    <w:rsid w:val="00F45998"/>
    <w:rsid w:val="00F46484"/>
    <w:rsid w:val="00F46EA0"/>
    <w:rsid w:val="00F476BA"/>
    <w:rsid w:val="00F47D41"/>
    <w:rsid w:val="00F505BE"/>
    <w:rsid w:val="00F50C07"/>
    <w:rsid w:val="00F50DA5"/>
    <w:rsid w:val="00F52914"/>
    <w:rsid w:val="00F52BA0"/>
    <w:rsid w:val="00F52D18"/>
    <w:rsid w:val="00F53165"/>
    <w:rsid w:val="00F53C21"/>
    <w:rsid w:val="00F5454A"/>
    <w:rsid w:val="00F54A44"/>
    <w:rsid w:val="00F5669A"/>
    <w:rsid w:val="00F619F2"/>
    <w:rsid w:val="00F61C1A"/>
    <w:rsid w:val="00F634B5"/>
    <w:rsid w:val="00F63659"/>
    <w:rsid w:val="00F6434D"/>
    <w:rsid w:val="00F66BA9"/>
    <w:rsid w:val="00F66C6B"/>
    <w:rsid w:val="00F66F0A"/>
    <w:rsid w:val="00F67841"/>
    <w:rsid w:val="00F67B55"/>
    <w:rsid w:val="00F70F16"/>
    <w:rsid w:val="00F71043"/>
    <w:rsid w:val="00F7122C"/>
    <w:rsid w:val="00F7232C"/>
    <w:rsid w:val="00F72C09"/>
    <w:rsid w:val="00F73EAD"/>
    <w:rsid w:val="00F768D3"/>
    <w:rsid w:val="00F77C7D"/>
    <w:rsid w:val="00F8127C"/>
    <w:rsid w:val="00F81A16"/>
    <w:rsid w:val="00F81C15"/>
    <w:rsid w:val="00F81DF7"/>
    <w:rsid w:val="00F8222F"/>
    <w:rsid w:val="00F840AD"/>
    <w:rsid w:val="00F84243"/>
    <w:rsid w:val="00F85124"/>
    <w:rsid w:val="00F85199"/>
    <w:rsid w:val="00F86F7D"/>
    <w:rsid w:val="00F8767A"/>
    <w:rsid w:val="00F91156"/>
    <w:rsid w:val="00F93B10"/>
    <w:rsid w:val="00F94D3E"/>
    <w:rsid w:val="00F954AB"/>
    <w:rsid w:val="00F969E6"/>
    <w:rsid w:val="00F97326"/>
    <w:rsid w:val="00FA0729"/>
    <w:rsid w:val="00FA11DE"/>
    <w:rsid w:val="00FA1C6C"/>
    <w:rsid w:val="00FA1E87"/>
    <w:rsid w:val="00FA233D"/>
    <w:rsid w:val="00FA2E79"/>
    <w:rsid w:val="00FA2F99"/>
    <w:rsid w:val="00FA3257"/>
    <w:rsid w:val="00FA328C"/>
    <w:rsid w:val="00FA40D7"/>
    <w:rsid w:val="00FA4370"/>
    <w:rsid w:val="00FA5150"/>
    <w:rsid w:val="00FA5314"/>
    <w:rsid w:val="00FA538F"/>
    <w:rsid w:val="00FA5576"/>
    <w:rsid w:val="00FA714C"/>
    <w:rsid w:val="00FB0026"/>
    <w:rsid w:val="00FB0C33"/>
    <w:rsid w:val="00FB0D7B"/>
    <w:rsid w:val="00FB0DFC"/>
    <w:rsid w:val="00FB156C"/>
    <w:rsid w:val="00FB1975"/>
    <w:rsid w:val="00FB1FC5"/>
    <w:rsid w:val="00FB6720"/>
    <w:rsid w:val="00FC11DD"/>
    <w:rsid w:val="00FC12E7"/>
    <w:rsid w:val="00FC169D"/>
    <w:rsid w:val="00FC16BD"/>
    <w:rsid w:val="00FC205E"/>
    <w:rsid w:val="00FC26EA"/>
    <w:rsid w:val="00FC2B01"/>
    <w:rsid w:val="00FC339B"/>
    <w:rsid w:val="00FC3881"/>
    <w:rsid w:val="00FC3E2F"/>
    <w:rsid w:val="00FC3F38"/>
    <w:rsid w:val="00FC41AF"/>
    <w:rsid w:val="00FC4319"/>
    <w:rsid w:val="00FC4494"/>
    <w:rsid w:val="00FC4BF4"/>
    <w:rsid w:val="00FC4DA1"/>
    <w:rsid w:val="00FC5295"/>
    <w:rsid w:val="00FC580B"/>
    <w:rsid w:val="00FC5ACC"/>
    <w:rsid w:val="00FC73D5"/>
    <w:rsid w:val="00FC7611"/>
    <w:rsid w:val="00FC7C0C"/>
    <w:rsid w:val="00FD00FE"/>
    <w:rsid w:val="00FD01F4"/>
    <w:rsid w:val="00FD0832"/>
    <w:rsid w:val="00FD144A"/>
    <w:rsid w:val="00FD15AC"/>
    <w:rsid w:val="00FD167F"/>
    <w:rsid w:val="00FD1B7E"/>
    <w:rsid w:val="00FD1F7F"/>
    <w:rsid w:val="00FD245D"/>
    <w:rsid w:val="00FD2FF9"/>
    <w:rsid w:val="00FD37E3"/>
    <w:rsid w:val="00FD385A"/>
    <w:rsid w:val="00FD4AD2"/>
    <w:rsid w:val="00FD588F"/>
    <w:rsid w:val="00FD5C6C"/>
    <w:rsid w:val="00FD61A6"/>
    <w:rsid w:val="00FD759A"/>
    <w:rsid w:val="00FD7A9B"/>
    <w:rsid w:val="00FE13D6"/>
    <w:rsid w:val="00FE38B4"/>
    <w:rsid w:val="00FE6010"/>
    <w:rsid w:val="00FF07C1"/>
    <w:rsid w:val="00FF086D"/>
    <w:rsid w:val="00FF3043"/>
    <w:rsid w:val="00FF3A79"/>
    <w:rsid w:val="00FF3C32"/>
    <w:rsid w:val="00FF42DC"/>
    <w:rsid w:val="00FF465C"/>
    <w:rsid w:val="00FF5E80"/>
    <w:rsid w:val="00FF64F3"/>
    <w:rsid w:val="00FF6EAE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5A55D67"/>
  <w15:chartTrackingRefBased/>
  <w15:docId w15:val="{A64F17F9-6252-458E-953F-7D5536A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D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2600"/>
    <w:pPr>
      <w:keepNext/>
      <w:keepLines/>
      <w:numPr>
        <w:numId w:val="5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497F"/>
    <w:pPr>
      <w:keepNext/>
      <w:keepLines/>
      <w:numPr>
        <w:ilvl w:val="1"/>
        <w:numId w:val="5"/>
      </w:numPr>
      <w:spacing w:before="40"/>
      <w:jc w:val="center"/>
      <w:outlineLvl w:val="1"/>
    </w:pPr>
    <w:rPr>
      <w:rFonts w:ascii="Trebuchet MS" w:hAnsi="Trebuchet MS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qFormat/>
    <w:rsid w:val="00D8661D"/>
    <w:pPr>
      <w:keepNext/>
      <w:keepLines/>
      <w:numPr>
        <w:ilvl w:val="2"/>
        <w:numId w:val="5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8661D"/>
    <w:pPr>
      <w:keepNext/>
      <w:keepLines/>
      <w:numPr>
        <w:ilvl w:val="3"/>
        <w:numId w:val="5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8661D"/>
    <w:pPr>
      <w:keepNext/>
      <w:keepLines/>
      <w:numPr>
        <w:ilvl w:val="4"/>
        <w:numId w:val="5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8661D"/>
    <w:pPr>
      <w:keepNext/>
      <w:keepLines/>
      <w:numPr>
        <w:ilvl w:val="5"/>
        <w:numId w:val="5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8661D"/>
    <w:pPr>
      <w:keepNext/>
      <w:keepLines/>
      <w:numPr>
        <w:ilvl w:val="6"/>
        <w:numId w:val="5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8661D"/>
    <w:pPr>
      <w:keepNext/>
      <w:keepLines/>
      <w:numPr>
        <w:ilvl w:val="7"/>
        <w:numId w:val="5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8661D"/>
    <w:pPr>
      <w:keepNext/>
      <w:keepLines/>
      <w:numPr>
        <w:ilvl w:val="8"/>
        <w:numId w:val="5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51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8510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85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74989"/>
  </w:style>
  <w:style w:type="character" w:customStyle="1" w:styleId="NagwekZnak">
    <w:name w:val="Nagłówek Znak"/>
    <w:link w:val="Nagwek"/>
    <w:rsid w:val="00C752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7529A"/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unhideWhenUsed/>
    <w:rsid w:val="007601B5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7601B5"/>
  </w:style>
  <w:style w:type="character" w:styleId="Odwoanieprzypisudolnego">
    <w:name w:val="footnote reference"/>
    <w:aliases w:val="Footnote Reference Number"/>
    <w:unhideWhenUsed/>
    <w:rsid w:val="007601B5"/>
    <w:rPr>
      <w:vertAlign w:val="superscript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E01AE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D8661D"/>
    <w:rPr>
      <w:rFonts w:ascii="Calibri Light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rsid w:val="0041497F"/>
    <w:rPr>
      <w:rFonts w:ascii="Trebuchet MS" w:hAnsi="Trebuchet MS"/>
      <w:b/>
      <w:szCs w:val="26"/>
    </w:rPr>
  </w:style>
  <w:style w:type="character" w:customStyle="1" w:styleId="Nagwek3Znak">
    <w:name w:val="Nagłówek 3 Znak"/>
    <w:link w:val="Nagwek3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9"/>
    <w:rsid w:val="00D8661D"/>
    <w:rPr>
      <w:rFonts w:ascii="Calibri Light" w:hAnsi="Calibri Light"/>
      <w:i/>
      <w:iCs/>
      <w:color w:val="2E74B5"/>
      <w:sz w:val="24"/>
      <w:szCs w:val="24"/>
    </w:rPr>
  </w:style>
  <w:style w:type="character" w:customStyle="1" w:styleId="Nagwek5Znak">
    <w:name w:val="Nagłówek 5 Znak"/>
    <w:link w:val="Nagwek5"/>
    <w:uiPriority w:val="99"/>
    <w:rsid w:val="00D8661D"/>
    <w:rPr>
      <w:rFonts w:ascii="Calibri Light" w:hAnsi="Calibri Light"/>
      <w:color w:val="2E74B5"/>
      <w:sz w:val="24"/>
      <w:szCs w:val="24"/>
    </w:rPr>
  </w:style>
  <w:style w:type="character" w:customStyle="1" w:styleId="Nagwek6Znak">
    <w:name w:val="Nagłówek 6 Znak"/>
    <w:link w:val="Nagwek6"/>
    <w:uiPriority w:val="99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7Znak">
    <w:name w:val="Nagłówek 7 Znak"/>
    <w:link w:val="Nagwek7"/>
    <w:uiPriority w:val="99"/>
    <w:rsid w:val="00D8661D"/>
    <w:rPr>
      <w:rFonts w:ascii="Calibri Light" w:hAnsi="Calibri Light"/>
      <w:i/>
      <w:iCs/>
      <w:color w:val="1F4D78"/>
      <w:sz w:val="24"/>
      <w:szCs w:val="24"/>
    </w:rPr>
  </w:style>
  <w:style w:type="character" w:customStyle="1" w:styleId="Nagwek8Znak">
    <w:name w:val="Nagłówek 8 Znak"/>
    <w:link w:val="Nagwek8"/>
    <w:uiPriority w:val="99"/>
    <w:rsid w:val="00D8661D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link w:val="Nagwek9"/>
    <w:uiPriority w:val="99"/>
    <w:rsid w:val="00D8661D"/>
    <w:rPr>
      <w:rFonts w:ascii="Calibri Light" w:hAnsi="Calibri Light"/>
      <w:i/>
      <w:iCs/>
      <w:color w:val="272727"/>
      <w:sz w:val="21"/>
      <w:szCs w:val="21"/>
    </w:rPr>
  </w:style>
  <w:style w:type="paragraph" w:styleId="Tekstdymka">
    <w:name w:val="Balloon Text"/>
    <w:basedOn w:val="Normalny"/>
    <w:link w:val="TekstdymkaZnak"/>
    <w:semiHidden/>
    <w:unhideWhenUsed/>
    <w:rsid w:val="00234B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234B7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nhideWhenUsed/>
    <w:rsid w:val="0051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1297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12974"/>
    <w:rPr>
      <w:b/>
      <w:bCs/>
    </w:rPr>
  </w:style>
  <w:style w:type="character" w:customStyle="1" w:styleId="TematkomentarzaZnak">
    <w:name w:val="Temat komentarza Znak"/>
    <w:link w:val="Tematkomentarza"/>
    <w:semiHidden/>
    <w:rsid w:val="00512974"/>
    <w:rPr>
      <w:b/>
      <w:bCs/>
    </w:rPr>
  </w:style>
  <w:style w:type="paragraph" w:customStyle="1" w:styleId="Akapitzlist1">
    <w:name w:val="Akapit z listą1"/>
    <w:basedOn w:val="Normalny"/>
    <w:rsid w:val="00436270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1">
    <w:name w:val="Akapit z listą11"/>
    <w:basedOn w:val="Normalny"/>
    <w:rsid w:val="00712600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sid w:val="00FA538F"/>
    <w:rPr>
      <w:color w:val="0563C1"/>
      <w:u w:val="single"/>
    </w:rPr>
  </w:style>
  <w:style w:type="paragraph" w:styleId="Poprawka">
    <w:name w:val="Revision"/>
    <w:hidden/>
    <w:uiPriority w:val="99"/>
    <w:semiHidden/>
    <w:rsid w:val="00225BE1"/>
    <w:rPr>
      <w:sz w:val="24"/>
      <w:szCs w:val="24"/>
    </w:rPr>
  </w:style>
  <w:style w:type="paragraph" w:customStyle="1" w:styleId="ust">
    <w:name w:val="ust"/>
    <w:rsid w:val="00106BCD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1E0B04"/>
    <w:pPr>
      <w:spacing w:before="60" w:after="60"/>
      <w:ind w:left="851" w:hanging="295"/>
      <w:jc w:val="both"/>
    </w:pPr>
  </w:style>
  <w:style w:type="numbering" w:customStyle="1" w:styleId="Styl1">
    <w:name w:val="Styl1"/>
    <w:uiPriority w:val="99"/>
    <w:rsid w:val="00C91BEE"/>
    <w:pPr>
      <w:numPr>
        <w:numId w:val="17"/>
      </w:numPr>
    </w:pPr>
  </w:style>
  <w:style w:type="numbering" w:customStyle="1" w:styleId="Styl2">
    <w:name w:val="Styl2"/>
    <w:uiPriority w:val="99"/>
    <w:rsid w:val="00C56E6D"/>
    <w:pPr>
      <w:numPr>
        <w:numId w:val="19"/>
      </w:numPr>
    </w:pPr>
  </w:style>
  <w:style w:type="numbering" w:customStyle="1" w:styleId="Styl3">
    <w:name w:val="Styl3"/>
    <w:uiPriority w:val="99"/>
    <w:rsid w:val="005F27D0"/>
    <w:pPr>
      <w:numPr>
        <w:numId w:val="20"/>
      </w:numPr>
    </w:pPr>
  </w:style>
  <w:style w:type="numbering" w:customStyle="1" w:styleId="Styl4">
    <w:name w:val="Styl4"/>
    <w:uiPriority w:val="99"/>
    <w:rsid w:val="009974C2"/>
    <w:pPr>
      <w:numPr>
        <w:numId w:val="132"/>
      </w:numPr>
    </w:pPr>
  </w:style>
  <w:style w:type="character" w:styleId="UyteHipercze">
    <w:name w:val="FollowedHyperlink"/>
    <w:uiPriority w:val="99"/>
    <w:semiHidden/>
    <w:unhideWhenUsed/>
    <w:rsid w:val="00E82460"/>
    <w:rPr>
      <w:color w:val="954F72"/>
      <w:u w:val="single"/>
    </w:rPr>
  </w:style>
  <w:style w:type="paragraph" w:customStyle="1" w:styleId="Tekstpodstawowy21">
    <w:name w:val="Tekst podstawowy 21"/>
    <w:basedOn w:val="Normalny"/>
    <w:uiPriority w:val="99"/>
    <w:rsid w:val="00585E15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link w:val="TekstpodstawowyZnak"/>
    <w:rsid w:val="00487695"/>
    <w:pPr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8769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038B1"/>
    <w:pPr>
      <w:widowControl w:val="0"/>
      <w:suppressAutoHyphens/>
      <w:spacing w:after="120" w:line="480" w:lineRule="auto"/>
    </w:pPr>
    <w:rPr>
      <w:rFonts w:eastAsia="SimSun" w:cs="Mangal"/>
      <w:kern w:val="1"/>
      <w:lang w:eastAsia="hi-IN" w:bidi="hi-IN"/>
    </w:rPr>
  </w:style>
  <w:style w:type="character" w:customStyle="1" w:styleId="Znakiprzypiswdolnych">
    <w:name w:val="Znaki przypisów dolnych"/>
    <w:uiPriority w:val="99"/>
    <w:rsid w:val="00FA4370"/>
    <w:rPr>
      <w:vertAlign w:val="superscript"/>
    </w:rPr>
  </w:style>
  <w:style w:type="paragraph" w:customStyle="1" w:styleId="CM4">
    <w:name w:val="CM4"/>
    <w:basedOn w:val="Normalny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cm40">
    <w:name w:val="cm40"/>
    <w:basedOn w:val="Normalny"/>
    <w:uiPriority w:val="99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Podstawowyakapitowy">
    <w:name w:val="[Podstawowy akapitowy]"/>
    <w:basedOn w:val="Normalny"/>
    <w:uiPriority w:val="99"/>
    <w:rsid w:val="00DE1752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lang w:eastAsia="en-US"/>
    </w:rPr>
  </w:style>
  <w:style w:type="paragraph" w:customStyle="1" w:styleId="CM34">
    <w:name w:val="CM34"/>
    <w:basedOn w:val="Normalny"/>
    <w:next w:val="Normalny"/>
    <w:rsid w:val="00CB15E6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Brakstyluakapitowego">
    <w:name w:val="[Brak stylu akapitowego]"/>
    <w:rsid w:val="00CB15E6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numbering" w:customStyle="1" w:styleId="Styl5">
    <w:name w:val="Styl5"/>
    <w:uiPriority w:val="99"/>
    <w:rsid w:val="00CC0B93"/>
    <w:pPr>
      <w:numPr>
        <w:numId w:val="25"/>
      </w:numPr>
    </w:pPr>
  </w:style>
  <w:style w:type="paragraph" w:customStyle="1" w:styleId="Standard">
    <w:name w:val="Standard"/>
    <w:rsid w:val="00B11CB8"/>
    <w:pPr>
      <w:shd w:val="clear" w:color="auto" w:fill="FFFFFF"/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eastAsia="zh-CN" w:bidi="hi-IN"/>
    </w:rPr>
  </w:style>
  <w:style w:type="numbering" w:customStyle="1" w:styleId="WWNum3">
    <w:name w:val="WWNum3"/>
    <w:basedOn w:val="Bezlisty"/>
    <w:rsid w:val="00117F8F"/>
    <w:pPr>
      <w:numPr>
        <w:numId w:val="26"/>
      </w:numPr>
    </w:pPr>
  </w:style>
  <w:style w:type="character" w:customStyle="1" w:styleId="AkapitzlistZnak">
    <w:name w:val="Akapit z listą Znak"/>
    <w:aliases w:val="sw tekst Znak"/>
    <w:link w:val="Akapitzlist"/>
    <w:uiPriority w:val="34"/>
    <w:rsid w:val="00BA61C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06357"/>
    <w:rPr>
      <w:rFonts w:eastAsiaTheme="minorHAnsi"/>
    </w:rPr>
  </w:style>
  <w:style w:type="numbering" w:customStyle="1" w:styleId="Styl21">
    <w:name w:val="Styl21"/>
    <w:uiPriority w:val="99"/>
    <w:rsid w:val="008F25FE"/>
  </w:style>
  <w:style w:type="numbering" w:customStyle="1" w:styleId="Styl22">
    <w:name w:val="Styl22"/>
    <w:uiPriority w:val="99"/>
    <w:rsid w:val="008F25FE"/>
    <w:pPr>
      <w:numPr>
        <w:numId w:val="8"/>
      </w:numPr>
    </w:pPr>
  </w:style>
  <w:style w:type="numbering" w:customStyle="1" w:styleId="Styl211">
    <w:name w:val="Styl211"/>
    <w:uiPriority w:val="99"/>
    <w:rsid w:val="00FC7C0C"/>
    <w:pPr>
      <w:numPr>
        <w:numId w:val="55"/>
      </w:numPr>
    </w:pPr>
  </w:style>
  <w:style w:type="paragraph" w:customStyle="1" w:styleId="xl66">
    <w:name w:val="xl66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Normalny"/>
    <w:rsid w:val="00E75E0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Normalny"/>
    <w:rsid w:val="00E75E0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9">
    <w:name w:val="xl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0">
    <w:name w:val="xl8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1">
    <w:name w:val="xl8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2">
    <w:name w:val="xl8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">
    <w:name w:val="xl8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8">
    <w:name w:val="xl8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9">
    <w:name w:val="xl8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0">
    <w:name w:val="xl90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2">
    <w:name w:val="xl9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3">
    <w:name w:val="xl93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4">
    <w:name w:val="xl9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Normalny"/>
    <w:rsid w:val="00E75E0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Normalny"/>
    <w:rsid w:val="00E7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Normalny"/>
    <w:rsid w:val="00E7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Normalny"/>
    <w:rsid w:val="00E75E0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6">
    <w:name w:val="xl13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4">
    <w:name w:val="xl14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6">
    <w:name w:val="xl14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Normalny"/>
    <w:rsid w:val="00E7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8">
    <w:name w:val="xl14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Normalny"/>
    <w:rsid w:val="00E75E0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5">
    <w:name w:val="xl165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67">
    <w:name w:val="xl16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8">
    <w:name w:val="xl168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70">
    <w:name w:val="xl170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Normalny"/>
    <w:rsid w:val="00E75E0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Normalny"/>
    <w:rsid w:val="00E75E0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Normalny"/>
    <w:rsid w:val="00E75E0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Normalny"/>
    <w:rsid w:val="00E75E0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7">
    <w:name w:val="xl19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9">
    <w:name w:val="xl199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5">
    <w:name w:val="xl205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0">
    <w:name w:val="xl21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2">
    <w:name w:val="xl21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3">
    <w:name w:val="xl21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8">
    <w:name w:val="xl21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2">
    <w:name w:val="xl222"/>
    <w:basedOn w:val="Normalny"/>
    <w:rsid w:val="00E75E08"/>
    <w:pPr>
      <w:pBdr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Normalny"/>
    <w:rsid w:val="00E75E08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ny"/>
    <w:rsid w:val="00E75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ny"/>
    <w:rsid w:val="00E75E08"/>
    <w:pPr>
      <w:pBdr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6">
    <w:name w:val="xl22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">
    <w:name w:val="xl22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9">
    <w:name w:val="xl229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">
    <w:name w:val="xl230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3">
    <w:name w:val="xl23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4">
    <w:name w:val="xl23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6">
    <w:name w:val="xl23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9">
    <w:name w:val="xl23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0">
    <w:name w:val="xl24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1">
    <w:name w:val="xl24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2">
    <w:name w:val="xl24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4">
    <w:name w:val="xl24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5">
    <w:name w:val="xl24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7">
    <w:name w:val="xl24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8">
    <w:name w:val="xl24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1">
    <w:name w:val="xl251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Normalny"/>
    <w:rsid w:val="00E75E08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3">
    <w:name w:val="xl2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4">
    <w:name w:val="xl254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5">
    <w:name w:val="xl25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6">
    <w:name w:val="xl25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7">
    <w:name w:val="xl25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8">
    <w:name w:val="xl25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9">
    <w:name w:val="xl259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0">
    <w:name w:val="xl260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Normalny"/>
    <w:rsid w:val="00E75E08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3">
    <w:name w:val="xl26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4">
    <w:name w:val="xl26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7">
    <w:name w:val="xl267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8">
    <w:name w:val="xl26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9">
    <w:name w:val="xl269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1">
    <w:name w:val="xl27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2">
    <w:name w:val="xl272"/>
    <w:basedOn w:val="Normalny"/>
    <w:rsid w:val="00E75E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73">
    <w:name w:val="xl27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5">
    <w:name w:val="xl275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6">
    <w:name w:val="xl276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7">
    <w:name w:val="xl277"/>
    <w:basedOn w:val="Normalny"/>
    <w:rsid w:val="00E75E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8">
    <w:name w:val="xl278"/>
    <w:basedOn w:val="Normalny"/>
    <w:rsid w:val="00E75E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0">
    <w:name w:val="xl280"/>
    <w:basedOn w:val="Normalny"/>
    <w:rsid w:val="00E75E0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1">
    <w:name w:val="xl281"/>
    <w:basedOn w:val="Normalny"/>
    <w:rsid w:val="00E75E0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3">
    <w:name w:val="xl28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4">
    <w:name w:val="xl28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5">
    <w:name w:val="xl285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7">
    <w:name w:val="xl28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8">
    <w:name w:val="xl288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0">
    <w:name w:val="xl290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1">
    <w:name w:val="xl29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2">
    <w:name w:val="xl292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3">
    <w:name w:val="xl293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4">
    <w:name w:val="xl294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Normalny"/>
    <w:rsid w:val="00E75E0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7">
    <w:name w:val="xl297"/>
    <w:basedOn w:val="Normalny"/>
    <w:rsid w:val="00E75E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8">
    <w:name w:val="xl298"/>
    <w:basedOn w:val="Normalny"/>
    <w:rsid w:val="00E75E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9">
    <w:name w:val="xl29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Normalny"/>
    <w:rsid w:val="00E75E0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2">
    <w:name w:val="xl30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3">
    <w:name w:val="xl303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4">
    <w:name w:val="xl304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5">
    <w:name w:val="xl30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6">
    <w:name w:val="xl306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Normalny"/>
    <w:rsid w:val="00E75E0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9">
    <w:name w:val="xl309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0">
    <w:name w:val="xl310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numbering" w:customStyle="1" w:styleId="Styl41">
    <w:name w:val="Styl41"/>
    <w:uiPriority w:val="99"/>
    <w:rsid w:val="00401C3D"/>
    <w:pPr>
      <w:numPr>
        <w:numId w:val="5"/>
      </w:numPr>
    </w:pPr>
  </w:style>
  <w:style w:type="character" w:styleId="Odwoaniedelikatne">
    <w:name w:val="Subtle Reference"/>
    <w:basedOn w:val="Domylnaczcionkaakapitu"/>
    <w:uiPriority w:val="31"/>
    <w:qFormat/>
    <w:rsid w:val="007F47A2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.walczak\Desktop\Dokumenty%20M&#346;\Papier%20firmowy\Wzor%20pisma%20MS%20-%20NOR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F4687-3BC0-47B0-B35B-66FF4827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 pisma MS - NORW.dot</Template>
  <TotalTime>2</TotalTime>
  <Pages>13</Pages>
  <Words>3607</Words>
  <Characters>21648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Dziekan Wydziału Artystycznego</vt:lpstr>
    </vt:vector>
  </TitlesOfParts>
  <Company>Muzeum Śląskie w Katowicach</Company>
  <LinksUpToDate>false</LinksUpToDate>
  <CharactersWithSpaces>25205</CharactersWithSpaces>
  <SharedDoc>false</SharedDoc>
  <HLinks>
    <vt:vector size="54" baseType="variant">
      <vt:variant>
        <vt:i4>7536721</vt:i4>
      </vt:variant>
      <vt:variant>
        <vt:i4>24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3997768</vt:i4>
      </vt:variant>
      <vt:variant>
        <vt:i4>21</vt:i4>
      </vt:variant>
      <vt:variant>
        <vt:i4>0</vt:i4>
      </vt:variant>
      <vt:variant>
        <vt:i4>5</vt:i4>
      </vt:variant>
      <vt:variant>
        <vt:lpwstr>mailto:zamowienia.publiczne@muzeumslaskie.pl</vt:lpwstr>
      </vt:variant>
      <vt:variant>
        <vt:lpwstr/>
      </vt:variant>
      <vt:variant>
        <vt:i4>8126554</vt:i4>
      </vt:variant>
      <vt:variant>
        <vt:i4>18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7536721</vt:i4>
      </vt:variant>
      <vt:variant>
        <vt:i4>15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6946928</vt:i4>
      </vt:variant>
      <vt:variant>
        <vt:i4>12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983128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https://ec.europa.eu/growth/tools-databases/espd/</vt:lpwstr>
      </vt:variant>
      <vt:variant>
        <vt:lpwstr/>
      </vt:variant>
      <vt:variant>
        <vt:i4>2949183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https://www.uzp.gov.pl/baza-wiedzy/jednolity-europejski-dokument-zamowienia</vt:lpwstr>
      </vt:variant>
      <vt:variant>
        <vt:lpwstr/>
      </vt:variant>
      <vt:variant>
        <vt:i4>8126554</vt:i4>
      </vt:variant>
      <vt:variant>
        <vt:i4>3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http://www.muzeumslaskie.pl/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Dziekan Wydziału Artystycznego</dc:title>
  <dc:subject/>
  <dc:creator>Wojciech Walczak</dc:creator>
  <cp:keywords/>
  <dc:description/>
  <cp:lastModifiedBy>Danuta Kamińska-Bania</cp:lastModifiedBy>
  <cp:revision>5</cp:revision>
  <cp:lastPrinted>2018-12-07T11:44:00Z</cp:lastPrinted>
  <dcterms:created xsi:type="dcterms:W3CDTF">2018-12-07T15:06:00Z</dcterms:created>
  <dcterms:modified xsi:type="dcterms:W3CDTF">2018-12-10T12:23:00Z</dcterms:modified>
</cp:coreProperties>
</file>